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EA" w:rsidRDefault="00B67647" w:rsidP="001479EA">
      <w:pPr>
        <w:pStyle w:val="a7"/>
        <w:jc w:val="center"/>
        <w:rPr>
          <w:sz w:val="22"/>
          <w:szCs w:val="22"/>
        </w:rPr>
      </w:pPr>
      <w:r>
        <w:rPr>
          <w:noProof/>
        </w:rPr>
        <w:pict>
          <v:group id="_x0000_s1026" style="position:absolute;left:0;text-align:left;margin-left:28.35pt;margin-top:13.7pt;width:552.45pt;height:807.9pt;z-index:-251634688;mso-position-horizontal-relative:page;mso-position-vertical-relative:page" coordorigin="573,284" coordsize="11049,16271" wrapcoords="996 -20 996 10810 -29 10949 -29 21620 21659 21620 21659 -20 996 -20" o:allowincell="f">
            <v:group id="_x0000_s1027" style="position:absolute;left:573;top:8557;width:561;height:7998" coordorigin="3194,6929" coordsize="561,8155">
              <v:group id="_x0000_s1028" style="position:absolute;left:3194;top:6929;width:283;height:8155" coordorigin="3194,6929" coordsize="283,8155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3194;top:13667;width:283;height:1417" strokeweight="2.25pt">
                  <v:textbox style="layout-flow:vertical;mso-layout-flow-alt:bottom-to-top;mso-next-textbox:#_x0000_s1029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  <w:r>
                          <w:t>Инв. № подп</w:t>
                        </w:r>
                      </w:p>
                    </w:txbxContent>
                  </v:textbox>
                </v:shape>
                <v:shape id="_x0000_s1030" type="#_x0000_t202" style="position:absolute;left:3194;top:11707;width:283;height:1984" strokeweight="2.25pt">
                  <v:textbox style="layout-flow:vertical;mso-layout-flow-alt:bottom-to-top;mso-next-textbox:#_x0000_s1030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  <w:r>
                          <w:t>Подп. и дата</w:t>
                        </w:r>
                      </w:p>
                    </w:txbxContent>
                  </v:textbox>
                </v:shape>
                <v:shape id="_x0000_s1031" type="#_x0000_t202" style="position:absolute;left:3194;top:8901;width:283;height:1417" strokeweight="2.25pt">
                  <v:textbox style="layout-flow:vertical;mso-layout-flow-alt:bottom-to-top;mso-next-textbox:#_x0000_s1031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  <w:r>
                          <w:t>Взам. инв. №</w:t>
                        </w:r>
                      </w:p>
                    </w:txbxContent>
                  </v:textbox>
                </v:shape>
                <v:shape id="_x0000_s1032" type="#_x0000_t202" style="position:absolute;left:3194;top:10306;width:283;height:1417" strokeweight="2.25pt">
                  <v:textbox style="layout-flow:vertical;mso-layout-flow-alt:bottom-to-top;mso-next-textbox:#_x0000_s1032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  <w:r>
                          <w:t>Инв. № дубл.</w:t>
                        </w:r>
                      </w:p>
                    </w:txbxContent>
                  </v:textbox>
                </v:shape>
                <v:shape id="_x0000_s1033" type="#_x0000_t202" style="position:absolute;left:3194;top:6929;width:283;height:1984" strokeweight="2.25pt">
                  <v:textbox style="layout-flow:vertical;mso-layout-flow-alt:bottom-to-top;mso-next-textbox:#_x0000_s1033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  <w:r>
                          <w:t>Подп. и дата</w:t>
                        </w:r>
                      </w:p>
                    </w:txbxContent>
                  </v:textbox>
                </v:shape>
              </v:group>
              <v:group id="_x0000_s1034" style="position:absolute;left:3472;top:6929;width:283;height:8155" coordorigin="3194,6929" coordsize="283,8155">
                <v:shape id="_x0000_s1035" type="#_x0000_t202" style="position:absolute;left:3194;top:13667;width:283;height:1417" strokeweight="2.25pt">
                  <v:textbox style="layout-flow:vertical;mso-layout-flow-alt:bottom-to-top;mso-next-textbox:#_x0000_s1035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</w:p>
                    </w:txbxContent>
                  </v:textbox>
                </v:shape>
                <v:shape id="_x0000_s1036" type="#_x0000_t202" style="position:absolute;left:3194;top:11707;width:283;height:1984" strokeweight="2.25pt">
                  <v:textbox style="layout-flow:vertical;mso-layout-flow-alt:bottom-to-top;mso-next-textbox:#_x0000_s1036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</w:p>
                    </w:txbxContent>
                  </v:textbox>
                </v:shape>
                <v:shape id="_x0000_s1037" type="#_x0000_t202" style="position:absolute;left:3194;top:8901;width:283;height:1417" strokeweight="2.25pt">
                  <v:textbox style="layout-flow:vertical;mso-layout-flow-alt:bottom-to-top;mso-next-textbox:#_x0000_s1037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</w:p>
                    </w:txbxContent>
                  </v:textbox>
                </v:shape>
                <v:shape id="_x0000_s1038" type="#_x0000_t202" style="position:absolute;left:3194;top:10306;width:283;height:1417" strokeweight="2.25pt">
                  <v:textbox style="layout-flow:vertical;mso-layout-flow-alt:bottom-to-top;mso-next-textbox:#_x0000_s1038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</w:p>
                    </w:txbxContent>
                  </v:textbox>
                </v:shape>
                <v:shape id="_x0000_s1039" type="#_x0000_t202" style="position:absolute;left:3194;top:6929;width:283;height:1984" strokeweight="2.25pt">
                  <v:textbox style="layout-flow:vertical;mso-layout-flow-alt:bottom-to-top;mso-next-textbox:#_x0000_s1039" inset="0,0,0,0">
                    <w:txbxContent>
                      <w:p w:rsidR="001479EA" w:rsidRDefault="001479EA" w:rsidP="001479EA">
                        <w:pPr>
                          <w:pStyle w:val="a6"/>
                        </w:pPr>
                      </w:p>
                    </w:txbxContent>
                  </v:textbox>
                </v:shape>
              </v:group>
            </v:group>
            <v:rect id="_x0000_s1040" style="position:absolute;left:1134;top:284;width:10488;height:16271" strokeweight="2.25pt">
              <v:textbox inset="0,0,0,0"/>
            </v:rect>
            <v:group id="_x0000_s1041" style="position:absolute;left:1134;top:14321;width:10488;height:2234" coordorigin="1418,13315" coordsize="10488,2278">
              <v:rect id="_x0000_s1042" style="position:absolute;left:1418;top:13317;width:10488;height:2268" strokeweight="2.25pt">
                <v:textbox inset="0,0,0,0"/>
              </v:rect>
              <v:group id="_x0000_s1043" style="position:absolute;left:1421;top:13315;width:10485;height:2278" coordorigin="1135,11234" coordsize="10485,2278">
                <v:group id="_x0000_s1044" style="position:absolute;left:4817;top:11234;width:6803;height:2268" coordorigin="4667,12846" coordsize="6803,2268">
                  <v:group id="_x0000_s1045" style="position:absolute;left:8629;top:13691;width:2841;height:577" coordorigin="6360,12791" coordsize="2841,577">
                    <v:shape id="_x0000_s1046" type="#_x0000_t202" style="position:absolute;left:6365;top:12791;width:848;height:283" strokeweight="2.25pt">
                      <v:textbox style="mso-next-textbox:#_x0000_s1046" inset="0,0,0,0">
                        <w:txbxContent>
                          <w:p w:rsidR="001479EA" w:rsidRDefault="001479EA" w:rsidP="001479EA">
                            <w:pPr>
                              <w:pStyle w:val="a6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Лит</w:t>
                            </w:r>
                          </w:p>
                        </w:txbxContent>
                      </v:textbox>
                    </v:shape>
                    <v:shape id="_x0000_s1047" type="#_x0000_t202" style="position:absolute;left:7218;top:12791;width:847;height:283" strokeweight="2.25pt">
                      <v:textbox style="mso-next-textbox:#_x0000_s1047" inset="0,0,0,0">
                        <w:txbxContent>
                          <w:p w:rsidR="001479EA" w:rsidRDefault="001479EA" w:rsidP="001479EA">
                            <w:pPr>
                              <w:pStyle w:val="a6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_x0000_s1048" type="#_x0000_t202" style="position:absolute;left:8070;top:12791;width:1131;height:283" strokeweight="2.25pt">
                      <v:textbox style="mso-next-textbox:#_x0000_s1048" inset="0,0,0,0">
                        <w:txbxContent>
                          <w:p w:rsidR="001479EA" w:rsidRDefault="001479EA" w:rsidP="001479EA">
                            <w:pPr>
                              <w:pStyle w:val="a6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Листов</w:t>
                            </w:r>
                          </w:p>
                        </w:txbxContent>
                      </v:textbox>
                    </v:shape>
                    <v:shape id="_x0000_s1049" type="#_x0000_t202" style="position:absolute;left:7223;top:13077;width:847;height:283" strokeweight="2.25pt">
                      <v:textbox style="mso-next-textbox:#_x0000_s1049" inset="0,0,0,0">
                        <w:txbxContent>
                          <w:p w:rsidR="001479EA" w:rsidRPr="001479EA" w:rsidRDefault="003A3396" w:rsidP="001479EA">
                            <w:pPr>
                              <w:pStyle w:val="a6"/>
                              <w:rPr>
                                <w:rFonts w:ascii="GOST type A" w:hAnsi="GOST type A"/>
                                <w:i w:val="0"/>
                                <w:noProof w:val="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1479EA">
                              <w:rPr>
                                <w:rFonts w:ascii="GOST type A" w:hAnsi="GOST type A"/>
                                <w:i w:val="0"/>
                                <w:noProof w:val="0"/>
                                <w:sz w:val="28"/>
                                <w:szCs w:val="28"/>
                                <w:lang w:val="en-US"/>
                              </w:rPr>
                              <w:fldChar w:fldCharType="begin"/>
                            </w:r>
                            <w:r w:rsidR="001479EA" w:rsidRPr="001479EA">
                              <w:rPr>
                                <w:rFonts w:ascii="GOST type A" w:hAnsi="GOST type A"/>
                                <w:i w:val="0"/>
                                <w:noProof w:val="0"/>
                                <w:sz w:val="28"/>
                                <w:szCs w:val="28"/>
                                <w:lang w:val="en-US"/>
                              </w:rPr>
                              <w:instrText xml:space="preserve"> PAGE  \* MERGEFORMAT </w:instrText>
                            </w:r>
                            <w:r w:rsidRPr="001479EA">
                              <w:rPr>
                                <w:rFonts w:ascii="GOST type A" w:hAnsi="GOST type A"/>
                                <w:i w:val="0"/>
                                <w:noProof w:val="0"/>
                                <w:sz w:val="28"/>
                                <w:szCs w:val="28"/>
                                <w:lang w:val="en-US"/>
                              </w:rPr>
                              <w:fldChar w:fldCharType="separate"/>
                            </w:r>
                            <w:r w:rsidR="001479EA" w:rsidRPr="001479EA">
                              <w:rPr>
                                <w:rFonts w:ascii="GOST type A" w:hAnsi="GOST type A"/>
                                <w:i w:val="0"/>
                                <w:sz w:val="28"/>
                                <w:szCs w:val="28"/>
                                <w:lang w:val="en-US"/>
                              </w:rPr>
                              <w:t>1</w:t>
                            </w:r>
                            <w:r w:rsidRPr="001479EA">
                              <w:rPr>
                                <w:rFonts w:ascii="GOST type A" w:hAnsi="GOST type A"/>
                                <w:i w:val="0"/>
                                <w:noProof w:val="0"/>
                                <w:sz w:val="28"/>
                                <w:szCs w:val="28"/>
                                <w:lang w:val="en-US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  <v:shape id="_x0000_s1050" type="#_x0000_t202" style="position:absolute;left:8070;top:13072;width:1131;height:283" strokeweight="2.25pt">
                      <v:textbox style="mso-next-textbox:#_x0000_s1050" inset="0,0,0,0">
                        <w:txbxContent>
                          <w:p w:rsidR="001479EA" w:rsidRDefault="003A3396" w:rsidP="001479EA">
                            <w:pPr>
                              <w:pStyle w:val="a6"/>
                              <w:rPr>
                                <w:noProof w:val="0"/>
                                <w:lang w:val="en-US"/>
                              </w:rPr>
                            </w:pPr>
                            <w:fldSimple w:instr=" NUMPAGES  \* MERGEFORMAT ">
                              <w:r w:rsidR="00B67647" w:rsidRPr="00B67647">
                                <w:rPr>
                                  <w:lang w:val="en-US"/>
                                </w:rPr>
                                <w:t>1</w:t>
                              </w:r>
                            </w:fldSimple>
                          </w:p>
                        </w:txbxContent>
                      </v:textbox>
                    </v:shape>
                    <v:group id="_x0000_s1051" style="position:absolute;left:6360;top:13084;width:848;height:284" coordorigin="6125,9275" coordsize="850,284">
                      <v:shape id="_x0000_s1052" type="#_x0000_t202" style="position:absolute;left:6125;top:9275;width:283;height:283" strokeweight="1pt">
                        <v:textbox style="mso-next-textbox:#_x0000_s1052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</w:pPr>
                            </w:p>
                          </w:txbxContent>
                        </v:textbox>
                      </v:shape>
                      <v:shape id="_x0000_s1053" type="#_x0000_t202" style="position:absolute;left:6409;top:9276;width:283;height:283" strokeweight="1pt">
                        <v:textbox style="mso-next-textbox:#_x0000_s1053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</w:pPr>
                              <w:r>
                                <w:t>Р</w:t>
                              </w:r>
                            </w:p>
                          </w:txbxContent>
                        </v:textbox>
                      </v:shape>
                      <v:shape id="_x0000_s1054" type="#_x0000_t202" style="position:absolute;left:6692;top:9275;width:283;height:283" strokeweight="1pt">
                        <v:textbox style="mso-next-textbox:#_x0000_s1054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</w:pPr>
                            </w:p>
                          </w:txbxContent>
                        </v:textbox>
                      </v:shape>
                    </v:group>
                  </v:group>
                  <v:shape id="_x0000_s1055" type="#_x0000_t202" style="position:absolute;left:8635;top:14264;width:2835;height:850" strokeweight="2.25pt">
                    <v:textbox style="mso-next-textbox:#_x0000_s1055" inset="0,0,0,0">
                      <w:txbxContent>
                        <w:p w:rsidR="001479EA" w:rsidRPr="00CB64E0" w:rsidRDefault="001479EA" w:rsidP="001479EA">
                          <w:pPr>
                            <w:pStyle w:val="a6"/>
                            <w:spacing w:before="60"/>
                            <w:rPr>
                              <w:rFonts w:ascii="GOST type A" w:hAnsi="GOST type A"/>
                              <w:noProof w:val="0"/>
                              <w:sz w:val="44"/>
                              <w:szCs w:val="44"/>
                            </w:rPr>
                          </w:pPr>
                          <w:r w:rsidRPr="00CB64E0">
                            <w:rPr>
                              <w:rFonts w:ascii="GOST type A" w:hAnsi="GOST type A"/>
                              <w:noProof w:val="0"/>
                              <w:sz w:val="44"/>
                              <w:szCs w:val="44"/>
                            </w:rPr>
                            <w:t>ТГО ТРО ВДПО</w:t>
                          </w:r>
                        </w:p>
                        <w:p w:rsidR="001479EA" w:rsidRPr="001479EA" w:rsidRDefault="001479EA" w:rsidP="001479EA"/>
                      </w:txbxContent>
                    </v:textbox>
                  </v:shape>
                  <v:shape id="_x0000_s1056" type="#_x0000_t202" style="position:absolute;left:4667;top:13697;width:3969;height:1417" strokeweight="2.25pt">
                    <v:textbox style="mso-next-textbox:#_x0000_s1056" inset="0,0,0,0">
                      <w:txbxContent>
                        <w:p w:rsidR="001479EA" w:rsidRPr="00CB64E0" w:rsidRDefault="001479EA" w:rsidP="001479EA">
                          <w:pPr>
                            <w:pStyle w:val="a6"/>
                            <w:spacing w:before="240"/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  <w:t>Ведомость регистрации изменений</w:t>
                          </w:r>
                        </w:p>
                        <w:p w:rsidR="001479EA" w:rsidRPr="001479EA" w:rsidRDefault="001479EA" w:rsidP="001479EA"/>
                      </w:txbxContent>
                    </v:textbox>
                  </v:shape>
                  <v:shape id="_x0000_s1057" type="#_x0000_t202" style="position:absolute;left:4667;top:12846;width:6803;height:850" strokeweight="2.25pt">
                    <v:textbox style="mso-next-textbox:#_x0000_s1057" inset="0,0,0,0">
                      <w:txbxContent>
                        <w:p w:rsidR="001479EA" w:rsidRPr="00EE6E15" w:rsidRDefault="001479EA" w:rsidP="001479EA">
                          <w:pPr>
                            <w:pStyle w:val="a6"/>
                            <w:spacing w:before="160"/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</w:pPr>
                          <w:r w:rsidRPr="00EE6E15"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  <w:t>04-2011-0</w:t>
                          </w:r>
                          <w:r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  <w:t>1</w:t>
                          </w:r>
                          <w:r w:rsidRPr="00EE6E15"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  <w:t>-1</w:t>
                          </w:r>
                          <w:r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  <w:t>.</w:t>
                          </w:r>
                          <w:r w:rsidRPr="00EE6E15"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  <w:t>АПС.СОУЭ</w:t>
                          </w:r>
                          <w:r>
                            <w:rPr>
                              <w:rFonts w:ascii="GOST type A" w:hAnsi="GOST type A"/>
                              <w:noProof w:val="0"/>
                              <w:sz w:val="40"/>
                              <w:szCs w:val="40"/>
                            </w:rPr>
                            <w:t>.ПЗ</w:t>
                          </w:r>
                        </w:p>
                        <w:p w:rsidR="001479EA" w:rsidRPr="001479EA" w:rsidRDefault="001479EA" w:rsidP="001479EA"/>
                      </w:txbxContent>
                    </v:textbox>
                  </v:shape>
                </v:group>
                <v:group id="_x0000_s1058" style="position:absolute;left:1135;top:11238;width:3685;height:2274" coordorigin="3028,10033" coordsize="3685,2274">
                  <v:group id="_x0000_s1059" style="position:absolute;left:3031;top:10614;width:3682;height:1693" coordorigin="3314,10614" coordsize="3682,1693">
                    <v:group id="_x0000_s1060" style="position:absolute;left:3314;top:10614;width:3682;height:280" coordorigin="3332,11725" coordsize="3681,283">
                      <v:shape id="_x0000_s1061" type="#_x0000_t202" style="position:absolute;left:3332;top:11725;width:397;height:283" strokeweight="2.25pt">
                        <v:textbox style="mso-next-textbox:#_x0000_s1061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_x0000_s1062" type="#_x0000_t202" style="position:absolute;left:4295;top:11725;width:1304;height:283" strokeweight="2.25pt">
                        <v:textbox style="mso-next-textbox:#_x0000_s1062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_x0000_s1063" type="#_x0000_t202" style="position:absolute;left:3728;top:11725;width:567;height:283" strokeweight="2.25pt">
                        <v:textbox style="mso-next-textbox:#_x0000_s1063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_x0000_s1064" type="#_x0000_t202" style="position:absolute;left:5597;top:11725;width:850;height:283" strokeweight="2.25pt">
                        <v:textbox style="mso-next-textbox:#_x0000_s1064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_x0000_s1065" type="#_x0000_t202" style="position:absolute;left:6446;top:11725;width:567;height:283" strokeweight="2.25pt">
                        <v:textbox style="mso-next-textbox:#_x0000_s1065" inset="0,0,0,0">
                          <w:txbxContent>
                            <w:p w:rsidR="001479EA" w:rsidRDefault="001479EA" w:rsidP="001479EA">
                              <w:pPr>
                                <w:pStyle w:val="a6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_x0000_s1066" style="position:absolute;left:3314;top:10907;width:3682;height:1400" coordorigin="2358,10607" coordsize="3682,1400">
                      <v:group id="_x0000_s1067" style="position:absolute;left:2358;top:10609;width:3681;height:1391" coordorigin="2924,10616" coordsize="3681,1391">
                        <v:group id="_x0000_s1068" style="position:absolute;left:2924;top:10616;width:3680;height:281" coordorigin="2196,10916" coordsize="3683,284">
                          <v:shape id="_x0000_s1069" type="#_x0000_t202" style="position:absolute;left:3158;top:10917;width:1305;height:283" strokeweight="1pt">
                            <v:textbox style="mso-next-textbox:#_x0000_s1069" inset="0,0,0,0">
                              <w:txbxContent>
                                <w:p w:rsidR="001479EA" w:rsidRPr="00EE6E15" w:rsidRDefault="001479EA" w:rsidP="001479EA">
                                  <w:pPr>
                                    <w:pStyle w:val="a6"/>
                                    <w:rPr>
                                      <w:rFonts w:ascii="GOST type A" w:hAnsi="GOST type A"/>
                                      <w:noProof w:val="0"/>
                                      <w:sz w:val="24"/>
                                      <w:szCs w:val="24"/>
                                    </w:rPr>
                                  </w:pPr>
                                  <w:r w:rsidRPr="00EE6E15">
                                    <w:rPr>
                                      <w:rFonts w:ascii="GOST type A" w:hAnsi="GOST type A"/>
                                      <w:noProof w:val="0"/>
                                      <w:sz w:val="24"/>
                                      <w:szCs w:val="24"/>
                                    </w:rPr>
                                    <w:t>Синковец</w:t>
                                  </w:r>
                                  <w:r>
                                    <w:rPr>
                                      <w:rFonts w:ascii="GOST type A" w:hAnsi="GOST type A"/>
                                      <w:noProof w:val="0"/>
                                      <w:sz w:val="24"/>
                                      <w:szCs w:val="24"/>
                                    </w:rPr>
                                    <w:t xml:space="preserve"> А.А.</w:t>
                                  </w:r>
                                </w:p>
                                <w:p w:rsidR="001479EA" w:rsidRPr="001479EA" w:rsidRDefault="001479EA" w:rsidP="001479EA"/>
                              </w:txbxContent>
                            </v:textbox>
                          </v:shape>
                          <v:shape id="_x0000_s1070" type="#_x0000_t202" style="position:absolute;left:2196;top:10916;width:964;height:283" strokeweight="1pt">
                            <v:textbox style="mso-next-textbox:#_x0000_s1070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  <w:rPr>
                                      <w:noProof w:val="0"/>
                                    </w:rPr>
                                  </w:pPr>
                                  <w:r>
                                    <w:t>Разраб</w:t>
                                  </w:r>
                                  <w:r>
                                    <w:rPr>
                                      <w:noProof w:val="0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shape id="_x0000_s1071" type="#_x0000_t202" style="position:absolute;left:4461;top:10917;width:851;height:283" strokeweight="1pt">
                            <v:textbox style="mso-next-textbox:#_x0000_s1071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72" type="#_x0000_t202" style="position:absolute;left:5311;top:10917;width:568;height:283" strokeweight="1pt">
                            <v:textbox style="mso-next-textbox:#_x0000_s1072" inset="0,0,0,0">
                              <w:txbxContent>
                                <w:p w:rsidR="001479EA" w:rsidRPr="001479EA" w:rsidRDefault="001479EA" w:rsidP="001479EA">
                                  <w:pPr>
                                    <w:pStyle w:val="a6"/>
                                    <w:rPr>
                                      <w:rFonts w:ascii="GOST type A" w:hAnsi="GOST type A"/>
                                      <w:sz w:val="24"/>
                                      <w:szCs w:val="24"/>
                                    </w:rPr>
                                  </w:pPr>
                                  <w:r w:rsidRPr="001479EA">
                                    <w:rPr>
                                      <w:rFonts w:ascii="GOST type A" w:hAnsi="GOST type A"/>
                                      <w:sz w:val="24"/>
                                      <w:szCs w:val="24"/>
                                    </w:rPr>
                                    <w:t>04.11.</w:t>
                                  </w:r>
                                </w:p>
                              </w:txbxContent>
                            </v:textbox>
                          </v:shape>
                        </v:group>
                        <v:group id="_x0000_s1073" style="position:absolute;left:2925;top:10895;width:3680;height:280" coordorigin="2196,10916" coordsize="3683,284">
                          <v:shape id="_x0000_s1074" type="#_x0000_t202" style="position:absolute;left:3158;top:10917;width:1305;height:283" strokeweight="1pt">
                            <v:textbox style="mso-next-textbox:#_x0000_s1074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  <w:rPr>
                                      <w:noProof w:val="0"/>
                                    </w:rPr>
                                  </w:pPr>
                                </w:p>
                              </w:txbxContent>
                            </v:textbox>
                          </v:shape>
                          <v:shape id="_x0000_s1075" type="#_x0000_t202" style="position:absolute;left:2196;top:10916;width:964;height:283" strokeweight="1pt">
                            <v:textbox style="mso-next-textbox:#_x0000_s1075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  <w:rPr>
                                      <w:noProof w:val="0"/>
                                    </w:rPr>
                                  </w:pPr>
                                  <w:r>
                                    <w:t>Пров</w:t>
                                  </w:r>
                                  <w:r>
                                    <w:rPr>
                                      <w:noProof w:val="0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shape id="_x0000_s1076" type="#_x0000_t202" style="position:absolute;left:4461;top:10917;width:851;height:283" strokeweight="1pt">
                            <v:textbox style="mso-next-textbox:#_x0000_s1076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77" type="#_x0000_t202" style="position:absolute;left:5311;top:10917;width:568;height:283" strokeweight="1pt">
                            <v:textbox style="mso-next-textbox:#_x0000_s1077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_x0000_s1078" style="position:absolute;left:2925;top:11174;width:3680;height:280" coordorigin="2196,10916" coordsize="3683,284">
                          <v:shape id="_x0000_s1079" type="#_x0000_t202" style="position:absolute;left:3158;top:10917;width:1305;height:283" strokeweight="1pt">
                            <v:textbox style="mso-next-textbox:#_x0000_s1079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80" type="#_x0000_t202" style="position:absolute;left:2196;top:10916;width:964;height:283" strokeweight="1pt">
                            <v:textbox style="mso-next-textbox:#_x0000_s1080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Т. контр.</w:t>
                                  </w:r>
                                </w:p>
                              </w:txbxContent>
                            </v:textbox>
                          </v:shape>
                          <v:shape id="_x0000_s1081" type="#_x0000_t202" style="position:absolute;left:4461;top:10917;width:851;height:283" strokeweight="1pt">
                            <v:textbox style="mso-next-textbox:#_x0000_s1081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82" type="#_x0000_t202" style="position:absolute;left:5311;top:10917;width:568;height:283" strokeweight="1pt">
                            <v:textbox style="mso-next-textbox:#_x0000_s1082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_x0000_s1083" style="position:absolute;left:2925;top:11449;width:3680;height:281" coordorigin="2196,10916" coordsize="3683,284">
                          <v:shape id="_x0000_s1084" type="#_x0000_t202" style="position:absolute;left:3158;top:10917;width:1305;height:283" strokeweight="1pt">
                            <v:textbox style="mso-next-textbox:#_x0000_s1084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85" type="#_x0000_t202" style="position:absolute;left:2196;top:10916;width:964;height:283" strokeweight="1pt">
                            <v:textbox style="mso-next-textbox:#_x0000_s1085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Н. контр.</w:t>
                                  </w:r>
                                </w:p>
                              </w:txbxContent>
                            </v:textbox>
                          </v:shape>
                          <v:shape id="_x0000_s1086" type="#_x0000_t202" style="position:absolute;left:4461;top:10917;width:851;height:283" strokeweight="1pt">
                            <v:textbox style="mso-next-textbox:#_x0000_s1086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87" type="#_x0000_t202" style="position:absolute;left:5311;top:10917;width:568;height:283" strokeweight="1pt">
                            <v:textbox style="mso-next-textbox:#_x0000_s1087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_x0000_s1088" style="position:absolute;left:2925;top:11726;width:3680;height:281" coordorigin="2196,10916" coordsize="3683,284">
                          <v:shape id="_x0000_s1089" type="#_x0000_t202" style="position:absolute;left:3158;top:10917;width:1305;height:283" strokeweight="1pt">
                            <v:textbox style="mso-next-textbox:#_x0000_s1089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90" type="#_x0000_t202" style="position:absolute;left:2196;top:10916;width:964;height:283" strokeweight="1pt">
                            <v:textbox style="mso-next-textbox:#_x0000_s1090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  <w:rPr>
                                      <w:noProof w:val="0"/>
                                    </w:rPr>
                                  </w:pPr>
                                  <w:r>
                                    <w:t>Утв</w:t>
                                  </w:r>
                                  <w:r>
                                    <w:rPr>
                                      <w:noProof w:val="0"/>
                                    </w:rPr>
                                    <w:t>.</w:t>
                                  </w:r>
                                </w:p>
                              </w:txbxContent>
                            </v:textbox>
                          </v:shape>
                          <v:shape id="_x0000_s1091" type="#_x0000_t202" style="position:absolute;left:4461;top:10917;width:851;height:283" strokeweight="1pt">
                            <v:textbox style="mso-next-textbox:#_x0000_s1091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  <v:shape id="_x0000_s1092" type="#_x0000_t202" style="position:absolute;left:5311;top:10917;width:568;height:283" strokeweight="1pt">
                            <v:textbox style="mso-next-textbox:#_x0000_s1092" inset="0,0,0,0">
                              <w:txbxContent>
                                <w:p w:rsidR="001479EA" w:rsidRDefault="001479EA" w:rsidP="001479EA">
                                  <w:pPr>
                                    <w:pStyle w:val="a6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_x0000_s1093" style="position:absolute;flip:x" from="5473,10607" to="5473,12007" strokeweight="2.25pt"/>
                      <v:line id="_x0000_s1094" style="position:absolute;flip:x" from="6040,10607" to="6040,12007" strokeweight="2.25pt"/>
                      <v:line id="_x0000_s1095" style="position:absolute;flip:x" from="3322,10607" to="3322,12007" strokeweight="2.25pt"/>
                      <v:line id="_x0000_s1096" style="position:absolute;flip:x" from="4621,10607" to="4621,12007" strokeweight="2.25pt"/>
                      <v:line id="_x0000_s1097" style="position:absolute;flip:x" from="2361,10607" to="2361,12007" strokeweight="2.25pt"/>
                    </v:group>
                  </v:group>
                  <v:group id="_x0000_s1098" style="position:absolute;left:3028;top:10033;width:3683;height:581" coordorigin="3033,9482" coordsize="3683,581">
                    <v:group id="_x0000_s1099" style="position:absolute;left:3034;top:9492;width:3682;height:561" coordorigin="1240,9793" coordsize="3685,568">
                      <v:group id="_x0000_s1100" style="position:absolute;left:1240;top:10078;width:3685;height:283" coordorigin="3332,11725" coordsize="3681,283">
                        <v:shape id="_x0000_s1101" type="#_x0000_t202" style="position:absolute;left:3332;top:11725;width:397;height:283" strokeweight="1pt">
                          <v:textbox style="mso-next-textbox:#_x0000_s1101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02" type="#_x0000_t202" style="position:absolute;left:4295;top:11725;width:1304;height:283" strokeweight="1pt">
                          <v:textbox style="mso-next-textbox:#_x0000_s1102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03" type="#_x0000_t202" style="position:absolute;left:3728;top:11725;width:567;height:283" strokeweight="1pt">
                          <v:textbox style="mso-next-textbox:#_x0000_s1103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04" type="#_x0000_t202" style="position:absolute;left:5597;top:11725;width:850;height:283" strokeweight="1pt">
                          <v:textbox style="mso-next-textbox:#_x0000_s1104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05" type="#_x0000_t202" style="position:absolute;left:6446;top:11725;width:567;height:283" strokeweight="1pt">
                          <v:textbox style="mso-next-textbox:#_x0000_s1105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</v:group>
                      <v:group id="_x0000_s1106" style="position:absolute;left:1240;top:9793;width:3685;height:283" coordorigin="3332,11725" coordsize="3681,283">
                        <v:shape id="_x0000_s1107" type="#_x0000_t202" style="position:absolute;left:3332;top:11725;width:397;height:283" strokeweight="1pt">
                          <v:textbox style="mso-next-textbox:#_x0000_s1107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08" type="#_x0000_t202" style="position:absolute;left:4295;top:11725;width:1304;height:283" strokeweight="1pt">
                          <v:textbox style="mso-next-textbox:#_x0000_s1108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09" type="#_x0000_t202" style="position:absolute;left:3728;top:11725;width:567;height:283" strokeweight="1pt">
                          <v:textbox style="mso-next-textbox:#_x0000_s1109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10" type="#_x0000_t202" style="position:absolute;left:5597;top:11725;width:850;height:283" strokeweight="1pt">
                          <v:textbox style="mso-next-textbox:#_x0000_s1110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  <v:shape id="_x0000_s1111" type="#_x0000_t202" style="position:absolute;left:6446;top:11725;width:567;height:283" strokeweight="1pt">
                          <v:textbox style="mso-next-textbox:#_x0000_s1111" inset="0,0,0,0">
                            <w:txbxContent>
                              <w:p w:rsidR="001479EA" w:rsidRDefault="001479EA" w:rsidP="001479EA">
                                <w:pPr>
                                  <w:pStyle w:val="a6"/>
                                </w:pPr>
                              </w:p>
                            </w:txbxContent>
                          </v:textbox>
                        </v:shape>
                      </v:group>
                    </v:group>
                    <v:line id="_x0000_s1112" style="position:absolute" from="5299,9482" to="5299,10053" strokeweight="2.25pt"/>
                    <v:line id="_x0000_s1113" style="position:absolute" from="3033,9492" to="3033,10063" strokeweight="2.25pt"/>
                    <v:line id="_x0000_s1114" style="position:absolute" from="6715,9482" to="6715,10053" strokeweight="2.25pt"/>
                    <v:line id="_x0000_s1115" style="position:absolute" from="6148,9482" to="6148,10053" strokeweight="2.25pt"/>
                    <v:line id="_x0000_s1116" style="position:absolute" from="3430,9492" to="3430,10063" strokeweight="2.25pt"/>
                    <v:line id="_x0000_s1117" style="position:absolute" from="3996,9482" to="3996,10053" strokeweight="2.25pt"/>
                  </v:group>
                </v:group>
              </v:group>
            </v:group>
            <w10:wrap anchorx="page" anchory="page"/>
          </v:group>
        </w:pict>
      </w:r>
      <w:r w:rsidR="001479EA" w:rsidRPr="00707738">
        <w:rPr>
          <w:sz w:val="22"/>
          <w:szCs w:val="22"/>
        </w:rPr>
        <w:t>Лист регистрации изменений</w:t>
      </w:r>
    </w:p>
    <w:tbl>
      <w:tblPr>
        <w:tblStyle w:val="ab"/>
        <w:tblW w:w="10490" w:type="dxa"/>
        <w:jc w:val="center"/>
        <w:tblInd w:w="10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494"/>
        <w:gridCol w:w="1152"/>
        <w:gridCol w:w="1152"/>
        <w:gridCol w:w="851"/>
        <w:gridCol w:w="1150"/>
        <w:gridCol w:w="1270"/>
        <w:gridCol w:w="1374"/>
        <w:gridCol w:w="1210"/>
        <w:gridCol w:w="1089"/>
        <w:gridCol w:w="748"/>
      </w:tblGrid>
      <w:tr w:rsidR="001479EA" w:rsidRPr="00707738" w:rsidTr="002524B5">
        <w:trPr>
          <w:jc w:val="center"/>
        </w:trPr>
        <w:tc>
          <w:tcPr>
            <w:tcW w:w="494" w:type="dxa"/>
            <w:vMerge w:val="restart"/>
            <w:textDirection w:val="btLr"/>
            <w:vAlign w:val="center"/>
          </w:tcPr>
          <w:p w:rsidR="001479EA" w:rsidRPr="00707738" w:rsidRDefault="001479EA" w:rsidP="002524B5">
            <w:pPr>
              <w:pStyle w:val="a9"/>
              <w:ind w:left="113" w:right="113" w:firstLine="0"/>
              <w:jc w:val="center"/>
              <w:rPr>
                <w:sz w:val="22"/>
                <w:szCs w:val="22"/>
              </w:rPr>
            </w:pPr>
            <w:r w:rsidRPr="00707738">
              <w:rPr>
                <w:sz w:val="22"/>
                <w:szCs w:val="22"/>
              </w:rPr>
              <w:t>Изм</w:t>
            </w:r>
          </w:p>
        </w:tc>
        <w:tc>
          <w:tcPr>
            <w:tcW w:w="4305" w:type="dxa"/>
            <w:gridSpan w:val="4"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707738">
              <w:rPr>
                <w:sz w:val="22"/>
                <w:szCs w:val="22"/>
              </w:rPr>
              <w:t>новых</w:t>
            </w:r>
          </w:p>
        </w:tc>
        <w:tc>
          <w:tcPr>
            <w:tcW w:w="1270" w:type="dxa"/>
            <w:vMerge w:val="restart"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 w:rsidRPr="00707738">
              <w:rPr>
                <w:sz w:val="22"/>
                <w:szCs w:val="22"/>
              </w:rPr>
              <w:t>Всего листов (страниц) в докум.</w:t>
            </w:r>
          </w:p>
        </w:tc>
        <w:tc>
          <w:tcPr>
            <w:tcW w:w="1374" w:type="dxa"/>
            <w:vMerge w:val="restart"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 w:rsidRPr="00707738">
              <w:rPr>
                <w:sz w:val="22"/>
                <w:szCs w:val="22"/>
              </w:rPr>
              <w:t>№ документа</w:t>
            </w:r>
          </w:p>
        </w:tc>
        <w:tc>
          <w:tcPr>
            <w:tcW w:w="1210" w:type="dxa"/>
            <w:vMerge w:val="restart"/>
            <w:vAlign w:val="center"/>
          </w:tcPr>
          <w:p w:rsidR="001479EA" w:rsidRPr="00707738" w:rsidRDefault="001479EA" w:rsidP="002524B5">
            <w:pPr>
              <w:pStyle w:val="a9"/>
              <w:ind w:left="-91" w:right="-73" w:firstLine="0"/>
              <w:jc w:val="center"/>
              <w:rPr>
                <w:sz w:val="22"/>
                <w:szCs w:val="22"/>
              </w:rPr>
            </w:pPr>
            <w:r w:rsidRPr="00707738">
              <w:rPr>
                <w:sz w:val="22"/>
                <w:szCs w:val="22"/>
              </w:rPr>
              <w:t>Входящий номер сопроводи-тельного документа и дата</w:t>
            </w:r>
          </w:p>
        </w:tc>
        <w:tc>
          <w:tcPr>
            <w:tcW w:w="1089" w:type="dxa"/>
            <w:vMerge w:val="restart"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 w:rsidRPr="00707738">
              <w:rPr>
                <w:sz w:val="22"/>
                <w:szCs w:val="22"/>
              </w:rPr>
              <w:t>Подпись</w:t>
            </w:r>
          </w:p>
        </w:tc>
        <w:tc>
          <w:tcPr>
            <w:tcW w:w="748" w:type="dxa"/>
            <w:vMerge w:val="restart"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  <w:r w:rsidRPr="00707738">
              <w:rPr>
                <w:sz w:val="20"/>
              </w:rPr>
              <w:t>Дата</w:t>
            </w:r>
          </w:p>
        </w:tc>
      </w:tr>
      <w:tr w:rsidR="001479EA" w:rsidRPr="00707738" w:rsidTr="002524B5">
        <w:trPr>
          <w:jc w:val="center"/>
        </w:trPr>
        <w:tc>
          <w:tcPr>
            <w:tcW w:w="494" w:type="dxa"/>
            <w:vMerge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152" w:type="dxa"/>
            <w:vAlign w:val="center"/>
          </w:tcPr>
          <w:p w:rsidR="001479EA" w:rsidRPr="00707738" w:rsidRDefault="001479EA" w:rsidP="002524B5">
            <w:pPr>
              <w:pStyle w:val="a6"/>
              <w:ind w:firstLine="5"/>
              <w:rPr>
                <w:noProof w:val="0"/>
                <w:sz w:val="22"/>
                <w:szCs w:val="22"/>
              </w:rPr>
            </w:pPr>
            <w:r w:rsidRPr="00707738">
              <w:rPr>
                <w:noProof w:val="0"/>
                <w:sz w:val="22"/>
                <w:szCs w:val="22"/>
              </w:rPr>
              <w:t>изменен-ных</w:t>
            </w:r>
          </w:p>
        </w:tc>
        <w:tc>
          <w:tcPr>
            <w:tcW w:w="1152" w:type="dxa"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707738">
              <w:rPr>
                <w:sz w:val="22"/>
                <w:szCs w:val="22"/>
              </w:rPr>
              <w:t>заменен-ных</w:t>
            </w:r>
          </w:p>
        </w:tc>
        <w:tc>
          <w:tcPr>
            <w:tcW w:w="851" w:type="dxa"/>
            <w:vAlign w:val="center"/>
          </w:tcPr>
          <w:p w:rsidR="001479EA" w:rsidRPr="00707738" w:rsidRDefault="001479EA" w:rsidP="002524B5">
            <w:pPr>
              <w:pStyle w:val="a6"/>
              <w:spacing w:before="120"/>
              <w:rPr>
                <w:noProof w:val="0"/>
                <w:sz w:val="22"/>
                <w:szCs w:val="22"/>
              </w:rPr>
            </w:pPr>
            <w:r w:rsidRPr="00707738">
              <w:rPr>
                <w:noProof w:val="0"/>
                <w:sz w:val="22"/>
                <w:szCs w:val="22"/>
              </w:rPr>
              <w:t>новых</w:t>
            </w:r>
          </w:p>
        </w:tc>
        <w:tc>
          <w:tcPr>
            <w:tcW w:w="1150" w:type="dxa"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707738">
              <w:rPr>
                <w:sz w:val="22"/>
                <w:szCs w:val="22"/>
              </w:rPr>
              <w:t>изъятых</w:t>
            </w:r>
          </w:p>
        </w:tc>
        <w:tc>
          <w:tcPr>
            <w:tcW w:w="1270" w:type="dxa"/>
            <w:vMerge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374" w:type="dxa"/>
            <w:vMerge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10" w:type="dxa"/>
            <w:vMerge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089" w:type="dxa"/>
            <w:vMerge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748" w:type="dxa"/>
            <w:vMerge/>
            <w:vAlign w:val="center"/>
          </w:tcPr>
          <w:p w:rsidR="001479EA" w:rsidRPr="00707738" w:rsidRDefault="001479EA" w:rsidP="002524B5">
            <w:pPr>
              <w:pStyle w:val="a9"/>
              <w:ind w:firstLine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  <w:vAlign w:val="center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jc w:val="center"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0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  <w:tr w:rsidR="001479EA" w:rsidRPr="001479EA" w:rsidTr="002524B5">
        <w:trPr>
          <w:jc w:val="center"/>
        </w:trPr>
        <w:tc>
          <w:tcPr>
            <w:tcW w:w="49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2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851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15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7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374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210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1089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  <w:tc>
          <w:tcPr>
            <w:tcW w:w="748" w:type="dxa"/>
          </w:tcPr>
          <w:p w:rsidR="001479EA" w:rsidRPr="001479EA" w:rsidRDefault="001479EA" w:rsidP="001479EA">
            <w:pPr>
              <w:pStyle w:val="a9"/>
              <w:spacing w:line="540" w:lineRule="exact"/>
              <w:ind w:firstLine="0"/>
              <w:contextualSpacing/>
              <w:rPr>
                <w:sz w:val="48"/>
                <w:szCs w:val="48"/>
                <w:lang w:val="en-US"/>
              </w:rPr>
            </w:pPr>
          </w:p>
        </w:tc>
      </w:tr>
    </w:tbl>
    <w:p w:rsidR="001479EA" w:rsidRPr="00B1715B" w:rsidRDefault="001479EA" w:rsidP="001479EA">
      <w:pPr>
        <w:pStyle w:val="a7"/>
        <w:jc w:val="center"/>
      </w:pPr>
    </w:p>
    <w:p w:rsidR="00C856C3" w:rsidRDefault="00C856C3"/>
    <w:sectPr w:rsidR="00C856C3" w:rsidSect="001479E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BD4" w:rsidRPr="001479EA" w:rsidRDefault="00F37BD4" w:rsidP="001479EA">
      <w:pPr>
        <w:pStyle w:val="a6"/>
        <w:rPr>
          <w:rFonts w:asciiTheme="minorHAnsi" w:eastAsiaTheme="minorHAnsi" w:hAnsiTheme="minorHAnsi" w:cstheme="minorBidi"/>
          <w:i w:val="0"/>
          <w:noProof w:val="0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F37BD4" w:rsidRPr="001479EA" w:rsidRDefault="00F37BD4" w:rsidP="001479EA">
      <w:pPr>
        <w:pStyle w:val="a6"/>
        <w:rPr>
          <w:rFonts w:asciiTheme="minorHAnsi" w:eastAsiaTheme="minorHAnsi" w:hAnsiTheme="minorHAnsi" w:cstheme="minorBidi"/>
          <w:i w:val="0"/>
          <w:noProof w:val="0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ОСТ тип А">
    <w:altName w:val="Arial"/>
    <w:charset w:val="CC"/>
    <w:family w:val="swiss"/>
    <w:pitch w:val="variable"/>
    <w:sig w:usb0="00000001" w:usb1="00000000" w:usb2="00000000" w:usb3="00000000" w:csb0="0000009F" w:csb1="00000000"/>
  </w:font>
  <w:font w:name="GOST type A">
    <w:panose1 w:val="020B0500000000000000"/>
    <w:charset w:val="00"/>
    <w:family w:val="swiss"/>
    <w:pitch w:val="variable"/>
    <w:sig w:usb0="00000203" w:usb1="00000000" w:usb2="00000000" w:usb3="00000000" w:csb0="00000005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BD4" w:rsidRPr="001479EA" w:rsidRDefault="00F37BD4" w:rsidP="001479EA">
      <w:pPr>
        <w:pStyle w:val="a6"/>
        <w:rPr>
          <w:rFonts w:asciiTheme="minorHAnsi" w:eastAsiaTheme="minorHAnsi" w:hAnsiTheme="minorHAnsi" w:cstheme="minorBidi"/>
          <w:i w:val="0"/>
          <w:noProof w:val="0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F37BD4" w:rsidRPr="001479EA" w:rsidRDefault="00F37BD4" w:rsidP="001479EA">
      <w:pPr>
        <w:pStyle w:val="a6"/>
        <w:rPr>
          <w:rFonts w:asciiTheme="minorHAnsi" w:eastAsiaTheme="minorHAnsi" w:hAnsiTheme="minorHAnsi" w:cstheme="minorBidi"/>
          <w:i w:val="0"/>
          <w:noProof w:val="0"/>
          <w:sz w:val="22"/>
          <w:szCs w:val="22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08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1479EA"/>
    <w:rsid w:val="00015264"/>
    <w:rsid w:val="001479EA"/>
    <w:rsid w:val="003664C1"/>
    <w:rsid w:val="003A3396"/>
    <w:rsid w:val="003F2931"/>
    <w:rsid w:val="00580460"/>
    <w:rsid w:val="0062085D"/>
    <w:rsid w:val="006D5D26"/>
    <w:rsid w:val="009E5E50"/>
    <w:rsid w:val="009F1407"/>
    <w:rsid w:val="00AA36E6"/>
    <w:rsid w:val="00B67647"/>
    <w:rsid w:val="00C75E89"/>
    <w:rsid w:val="00C856C3"/>
    <w:rsid w:val="00C97FA7"/>
    <w:rsid w:val="00DD2261"/>
    <w:rsid w:val="00F37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264"/>
  </w:style>
  <w:style w:type="paragraph" w:styleId="1">
    <w:name w:val="heading 1"/>
    <w:basedOn w:val="a"/>
    <w:next w:val="a"/>
    <w:link w:val="10"/>
    <w:qFormat/>
    <w:rsid w:val="0001526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елопроизводство"/>
    <w:basedOn w:val="a"/>
    <w:link w:val="a4"/>
    <w:qFormat/>
    <w:rsid w:val="00015264"/>
    <w:pPr>
      <w:spacing w:after="0" w:line="240" w:lineRule="auto"/>
      <w:ind w:right="-1" w:firstLine="709"/>
      <w:jc w:val="both"/>
    </w:pPr>
    <w:rPr>
      <w:rFonts w:ascii="Times New Roman" w:hAnsi="Times New Roman" w:cs="Times New Roman"/>
      <w:sz w:val="30"/>
      <w:szCs w:val="30"/>
    </w:rPr>
  </w:style>
  <w:style w:type="character" w:customStyle="1" w:styleId="a4">
    <w:name w:val="Делопроизводство Знак"/>
    <w:basedOn w:val="a0"/>
    <w:link w:val="a3"/>
    <w:rsid w:val="00015264"/>
    <w:rPr>
      <w:rFonts w:ascii="Times New Roman" w:hAnsi="Times New Roman" w:cs="Times New Roman"/>
      <w:sz w:val="30"/>
      <w:szCs w:val="30"/>
    </w:rPr>
  </w:style>
  <w:style w:type="character" w:customStyle="1" w:styleId="10">
    <w:name w:val="Заголовок 1 Знак"/>
    <w:basedOn w:val="a0"/>
    <w:link w:val="1"/>
    <w:rsid w:val="0001526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015264"/>
    <w:pPr>
      <w:ind w:left="720"/>
      <w:contextualSpacing/>
    </w:pPr>
  </w:style>
  <w:style w:type="paragraph" w:customStyle="1" w:styleId="a6">
    <w:name w:val="Штамп"/>
    <w:basedOn w:val="a"/>
    <w:rsid w:val="001479EA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paragraph" w:styleId="a7">
    <w:name w:val="header"/>
    <w:basedOn w:val="a"/>
    <w:link w:val="a8"/>
    <w:semiHidden/>
    <w:rsid w:val="001479EA"/>
    <w:pPr>
      <w:tabs>
        <w:tab w:val="center" w:pos="4153"/>
        <w:tab w:val="right" w:pos="8306"/>
      </w:tabs>
      <w:spacing w:after="0" w:line="240" w:lineRule="auto"/>
      <w:jc w:val="both"/>
    </w:pPr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semiHidden/>
    <w:rsid w:val="001479EA"/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paragraph" w:styleId="a9">
    <w:name w:val="Body Text"/>
    <w:basedOn w:val="a"/>
    <w:link w:val="aa"/>
    <w:semiHidden/>
    <w:rsid w:val="001479EA"/>
    <w:pPr>
      <w:spacing w:after="0" w:line="240" w:lineRule="auto"/>
      <w:ind w:firstLine="709"/>
      <w:jc w:val="both"/>
    </w:pPr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character" w:customStyle="1" w:styleId="aa">
    <w:name w:val="Основной текст Знак"/>
    <w:basedOn w:val="a0"/>
    <w:link w:val="a9"/>
    <w:semiHidden/>
    <w:rsid w:val="001479EA"/>
    <w:rPr>
      <w:rFonts w:ascii="ГОСТ тип А" w:eastAsia="Times New Roman" w:hAnsi="ГОСТ тип А" w:cs="Times New Roman"/>
      <w:i/>
      <w:sz w:val="28"/>
      <w:szCs w:val="20"/>
      <w:lang w:eastAsia="ru-RU"/>
    </w:rPr>
  </w:style>
  <w:style w:type="table" w:styleId="ab">
    <w:name w:val="Table Grid"/>
    <w:basedOn w:val="a1"/>
    <w:uiPriority w:val="59"/>
    <w:rsid w:val="001479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semiHidden/>
    <w:unhideWhenUsed/>
    <w:rsid w:val="001479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1479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63</Words>
  <Characters>362</Characters>
  <Application>Microsoft Office Word</Application>
  <DocSecurity>0</DocSecurity>
  <Lines>3</Lines>
  <Paragraphs>1</Paragraphs>
  <ScaleCrop>false</ScaleCrop>
  <Company>Функциональность ограничена</Company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3</cp:revision>
  <cp:lastPrinted>2011-04-13T11:02:00Z</cp:lastPrinted>
  <dcterms:created xsi:type="dcterms:W3CDTF">2011-04-13T10:48:00Z</dcterms:created>
  <dcterms:modified xsi:type="dcterms:W3CDTF">2011-04-13T11:02:00Z</dcterms:modified>
</cp:coreProperties>
</file>