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pPr w:vertAnchor="page" w:horzAnchor="page" w:tblpX="1176" w:tblpY="1441"/>
        <w:tblW w:w="10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96"/>
        <w:gridCol w:w="5054"/>
        <w:gridCol w:w="615"/>
        <w:gridCol w:w="1512"/>
        <w:gridCol w:w="1134"/>
        <w:gridCol w:w="1540"/>
      </w:tblGrid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F879F6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E06A00">
              <w:rPr>
                <w:lang w:val="ru-RU"/>
              </w:rPr>
              <w:t>Контроллер двухпроводной линии связи С2000-КДЛ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7F3F63">
              <w:rPr>
                <w:lang w:val="ru-RU"/>
              </w:rPr>
              <w:t>10-08-001-09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964341">
              <w:t>Блок индикации С2000-БИ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7F3F63">
              <w:rPr>
                <w:lang w:val="ru-RU"/>
              </w:rPr>
              <w:t>10-08-001-09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E06A00">
              <w:rPr>
                <w:lang w:val="ru-RU"/>
              </w:rPr>
              <w:t>Блок контрольно-пусковой С2000-КПБ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7F3F63">
              <w:rPr>
                <w:lang w:val="ru-RU"/>
              </w:rPr>
              <w:t>10-08-001-09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964341">
              <w:t>Блок защиты линии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71252F">
              <w:t>Устройство коммутационное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BB32CD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602A00">
              <w:rPr>
                <w:lang w:val="ru-RU"/>
              </w:rPr>
              <w:t>10-08-001-05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9C6546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E06A00">
              <w:rPr>
                <w:lang w:val="ru-RU"/>
              </w:rPr>
              <w:t>Извещатель пожарный дымово</w:t>
            </w:r>
            <w:r>
              <w:rPr>
                <w:lang w:val="ru-RU"/>
              </w:rPr>
              <w:t>й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10-08-002-02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235DEB">
              <w:t>То же, ручной адресный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10-08-002-01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P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Адресный расширитель АР-8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30286A" w:rsidRPr="00C448DC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t>10-08-001-11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C42D6C">
              <w:t>Резервированный источник питани</w:t>
            </w:r>
            <w:r>
              <w:t>я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BB32CD">
              <w:rPr>
                <w:lang w:val="ru-RU"/>
              </w:rPr>
              <w:t>10-02-016-06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P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Установка монтажного комплекта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30286A" w:rsidRPr="00BB32CD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t>10-08-002-06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3E7F0E">
              <w:t xml:space="preserve">Бокс </w:t>
            </w:r>
            <w:r>
              <w:t>аккумуляторный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BB32CD">
              <w:rPr>
                <w:lang w:val="ru-RU"/>
              </w:rPr>
              <w:t>10-06-037-09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t>Аккумуляторная батарея, 17Ахч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7F3F63">
              <w:rPr>
                <w:lang w:val="ru-RU"/>
              </w:rPr>
              <w:t>10-02-016-06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t>То же, 7Ахч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7F3F63">
              <w:rPr>
                <w:lang w:val="ru-RU"/>
              </w:rPr>
              <w:t>10-02-016-06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8127B8">
              <w:t>Оповещатель пожарный</w:t>
            </w:r>
            <w:r>
              <w:t>,</w:t>
            </w:r>
            <w:r w:rsidRPr="008127B8">
              <w:t xml:space="preserve"> </w:t>
            </w:r>
            <w:r>
              <w:t>световой «ВЫХОД»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08-03-543-2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30286A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Pr="0030286A" w:rsidRDefault="0030286A" w:rsidP="0030286A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Табло светозвуковое «Филин-Т»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30286A" w:rsidRPr="00E06A00" w:rsidRDefault="0030286A" w:rsidP="0030286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30286A" w:rsidRPr="00E06A00" w:rsidRDefault="0030286A" w:rsidP="0030286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08-03-543-2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30286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Pr="00E06A00" w:rsidRDefault="0030286A" w:rsidP="0030286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t xml:space="preserve">То же, </w:t>
            </w:r>
            <w:r w:rsidRPr="008127B8">
              <w:t>звуковой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10-04-101-07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P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Блок расширения шлейфов сигнализации «БРШС-Ех»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шт 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30286A" w:rsidRPr="00C448DC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t>10-08-001-11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Блок релейный выходов «БРВ-А»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30286A" w:rsidRP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t>10-08-001-11 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A1D70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Извещатель пожарный пламени «ИПП-Ех»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</w:pPr>
            <w:r>
              <w:t>10-08-002-03 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То же, тепловой взрывозащищённый ИП103-2/1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30286A" w:rsidRP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t>10-08-002-03 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</w:tr>
      <w:tr w:rsidR="009A1D70" w:rsidRPr="00C31C3E" w:rsidTr="00E703DE">
        <w:tc>
          <w:tcPr>
            <w:tcW w:w="696" w:type="dxa"/>
            <w:shd w:val="clear" w:color="auto" w:fill="auto"/>
            <w:vAlign w:val="top"/>
          </w:tcPr>
          <w:p w:rsidR="009A1D70" w:rsidRPr="00E06A00" w:rsidRDefault="009A1D70" w:rsidP="009A1D70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A1D70" w:rsidRPr="00E06A00" w:rsidRDefault="009A1D70" w:rsidP="009A1D70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C448DC">
              <w:rPr>
                <w:lang w:val="ru-RU"/>
              </w:rPr>
              <w:t>Коробка коммутационная КК-8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A1D70" w:rsidRPr="00E06A00" w:rsidRDefault="009A1D70" w:rsidP="009A1D70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A1D70" w:rsidRPr="00E06A00" w:rsidRDefault="009A1D70" w:rsidP="009A1D70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10-08-019-01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A1D70" w:rsidRPr="00E06A00" w:rsidRDefault="009A1D70" w:rsidP="009A1D70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A1D70" w:rsidRPr="00696B45" w:rsidRDefault="009A1D70" w:rsidP="009A1D70">
            <w:pPr>
              <w:pStyle w:val="aff2"/>
              <w:framePr w:wrap="auto" w:vAnchor="margin" w:hAnchor="text" w:xAlign="left" w:yAlign="inline"/>
              <w:jc w:val="center"/>
            </w:pPr>
            <w:r>
              <w:t>69</w:t>
            </w: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</w:tr>
      <w:tr w:rsidR="0030286A" w:rsidRPr="00C31C3E" w:rsidTr="00E703DE">
        <w:tc>
          <w:tcPr>
            <w:tcW w:w="696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</w:p>
        </w:tc>
        <w:tc>
          <w:tcPr>
            <w:tcW w:w="615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30286A" w:rsidRPr="00E06A00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30286A" w:rsidRDefault="0030286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696B45" w:rsidRDefault="009C0E1B" w:rsidP="009C0E1B">
            <w:pPr>
              <w:pStyle w:val="aff2"/>
              <w:framePr w:wrap="auto" w:vAnchor="margin" w:hAnchor="text" w:xAlign="left" w:yAlign="inline"/>
              <w:jc w:val="center"/>
            </w:pPr>
          </w:p>
        </w:tc>
      </w:tr>
      <w:tr w:rsidR="00DB0BAA" w:rsidRPr="00C31C3E" w:rsidTr="00E703DE">
        <w:tc>
          <w:tcPr>
            <w:tcW w:w="696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2B249F">
              <w:rPr>
                <w:lang w:val="ru-RU"/>
              </w:rPr>
              <w:t>Установка резистора в коммутационную коробку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w w:val="80"/>
                <w:lang w:val="ru-RU"/>
              </w:rPr>
            </w:pPr>
            <w:r w:rsidRPr="002B249F"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2B249F">
              <w:rPr>
                <w:lang w:val="ru-RU"/>
              </w:rPr>
              <w:t>10-04-030-02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B0BAA" w:rsidRPr="00C31C3E" w:rsidTr="00E703DE">
        <w:tc>
          <w:tcPr>
            <w:tcW w:w="696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То же, поставляемого комплектно с «С2000-АР8»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2B249F">
              <w:rPr>
                <w:lang w:val="ru-RU"/>
              </w:rPr>
              <w:t>10-04-030-02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DB0BAA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</w:tr>
      <w:tr w:rsidR="00DB0BAA" w:rsidRPr="00C31C3E" w:rsidTr="00E703DE">
        <w:tc>
          <w:tcPr>
            <w:tcW w:w="696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2B249F">
              <w:rPr>
                <w:lang w:val="ru-RU"/>
              </w:rPr>
              <w:t>Установка диода в коммутационную коробку</w:t>
            </w:r>
            <w:r>
              <w:rPr>
                <w:lang w:val="ru-RU"/>
              </w:rPr>
              <w:t>, поставляется коплектно с «С2000-КПБ»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w w:val="80"/>
                <w:lang w:val="ru-RU"/>
              </w:rPr>
            </w:pPr>
            <w:r w:rsidRPr="002B249F">
              <w:rPr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2B249F">
              <w:rPr>
                <w:lang w:val="ru-RU"/>
              </w:rPr>
              <w:t>10-04-030-02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DB0BAA" w:rsidRPr="002B249F" w:rsidRDefault="00DB0BAA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DB0BAA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 xml:space="preserve">Монтаж кабель канала по стенам </w:t>
            </w:r>
            <w:r w:rsidR="00DB0BAA">
              <w:rPr>
                <w:lang w:val="ru-RU"/>
              </w:rPr>
              <w:t>25х16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F633C7">
              <w:rPr>
                <w:w w:val="80"/>
                <w:lang w:val="ru-RU"/>
              </w:rPr>
              <w:t>100 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2D2939">
              <w:rPr>
                <w:rFonts w:eastAsia="Calibri" w:cs="Times New Roman"/>
                <w:lang w:val="ru-RU"/>
              </w:rPr>
              <w:t>08-02-396-20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DB0BA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0,14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B0172B" w:rsidRDefault="009C0E1B" w:rsidP="00DB0BAA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То же, 60</w:t>
            </w:r>
            <w:r w:rsidR="00DB0BAA">
              <w:rPr>
                <w:lang w:val="ru-RU"/>
              </w:rPr>
              <w:t>х</w:t>
            </w:r>
            <w:r>
              <w:rPr>
                <w:lang w:val="ru-RU"/>
              </w:rPr>
              <w:t>40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CB0477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w w:val="80"/>
                <w:lang w:val="ru-RU"/>
              </w:rPr>
            </w:pPr>
            <w:r w:rsidRPr="00C448DC">
              <w:rPr>
                <w:w w:val="80"/>
                <w:lang w:val="ru-RU"/>
              </w:rPr>
              <w:t>100 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9C6546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164A3B">
              <w:rPr>
                <w:lang w:val="ru-RU"/>
              </w:rPr>
              <w:t>08-02-396-</w:t>
            </w:r>
            <w:r>
              <w:rPr>
                <w:lang w:val="ru-RU"/>
              </w:rPr>
              <w:t>22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9C6546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9C6546" w:rsidRDefault="009C0E1B" w:rsidP="00DB0BAA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</w:t>
            </w:r>
            <w:r w:rsidR="00DB0BAA">
              <w:rPr>
                <w:lang w:val="ru-RU"/>
              </w:rPr>
              <w:t>02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Прокладка кабеля в установленные короба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Pr="006F1430" w:rsidRDefault="009C0E1B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A222DC">
              <w:t>КПСЭнг-FRLS</w:t>
            </w:r>
            <w:r>
              <w:rPr>
                <w:lang w:val="ru-RU"/>
              </w:rPr>
              <w:t xml:space="preserve"> 1х2х0,75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F633C7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w w:val="80"/>
                <w:lang w:val="ru-RU"/>
              </w:rPr>
            </w:pPr>
            <w:r w:rsidRPr="00F633C7">
              <w:rPr>
                <w:w w:val="80"/>
                <w:lang w:val="ru-RU"/>
              </w:rPr>
              <w:t>100 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DC19D2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rFonts w:eastAsia="Calibri" w:cs="Times New Roman"/>
              </w:rPr>
              <w:t>08-02-399-1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9C6546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Default="00DB0BA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0,26</w:t>
            </w:r>
          </w:p>
        </w:tc>
      </w:tr>
      <w:tr w:rsidR="004B1D6E" w:rsidRPr="00C31C3E" w:rsidTr="00E703DE">
        <w:tc>
          <w:tcPr>
            <w:tcW w:w="696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Прокладка металлорукава по установленным конструкциям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4B1D6E" w:rsidRPr="00C813BC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100м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08-02-411-01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1,12</w:t>
            </w:r>
          </w:p>
        </w:tc>
      </w:tr>
      <w:tr w:rsidR="004B1D6E" w:rsidRPr="00C31C3E" w:rsidTr="00E703DE">
        <w:tc>
          <w:tcPr>
            <w:tcW w:w="696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4B1D6E" w:rsidRDefault="004B1D6E" w:rsidP="004B1D6E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 xml:space="preserve">Затягивание кабеля </w:t>
            </w:r>
            <w:r w:rsidRPr="004402D2">
              <w:rPr>
                <w:lang w:val="ru-RU"/>
              </w:rPr>
              <w:t>КПСЭнг-</w:t>
            </w:r>
            <w:r w:rsidRPr="00A222DC">
              <w:t>FRLS</w:t>
            </w:r>
            <w:r>
              <w:rPr>
                <w:lang w:val="ru-RU"/>
              </w:rPr>
              <w:t xml:space="preserve"> 1х2х0,75 в металлорукав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4B1D6E" w:rsidRPr="00C813BC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813BC">
              <w:rPr>
                <w:lang w:val="ru-RU"/>
              </w:rPr>
              <w:t>100м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2B249F">
              <w:rPr>
                <w:lang w:val="ru-RU"/>
              </w:rPr>
              <w:t>08-02-4</w:t>
            </w:r>
            <w:r>
              <w:rPr>
                <w:lang w:val="ru-RU"/>
              </w:rPr>
              <w:t>12</w:t>
            </w:r>
            <w:r w:rsidRPr="002B249F">
              <w:rPr>
                <w:lang w:val="ru-RU"/>
              </w:rPr>
              <w:t>-</w:t>
            </w:r>
            <w:r>
              <w:rPr>
                <w:lang w:val="ru-RU"/>
              </w:rPr>
              <w:t>0</w:t>
            </w:r>
            <w:r w:rsidRPr="002B249F">
              <w:rPr>
                <w:lang w:val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1,12</w:t>
            </w:r>
          </w:p>
        </w:tc>
      </w:tr>
      <w:tr w:rsidR="004B1D6E" w:rsidRPr="00C31C3E" w:rsidTr="00E703DE">
        <w:tc>
          <w:tcPr>
            <w:tcW w:w="696" w:type="dxa"/>
            <w:shd w:val="clear" w:color="auto" w:fill="auto"/>
            <w:vAlign w:val="top"/>
          </w:tcPr>
          <w:p w:rsidR="004B1D6E" w:rsidRPr="002B249F" w:rsidRDefault="004B1D6E" w:rsidP="004B1D6E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4B1D6E" w:rsidRPr="0076718E" w:rsidRDefault="004B1D6E" w:rsidP="004B1D6E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 xml:space="preserve">Прокладка кабеля </w:t>
            </w:r>
            <w:r w:rsidRPr="0076718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гофрированной трубе </w:t>
            </w:r>
            <w:r w:rsidRPr="0076718E">
              <w:rPr>
                <w:lang w:val="ru-RU"/>
              </w:rPr>
              <w:t xml:space="preserve"> 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4B1D6E" w:rsidRPr="00C813BC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Pr="00C813BC">
              <w:rPr>
                <w:lang w:val="ru-RU"/>
              </w:rPr>
              <w:t>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4B1D6E" w:rsidRPr="00C274E0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08-02-</w:t>
            </w:r>
            <w:r>
              <w:rPr>
                <w:lang w:val="ru-RU"/>
              </w:rPr>
              <w:t>413-01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4B1D6E" w:rsidRPr="00C274E0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4B1D6E" w:rsidRPr="00C274E0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7,32</w:t>
            </w:r>
          </w:p>
        </w:tc>
      </w:tr>
      <w:tr w:rsidR="00DB0BAA" w:rsidRPr="00C31C3E" w:rsidTr="00E703DE">
        <w:tc>
          <w:tcPr>
            <w:tcW w:w="696" w:type="dxa"/>
            <w:shd w:val="clear" w:color="auto" w:fill="auto"/>
            <w:vAlign w:val="top"/>
          </w:tcPr>
          <w:p w:rsidR="00DB0BAA" w:rsidRPr="00E06A00" w:rsidRDefault="00DB0BAA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DB0BAA" w:rsidRPr="004B1D6E" w:rsidRDefault="004B1D6E" w:rsidP="009C0E1B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A222DC">
              <w:t>КПСЭнг-FRLS</w:t>
            </w:r>
            <w:r>
              <w:rPr>
                <w:lang w:val="ru-RU"/>
              </w:rPr>
              <w:t xml:space="preserve"> 1х2х0,75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DB0BAA" w:rsidRPr="00F633C7" w:rsidRDefault="00DB0BAA" w:rsidP="009C0E1B">
            <w:pPr>
              <w:pStyle w:val="aff2"/>
              <w:framePr w:wrap="auto" w:vAnchor="margin" w:hAnchor="text" w:xAlign="left" w:yAlign="inline"/>
              <w:jc w:val="center"/>
              <w:rPr>
                <w:w w:val="80"/>
                <w:lang w:val="ru-RU"/>
              </w:rPr>
            </w:pPr>
          </w:p>
        </w:tc>
        <w:tc>
          <w:tcPr>
            <w:tcW w:w="1512" w:type="dxa"/>
            <w:shd w:val="clear" w:color="auto" w:fill="auto"/>
            <w:vAlign w:val="top"/>
          </w:tcPr>
          <w:p w:rsidR="00DB0BAA" w:rsidRPr="004B1D6E" w:rsidRDefault="00DB0BAA" w:rsidP="009C0E1B">
            <w:pPr>
              <w:pStyle w:val="aff2"/>
              <w:framePr w:wrap="auto" w:vAnchor="margin" w:hAnchor="text" w:xAlign="left" w:yAlign="inline"/>
              <w:jc w:val="center"/>
              <w:rPr>
                <w:rFonts w:eastAsia="Calibri" w:cs="Times New Roman"/>
                <w:lang w:val="ru-RU"/>
              </w:rPr>
            </w:pPr>
          </w:p>
        </w:tc>
        <w:tc>
          <w:tcPr>
            <w:tcW w:w="1134" w:type="dxa"/>
            <w:shd w:val="clear" w:color="auto" w:fill="auto"/>
            <w:vAlign w:val="top"/>
          </w:tcPr>
          <w:p w:rsidR="00DB0BAA" w:rsidRPr="009C6546" w:rsidRDefault="00DB0BA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DB0BAA" w:rsidRDefault="00DB0BAA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</w:tr>
      <w:tr w:rsidR="004B1D6E" w:rsidRPr="00C31C3E" w:rsidTr="00E703DE">
        <w:tc>
          <w:tcPr>
            <w:tcW w:w="696" w:type="dxa"/>
            <w:shd w:val="clear" w:color="auto" w:fill="auto"/>
            <w:vAlign w:val="top"/>
          </w:tcPr>
          <w:p w:rsidR="004B1D6E" w:rsidRPr="00E06A00" w:rsidRDefault="004B1D6E" w:rsidP="004B1D6E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4B1D6E" w:rsidRPr="004B1D6E" w:rsidRDefault="004B1D6E" w:rsidP="004B1D6E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То же, кабеля ВВГнг-</w:t>
            </w:r>
            <w:r>
              <w:t>FRLS</w:t>
            </w:r>
            <w:r w:rsidRPr="004B1D6E">
              <w:rPr>
                <w:lang w:val="ru-RU"/>
              </w:rPr>
              <w:t xml:space="preserve"> 3</w:t>
            </w:r>
            <w:r>
              <w:rPr>
                <w:lang w:val="ru-RU"/>
              </w:rPr>
              <w:t>х1,5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4B1D6E" w:rsidRPr="00C813BC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Pr="00C813BC">
              <w:rPr>
                <w:lang w:val="ru-RU"/>
              </w:rPr>
              <w:t>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4B1D6E" w:rsidRPr="00C274E0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08-02-</w:t>
            </w:r>
            <w:r>
              <w:rPr>
                <w:lang w:val="ru-RU"/>
              </w:rPr>
              <w:t>413-01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4B1D6E" w:rsidRPr="00C274E0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4B1D6E" w:rsidRPr="00C274E0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0,35</w:t>
            </w:r>
          </w:p>
        </w:tc>
      </w:tr>
      <w:tr w:rsidR="004B1D6E" w:rsidRPr="00C31C3E" w:rsidTr="00E703DE">
        <w:tc>
          <w:tcPr>
            <w:tcW w:w="696" w:type="dxa"/>
            <w:shd w:val="clear" w:color="auto" w:fill="auto"/>
            <w:vAlign w:val="top"/>
          </w:tcPr>
          <w:p w:rsidR="004B1D6E" w:rsidRPr="00E06A00" w:rsidRDefault="004B1D6E" w:rsidP="004B1D6E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4B1D6E" w:rsidRPr="004B1D6E" w:rsidRDefault="004B1D6E" w:rsidP="004B1D6E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-//-, кабеля ВВГнг-</w:t>
            </w:r>
            <w:r>
              <w:t>FRLS</w:t>
            </w:r>
            <w:r w:rsidRPr="004B1D6E">
              <w:rPr>
                <w:lang w:val="ru-RU"/>
              </w:rPr>
              <w:t xml:space="preserve"> 3</w:t>
            </w:r>
            <w:r>
              <w:rPr>
                <w:lang w:val="ru-RU"/>
              </w:rPr>
              <w:t>х2,5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4B1D6E" w:rsidRPr="00C813BC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Pr="00C813BC">
              <w:rPr>
                <w:lang w:val="ru-RU"/>
              </w:rPr>
              <w:t>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4B1D6E" w:rsidRPr="00C274E0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08-02-</w:t>
            </w:r>
            <w:r>
              <w:rPr>
                <w:lang w:val="ru-RU"/>
              </w:rPr>
              <w:t>413-02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4B1D6E" w:rsidRPr="00C274E0" w:rsidRDefault="004B1D6E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4B1D6E" w:rsidRPr="00696B45" w:rsidRDefault="004B1D6E" w:rsidP="00696B45">
            <w:pPr>
              <w:pStyle w:val="aff2"/>
              <w:framePr w:wrap="auto" w:vAnchor="margin" w:hAnchor="text" w:xAlign="left" w:yAlign="inline"/>
              <w:jc w:val="center"/>
            </w:pPr>
            <w:r>
              <w:rPr>
                <w:lang w:val="ru-RU"/>
              </w:rPr>
              <w:t>0,2</w:t>
            </w:r>
            <w:r w:rsidR="00696B45">
              <w:t>0</w:t>
            </w:r>
          </w:p>
        </w:tc>
      </w:tr>
      <w:tr w:rsidR="0094316D" w:rsidRPr="00C31C3E" w:rsidTr="00E703DE">
        <w:tc>
          <w:tcPr>
            <w:tcW w:w="696" w:type="dxa"/>
            <w:shd w:val="clear" w:color="auto" w:fill="auto"/>
            <w:vAlign w:val="top"/>
          </w:tcPr>
          <w:p w:rsidR="0094316D" w:rsidRPr="00E06A00" w:rsidRDefault="0094316D" w:rsidP="004B1D6E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4316D" w:rsidRDefault="0094316D" w:rsidP="004B1D6E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Прокладка стальной трубы ø15мм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4316D" w:rsidRDefault="0094316D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100м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4316D" w:rsidRPr="00C448DC" w:rsidRDefault="0094316D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t>08-02-408-01 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4316D" w:rsidRPr="00C274E0" w:rsidRDefault="0094316D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4316D" w:rsidRDefault="0094316D" w:rsidP="004B1D6E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0,42</w:t>
            </w:r>
          </w:p>
        </w:tc>
      </w:tr>
      <w:tr w:rsidR="0094316D" w:rsidRPr="00C31C3E" w:rsidTr="00E703DE">
        <w:tc>
          <w:tcPr>
            <w:tcW w:w="696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4316D" w:rsidRPr="0076718E" w:rsidRDefault="0094316D" w:rsidP="0094316D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 xml:space="preserve">Прокладка кабеля </w:t>
            </w:r>
            <w:r w:rsidRPr="0076718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в гофрированной трубе  </w:t>
            </w:r>
            <w:r w:rsidRPr="0094316D">
              <w:rPr>
                <w:lang w:val="ru-RU"/>
              </w:rPr>
              <w:t xml:space="preserve"> КПСЭнг-</w:t>
            </w:r>
            <w:r w:rsidRPr="00A222DC">
              <w:t>FRLS</w:t>
            </w:r>
            <w:r>
              <w:rPr>
                <w:lang w:val="ru-RU"/>
              </w:rPr>
              <w:t xml:space="preserve"> 1х2х0,75</w:t>
            </w:r>
            <w:r w:rsidRPr="0076718E">
              <w:rPr>
                <w:lang w:val="ru-RU"/>
              </w:rPr>
              <w:t xml:space="preserve"> 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4316D" w:rsidRPr="00C813BC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Pr="00C813BC">
              <w:rPr>
                <w:lang w:val="ru-RU"/>
              </w:rPr>
              <w:t>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4316D" w:rsidRPr="00C274E0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C448DC">
              <w:rPr>
                <w:lang w:val="ru-RU"/>
              </w:rPr>
              <w:t>08-02-</w:t>
            </w:r>
            <w:r>
              <w:rPr>
                <w:lang w:val="ru-RU"/>
              </w:rPr>
              <w:t>413-01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4316D" w:rsidRPr="00C274E0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4316D" w:rsidRPr="00C274E0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0,2</w:t>
            </w:r>
          </w:p>
        </w:tc>
      </w:tr>
      <w:tr w:rsidR="0094316D" w:rsidRPr="00C31C3E" w:rsidTr="00E703DE">
        <w:tc>
          <w:tcPr>
            <w:tcW w:w="696" w:type="dxa"/>
            <w:shd w:val="clear" w:color="auto" w:fill="auto"/>
            <w:vAlign w:val="top"/>
          </w:tcPr>
          <w:p w:rsidR="0094316D" w:rsidRPr="00E06A00" w:rsidRDefault="0094316D" w:rsidP="0094316D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4316D" w:rsidRPr="0094316D" w:rsidRDefault="0094316D" w:rsidP="0094316D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То же, кабеля КСРВнг-</w:t>
            </w:r>
            <w:r>
              <w:t>FRLS</w:t>
            </w:r>
            <w:r w:rsidRPr="0094316D">
              <w:rPr>
                <w:lang w:val="ru-RU"/>
              </w:rPr>
              <w:t xml:space="preserve"> 6</w:t>
            </w:r>
            <w:r>
              <w:t>x</w:t>
            </w:r>
            <w:r w:rsidRPr="0094316D">
              <w:rPr>
                <w:lang w:val="ru-RU"/>
              </w:rPr>
              <w:t>0.64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4316D" w:rsidRPr="00C813BC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  <w:r w:rsidRPr="00C813BC">
              <w:rPr>
                <w:lang w:val="ru-RU"/>
              </w:rPr>
              <w:t>м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4316D" w:rsidRPr="0094316D" w:rsidRDefault="0094316D" w:rsidP="0094316D">
            <w:pPr>
              <w:pStyle w:val="aff2"/>
              <w:framePr w:wrap="auto" w:vAnchor="margin" w:hAnchor="text" w:xAlign="left" w:yAlign="inline"/>
              <w:jc w:val="center"/>
            </w:pPr>
            <w:r w:rsidRPr="00C448DC">
              <w:rPr>
                <w:lang w:val="ru-RU"/>
              </w:rPr>
              <w:t>08-02-</w:t>
            </w:r>
            <w:r>
              <w:rPr>
                <w:lang w:val="ru-RU"/>
              </w:rPr>
              <w:t>413-0</w:t>
            </w:r>
            <w:r>
              <w:t>2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4316D" w:rsidRPr="00C274E0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4316D" w:rsidRPr="0094316D" w:rsidRDefault="0094316D" w:rsidP="0094316D">
            <w:pPr>
              <w:pStyle w:val="aff2"/>
              <w:framePr w:wrap="auto" w:vAnchor="margin" w:hAnchor="text" w:xAlign="left" w:yAlign="inline"/>
              <w:jc w:val="center"/>
            </w:pPr>
            <w:r>
              <w:rPr>
                <w:lang w:val="ru-RU"/>
              </w:rPr>
              <w:t>0,</w:t>
            </w:r>
            <w:r>
              <w:t>22</w:t>
            </w:r>
          </w:p>
        </w:tc>
      </w:tr>
      <w:tr w:rsidR="009C0E1B" w:rsidRPr="00C31C3E" w:rsidTr="00E703DE">
        <w:tc>
          <w:tcPr>
            <w:tcW w:w="696" w:type="dxa"/>
            <w:shd w:val="clear" w:color="auto" w:fill="auto"/>
            <w:vAlign w:val="top"/>
          </w:tcPr>
          <w:p w:rsidR="009C0E1B" w:rsidRPr="00E06A00" w:rsidRDefault="009C0E1B" w:rsidP="009C0E1B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C0E1B" w:rsidRDefault="009C0E1B" w:rsidP="00DB0BAA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Пробивка отверстий в перегородках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C0E1B" w:rsidRPr="00C274E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F633C7">
              <w:rPr>
                <w:w w:val="80"/>
                <w:lang w:val="ru-RU"/>
              </w:rPr>
              <w:t xml:space="preserve">100 </w:t>
            </w:r>
            <w:r>
              <w:rPr>
                <w:w w:val="80"/>
                <w:lang w:val="ru-RU"/>
              </w:rPr>
              <w:t>шт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C0E1B" w:rsidRPr="00C274E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46-03-009-03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C0E1B" w:rsidRPr="00C274E0" w:rsidRDefault="009C0E1B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C0E1B" w:rsidRPr="00C274E0" w:rsidRDefault="00C50314" w:rsidP="009C0E1B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0,06</w:t>
            </w:r>
          </w:p>
        </w:tc>
      </w:tr>
      <w:tr w:rsidR="0094316D" w:rsidRPr="00C31C3E" w:rsidTr="00E703DE">
        <w:tc>
          <w:tcPr>
            <w:tcW w:w="696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2B249F">
              <w:rPr>
                <w:lang w:val="ru-RU"/>
              </w:rPr>
              <w:t>Разделка и включение однопарного кабеля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4316D" w:rsidRPr="00C813BC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sz w:val="20"/>
                <w:szCs w:val="20"/>
                <w:lang w:val="ru-RU"/>
              </w:rPr>
            </w:pPr>
            <w:r w:rsidRPr="00015158">
              <w:rPr>
                <w:lang w:val="ru-RU"/>
              </w:rPr>
              <w:t xml:space="preserve">10 </w:t>
            </w:r>
            <w:r w:rsidRPr="00C813BC">
              <w:rPr>
                <w:sz w:val="20"/>
                <w:szCs w:val="20"/>
                <w:lang w:val="ru-RU"/>
              </w:rPr>
              <w:t>концов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2B249F">
              <w:rPr>
                <w:lang w:val="ru-RU"/>
              </w:rPr>
              <w:t>10-01-051-33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4316D" w:rsidRPr="00696B45" w:rsidRDefault="00696B45" w:rsidP="00696B45">
            <w:pPr>
              <w:pStyle w:val="aff2"/>
              <w:framePr w:wrap="auto" w:vAnchor="margin" w:hAnchor="text" w:xAlign="left" w:yAlign="inline"/>
              <w:jc w:val="center"/>
            </w:pPr>
            <w:r>
              <w:t>3.89</w:t>
            </w:r>
          </w:p>
        </w:tc>
      </w:tr>
      <w:tr w:rsidR="0094316D" w:rsidRPr="00C31C3E" w:rsidTr="00E703DE">
        <w:tc>
          <w:tcPr>
            <w:tcW w:w="696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 w:rsidRPr="002B249F">
              <w:rPr>
                <w:lang w:val="ru-RU"/>
              </w:rPr>
              <w:t>Измерение шлейфов пожарной сигнализации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94316D" w:rsidRPr="00C813BC" w:rsidRDefault="0094316D" w:rsidP="009A1D70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9A1D70">
              <w:rPr>
                <w:sz w:val="20"/>
                <w:szCs w:val="20"/>
                <w:lang w:val="ru-RU"/>
              </w:rPr>
              <w:t>100</w:t>
            </w:r>
            <w:r w:rsidR="009A1D70" w:rsidRPr="009A1D70">
              <w:rPr>
                <w:sz w:val="20"/>
                <w:szCs w:val="20"/>
                <w:lang w:val="ru-RU"/>
              </w:rPr>
              <w:t>пар</w:t>
            </w:r>
            <w:r w:rsidRPr="00C813BC">
              <w:rPr>
                <w:lang w:val="ru-RU"/>
              </w:rPr>
              <w:t xml:space="preserve"> 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2B249F">
              <w:rPr>
                <w:lang w:val="ru-RU"/>
              </w:rPr>
              <w:t>10-06-032-01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94316D" w:rsidRPr="002B249F" w:rsidRDefault="0094316D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94316D" w:rsidRPr="0094316D" w:rsidRDefault="0094316D" w:rsidP="0094316D">
            <w:pPr>
              <w:pStyle w:val="aff2"/>
              <w:framePr w:wrap="auto" w:vAnchor="margin" w:hAnchor="text" w:xAlign="left" w:yAlign="inline"/>
              <w:jc w:val="center"/>
            </w:pPr>
            <w:r w:rsidRPr="002B249F">
              <w:rPr>
                <w:lang w:val="ru-RU"/>
              </w:rPr>
              <w:t>0,</w:t>
            </w:r>
            <w:r>
              <w:t>29</w:t>
            </w:r>
          </w:p>
        </w:tc>
      </w:tr>
      <w:tr w:rsidR="00BA462B" w:rsidRPr="00C31C3E" w:rsidTr="00E703DE">
        <w:tc>
          <w:tcPr>
            <w:tcW w:w="696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Грунтовка стальных труб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BA462B" w:rsidRPr="009A1D70" w:rsidRDefault="00BA462B" w:rsidP="009A1D70">
            <w:pPr>
              <w:pStyle w:val="aff2"/>
              <w:framePr w:wrap="auto" w:vAnchor="margin" w:hAnchor="text" w:xAlign="left" w:yAlign="inline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100м2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 w:rsidRPr="00BA462B">
              <w:rPr>
                <w:lang w:val="ru-RU"/>
              </w:rPr>
              <w:t>13-03-002-04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0,028</w:t>
            </w:r>
          </w:p>
        </w:tc>
      </w:tr>
      <w:tr w:rsidR="00BA462B" w:rsidRPr="00C31C3E" w:rsidTr="00E703DE">
        <w:tc>
          <w:tcPr>
            <w:tcW w:w="696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ind w:left="0" w:right="0"/>
              <w:jc w:val="center"/>
              <w:rPr>
                <w:lang w:val="ru-RU"/>
              </w:rPr>
            </w:pPr>
          </w:p>
        </w:tc>
        <w:tc>
          <w:tcPr>
            <w:tcW w:w="5054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rPr>
                <w:lang w:val="ru-RU"/>
              </w:rPr>
            </w:pPr>
            <w:r>
              <w:rPr>
                <w:lang w:val="ru-RU"/>
              </w:rPr>
              <w:t>Окраска стальных труб эмалью</w:t>
            </w:r>
          </w:p>
        </w:tc>
        <w:tc>
          <w:tcPr>
            <w:tcW w:w="615" w:type="dxa"/>
            <w:shd w:val="clear" w:color="auto" w:fill="auto"/>
            <w:vAlign w:val="top"/>
          </w:tcPr>
          <w:p w:rsidR="00BA462B" w:rsidRPr="009A1D70" w:rsidRDefault="00BA462B" w:rsidP="009A1D70">
            <w:pPr>
              <w:pStyle w:val="aff2"/>
              <w:framePr w:wrap="auto" w:vAnchor="margin" w:hAnchor="text" w:xAlign="left" w:yAlign="inline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100м2</w:t>
            </w:r>
          </w:p>
        </w:tc>
        <w:tc>
          <w:tcPr>
            <w:tcW w:w="1512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13-03-004-26</w:t>
            </w:r>
          </w:p>
        </w:tc>
        <w:tc>
          <w:tcPr>
            <w:tcW w:w="1134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</w:p>
        </w:tc>
        <w:tc>
          <w:tcPr>
            <w:tcW w:w="1540" w:type="dxa"/>
            <w:shd w:val="clear" w:color="auto" w:fill="auto"/>
            <w:vAlign w:val="top"/>
          </w:tcPr>
          <w:p w:rsidR="00BA462B" w:rsidRPr="002B249F" w:rsidRDefault="00BA462B" w:rsidP="0094316D">
            <w:pPr>
              <w:pStyle w:val="aff2"/>
              <w:framePr w:wrap="auto" w:vAnchor="margin" w:hAnchor="text" w:xAlign="left" w:yAlign="inline"/>
              <w:jc w:val="center"/>
              <w:rPr>
                <w:lang w:val="ru-RU"/>
              </w:rPr>
            </w:pPr>
            <w:r>
              <w:rPr>
                <w:lang w:val="ru-RU"/>
              </w:rPr>
              <w:t>0,028</w:t>
            </w:r>
          </w:p>
        </w:tc>
      </w:tr>
    </w:tbl>
    <w:p w:rsidR="005F44C4" w:rsidRPr="00583C5D" w:rsidRDefault="005F44C4" w:rsidP="00BA462B">
      <w:pPr>
        <w:spacing w:before="100" w:after="100"/>
      </w:pPr>
    </w:p>
    <w:sectPr w:rsidR="005F44C4" w:rsidRPr="00583C5D" w:rsidSect="00E703DE">
      <w:headerReference w:type="default" r:id="rId8"/>
      <w:footerReference w:type="default" r:id="rId9"/>
      <w:headerReference w:type="first" r:id="rId10"/>
      <w:pgSz w:w="11906" w:h="16838" w:code="9"/>
      <w:pgMar w:top="1418" w:right="680" w:bottom="1985" w:left="1474" w:header="335" w:footer="232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DC8" w:rsidRDefault="00CB6DC8" w:rsidP="000F4D31">
      <w:pPr>
        <w:spacing w:line="240" w:lineRule="auto"/>
      </w:pPr>
      <w:r>
        <w:separator/>
      </w:r>
    </w:p>
  </w:endnote>
  <w:endnote w:type="continuationSeparator" w:id="1">
    <w:p w:rsidR="00CB6DC8" w:rsidRDefault="00CB6DC8" w:rsidP="000F4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OST type B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OST_SNG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3DE" w:rsidRDefault="00E703DE" w:rsidP="00A638D2">
    <w:pPr>
      <w:spacing w:before="100" w:after="1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DC8" w:rsidRDefault="00CB6DC8" w:rsidP="000F4D31">
      <w:pPr>
        <w:spacing w:line="240" w:lineRule="auto"/>
      </w:pPr>
      <w:r>
        <w:separator/>
      </w:r>
    </w:p>
  </w:footnote>
  <w:footnote w:type="continuationSeparator" w:id="1">
    <w:p w:rsidR="00CB6DC8" w:rsidRDefault="00CB6DC8" w:rsidP="000F4D3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3DE" w:rsidRDefault="00F251C4">
    <w:r>
      <w:rPr>
        <w:noProof/>
        <w:lang w:eastAsia="ru-RU"/>
      </w:rPr>
      <w:pict>
        <v:group id="_x0000_s15003" style="position:absolute;margin-left:-50.75pt;margin-top:-2.2pt;width:559.95pt;height:806.75pt;z-index:254822400" coordorigin="459,291" coordsize="11199,16135">
          <v:group id="_x0000_s14691" style="position:absolute;left:1157;top:15577;width:3648;height:566" coordorigin="1383,14427" coordsize="3648,566" o:regroupid="72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692" type="#_x0000_t202" style="position:absolute;left:1383;top:14705;width:541;height:277;v-text-anchor:middle" filled="f" stroked="f" strokeweight="1.25pt">
              <v:textbox style="mso-next-textbox:#_x0000_s14692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  <v:shape id="_x0000_s14693" type="#_x0000_t202" style="position:absolute;left:1388;top:14442;width:541;height:277;v-text-anchor:middle" filled="f" stroked="f" strokeweight="1.25pt">
              <v:textbox style="mso-next-textbox:#_x0000_s14693" inset=".6mm,0,0,0">
                <w:txbxContent>
                  <w:p w:rsidR="00E703DE" w:rsidRPr="00103305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  <v:shape id="_x0000_s14694" type="#_x0000_t202" style="position:absolute;left:1383;top:14427;width:541;height:277;v-text-anchor:middle" filled="f" stroked="f" strokeweight="1.25pt">
              <v:textbox style="mso-next-textbox:#_x0000_s14694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695" type="#_x0000_t202" style="position:absolute;left:1924;top:14439;width:541;height:277;v-text-anchor:middle" filled="f" stroked="f" strokeweight="1.25pt">
              <v:textbox style="mso-next-textbox:#_x0000_s14695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696" type="#_x0000_t202" style="position:absolute;left:1940;top:14716;width:541;height:277;v-text-anchor:middle" filled="f" stroked="f" strokeweight="1.25pt">
              <v:textbox style="mso-next-textbox:#_x0000_s14696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697" type="#_x0000_t202" style="position:absolute;left:2516;top:14704;width:541;height:277;v-text-anchor:middle" filled="f" stroked="f" strokeweight="1.25pt">
              <v:textbox style="mso-next-textbox:#_x0000_s14697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698" type="#_x0000_t202" style="position:absolute;left:2505;top:14427;width:541;height:277;v-text-anchor:middle" filled="f" stroked="f" strokeweight="1.25pt">
              <v:textbox style="mso-next-textbox:#_x0000_s14698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699" type="#_x0000_t202" style="position:absolute;left:3092;top:14427;width:541;height:277;v-text-anchor:middle" filled="f" stroked="f" strokeweight="1.25pt">
              <v:textbox style="mso-next-textbox:#_x0000_s14699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700" type="#_x0000_t202" style="position:absolute;left:3092;top:14704;width:541;height:277;v-text-anchor:middle" filled="f" stroked="f" strokeweight="1.25pt">
              <v:textbox style="mso-next-textbox:#_x0000_s14700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701" type="#_x0000_t202" style="position:absolute;left:4490;top:14716;width:541;height:277;v-text-anchor:middle" filled="f" stroked="f" strokeweight="1.25pt">
              <v:textbox style="mso-next-textbox:#_x0000_s14701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pacing w:val="-6"/>
                        <w:w w:val="90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702" type="#_x0000_t202" style="position:absolute;left:4490;top:14427;width:541;height:277;v-text-anchor:middle" filled="f" stroked="f" strokeweight="1.25pt">
              <v:textbox style="mso-next-textbox:#_x0000_s14702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pacing w:val="-6"/>
                        <w:w w:val="90"/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703" type="#_x0000_t202" style="position:absolute;left:3632;top:14444;width:839;height:277;v-text-anchor:middle" filled="f" stroked="f" strokeweight="1.25pt">
              <v:textbox style="mso-next-textbox:#_x0000_s14703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shape id="_x0000_s14704" type="#_x0000_t202" style="position:absolute;left:3643;top:14705;width:839;height:277;v-text-anchor:middle" filled="f" stroked="f" strokeweight="1.25pt">
              <v:textbox style="mso-next-textbox:#_x0000_s14704" inset=".6mm,0,0,0">
                <w:txbxContent>
                  <w:p w:rsidR="00E703DE" w:rsidRPr="0062209C" w:rsidRDefault="00E703DE" w:rsidP="00E16833">
                    <w:pPr>
                      <w:spacing w:before="0" w:beforeAutospacing="0" w:after="0" w:afterAutospacing="0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v:group>
          <v:rect id="_x0000_s14658" style="position:absolute;left:1139;top:292;width:10500;height:16121;mso-position-horizontal-relative:page;mso-position-vertical-relative:page" o:regroupid="72" filled="f" strokeweight="1.75pt"/>
          <v:rect id="_x0000_s14659" style="position:absolute;left:459;top:11623;width:680;height:4792;mso-position-horizontal-relative:page;mso-position-vertical-relative:page" o:regroupid="72" filled="f" strokeweight="1.75pt"/>
          <v:line id="_x0000_s14660" style="position:absolute;flip:x;mso-position-horizontal-relative:page;mso-position-vertical-relative:page" from="746,11617" to="748,16414" o:regroupid="72" strokeweight="1.75pt">
            <v:stroke startarrowwidth="narrow" startarrowlength="short" endarrowwidth="narrow" endarrowlength="short"/>
          </v:line>
          <v:shape id="_x0000_s14661" type="#_x0000_t202" style="position:absolute;left:467;top:13019;width:283;height:1968" o:regroupid="72" filled="f" stroked="f" strokeweight="1.75pt">
            <v:textbox style="layout-flow:vertical;mso-layout-flow-alt:bottom-to-top;mso-next-textbox:#_x0000_s14661" inset="0,0,0,0">
              <w:txbxContent>
                <w:p w:rsidR="00E703DE" w:rsidRPr="008214E6" w:rsidRDefault="00E703DE" w:rsidP="00E16833">
                  <w:pPr>
                    <w:jc w:val="center"/>
                    <w:rPr>
                      <w:sz w:val="20"/>
                      <w:szCs w:val="20"/>
                    </w:rPr>
                  </w:pPr>
                  <w:r w:rsidRPr="008214E6">
                    <w:rPr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14662" type="#_x0000_t202" style="position:absolute;left:467;top:11616;width:283;height:1376" o:regroupid="72" filled="f" stroked="f" strokeweight="1.75pt">
            <v:textbox style="layout-flow:vertical;mso-layout-flow-alt:bottom-to-top;mso-next-textbox:#_x0000_s14662" inset="0,0,0,0">
              <w:txbxContent>
                <w:p w:rsidR="00E703DE" w:rsidRPr="008214E6" w:rsidRDefault="00E703DE" w:rsidP="00E16833">
                  <w:pPr>
                    <w:jc w:val="center"/>
                    <w:rPr>
                      <w:sz w:val="20"/>
                      <w:szCs w:val="20"/>
                    </w:rPr>
                  </w:pPr>
                  <w:r w:rsidRPr="008214E6">
                    <w:rPr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14663" style="position:absolute" from="463,12992" to="1143,12992" o:regroupid="72" strokeweight="1.75pt"/>
          <v:line id="_x0000_s14665" style="position:absolute;flip:x;mso-position-horizontal-relative:page;mso-position-vertical-relative:page" from="742,11621" to="744,16418" o:regroupid="72" strokeweight="1.75pt">
            <v:stroke startarrowwidth="narrow" startarrowlength="short" endarrowwidth="narrow" endarrowlength="short"/>
          </v:line>
          <v:shape id="_x0000_s14666" type="#_x0000_t202" style="position:absolute;left:467;top:15009;width:283;height:1382" o:regroupid="72" filled="f" stroked="f" strokeweight="1.75pt">
            <v:textbox style="layout-flow:vertical;mso-layout-flow-alt:bottom-to-top;mso-next-textbox:#_x0000_s14666" inset="0,0,0,0">
              <w:txbxContent>
                <w:p w:rsidR="00E703DE" w:rsidRPr="008214E6" w:rsidRDefault="00E703DE" w:rsidP="00E16833">
                  <w:pPr>
                    <w:jc w:val="center"/>
                    <w:rPr>
                      <w:sz w:val="20"/>
                      <w:szCs w:val="20"/>
                    </w:rPr>
                  </w:pPr>
                  <w:r w:rsidRPr="008214E6">
                    <w:rPr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line id="_x0000_s14667" style="position:absolute" from="474,14987" to="1154,14987" o:regroupid="72" strokeweight="1.75pt"/>
          <v:line id="_x0000_s14668" style="position:absolute;mso-position-horizontal-relative:page;mso-position-vertical-relative:page" from="1152,16420" to="4838,16421" o:regroupid="72"/>
          <v:line id="_x0000_s14669" style="position:absolute;mso-position-horizontal-relative:page;mso-position-vertical-relative:page" from="4844,15577" to="4844,16409" o:regroupid="72" strokeweight="1.75p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670" type="#_x0000_t32" style="position:absolute;left:1139;top:15577;width:10501;height:0;flip:x" o:connectortype="straight" o:regroupid="72" strokeweight="1.75pt"/>
          <v:line id="_x0000_s14671" style="position:absolute;mso-position-horizontal-relative:page;mso-position-vertical-relative:page" from="1157,16138" to="4843,16139" o:regroupid="72" strokeweight="1.75pt"/>
          <v:line id="_x0000_s14672" style="position:absolute;mso-position-horizontal-relative:page;mso-position-vertical-relative:page" from="1165,15842" to="4823,15843" o:regroupid="72"/>
          <v:line id="_x0000_s14673" style="position:absolute;mso-position-horizontal-relative:page;mso-position-vertical-relative:page" from="2266,15571" to="2267,16405" o:regroupid="72" strokeweight="1.75pt"/>
          <v:line id="_x0000_s14674" style="position:absolute;mso-position-horizontal-relative:page;mso-position-vertical-relative:page" from="4254,15571" to="4255,16403" o:regroupid="72" strokeweight="1.75pt"/>
          <v:line id="_x0000_s14675" style="position:absolute;mso-position-horizontal-relative:page" from="3406,15577" to="3406,16407" o:regroupid="72" strokeweight="1.75pt"/>
          <v:line id="_x0000_s14676" style="position:absolute;mso-position-horizontal-relative:page;mso-position-vertical-relative:page" from="10975,15572" to="10976,16405" o:regroupid="72" strokeweight="1.75pt"/>
          <v:shape id="_x0000_s14677" type="#_x0000_t202" style="position:absolute;left:1138;top:16134;width:560;height:275;v-text-anchor:middle" o:regroupid="72" filled="f" stroked="f" strokeweight="1.25pt">
            <v:textbox style="mso-next-textbox:#_x0000_s14677" inset="0,.3mm,0,0">
              <w:txbxContent>
                <w:p w:rsidR="00E703DE" w:rsidRPr="008214E6" w:rsidRDefault="00E703DE" w:rsidP="00E16833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Изм.</w:t>
                  </w:r>
                </w:p>
              </w:txbxContent>
            </v:textbox>
          </v:shape>
          <v:line id="_x0000_s14678" style="position:absolute;mso-position-horizontal-relative:page;mso-position-vertical-relative:page" from="1698,15577" to="1699,16422" o:regroupid="72" strokeweight="1.75pt"/>
          <v:line id="_x0000_s14679" style="position:absolute;mso-position-horizontal-relative:page;mso-position-vertical-relative:page" from="2856,15581" to="2857,16426" o:regroupid="72" strokeweight="1.75pt"/>
          <v:shape id="_x0000_s14680" type="#_x0000_t202" style="position:absolute;left:1709;top:16134;width:568;height:280;v-text-anchor:middle" o:regroupid="72" filled="f" stroked="f" strokeweight="1.25pt">
            <v:textbox style="mso-next-textbox:#_x0000_s14680" inset="0,.3mm,0,0">
              <w:txbxContent>
                <w:p w:rsidR="00E703DE" w:rsidRPr="008214E6" w:rsidRDefault="00E703DE" w:rsidP="00E16833">
                  <w:pPr>
                    <w:pStyle w:val="ad"/>
                    <w:spacing w:line="240" w:lineRule="auto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Кол.уч.</w:t>
                  </w:r>
                </w:p>
              </w:txbxContent>
            </v:textbox>
          </v:shape>
          <v:shape id="_x0000_s14681" type="#_x0000_t202" style="position:absolute;left:2266;top:16139;width:590;height:277;v-text-anchor:middle" o:regroupid="72" filled="f" stroked="f" strokeweight="1.25pt">
            <v:textbox style="mso-next-textbox:#_x0000_s14681" inset="0,.3mm,0,0">
              <w:txbxContent>
                <w:p w:rsidR="00E703DE" w:rsidRPr="008214E6" w:rsidRDefault="00E703DE" w:rsidP="00E16833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Лист</w:t>
                  </w:r>
                </w:p>
              </w:txbxContent>
            </v:textbox>
          </v:shape>
          <v:shape id="_x0000_s14682" type="#_x0000_t32" style="position:absolute;left:10993;top:15959;width:661;height:1" o:connectortype="straight" o:regroupid="72" strokeweight="1.75pt"/>
          <v:shape id="_x0000_s14683" type="#_x0000_t202" style="position:absolute;left:10993;top:15960;width:630;height:431;v-text-anchor:middle" o:regroupid="72" filled="f" stroked="f" strokecolor="white">
            <v:textbox style="mso-next-textbox:#_x0000_s14683" inset="1mm,1mm,1mm,1mm">
              <w:txbxContent>
                <w:p w:rsidR="00E703DE" w:rsidRPr="008214E6" w:rsidRDefault="00F251C4" w:rsidP="003C6D90">
                  <w:pPr>
                    <w:spacing w:before="0" w:beforeAutospacing="0" w:after="0" w:afterAutospacing="0"/>
                    <w:jc w:val="center"/>
                    <w:rPr>
                      <w:sz w:val="30"/>
                      <w:szCs w:val="30"/>
                    </w:rPr>
                  </w:pPr>
                  <w:r w:rsidRPr="008214E6">
                    <w:rPr>
                      <w:sz w:val="30"/>
                      <w:szCs w:val="30"/>
                    </w:rPr>
                    <w:fldChar w:fldCharType="begin"/>
                  </w:r>
                  <w:r w:rsidR="00E703DE" w:rsidRPr="008214E6">
                    <w:rPr>
                      <w:sz w:val="30"/>
                      <w:szCs w:val="30"/>
                    </w:rPr>
                    <w:instrText xml:space="preserve"> PAGE  </w:instrText>
                  </w:r>
                  <w:r w:rsidRPr="008214E6">
                    <w:rPr>
                      <w:sz w:val="30"/>
                      <w:szCs w:val="30"/>
                    </w:rPr>
                    <w:fldChar w:fldCharType="separate"/>
                  </w:r>
                  <w:r w:rsidR="00BA462B">
                    <w:rPr>
                      <w:noProof/>
                      <w:sz w:val="30"/>
                      <w:szCs w:val="30"/>
                    </w:rPr>
                    <w:t>2</w:t>
                  </w:r>
                  <w:r w:rsidRPr="008214E6">
                    <w:rPr>
                      <w:sz w:val="30"/>
                      <w:szCs w:val="30"/>
                    </w:rPr>
                    <w:fldChar w:fldCharType="end"/>
                  </w:r>
                </w:p>
              </w:txbxContent>
            </v:textbox>
          </v:shape>
          <v:shape id="_x0000_s14684" type="#_x0000_t202" style="position:absolute;left:4860;top:15583;width:6115;height:813;mso-position-horizontal-relative:margin;v-text-anchor:middle" o:regroupid="72" filled="f" stroked="f" strokeweight="1.25pt">
            <v:textbox style="mso-next-textbox:#_x0000_s14684" inset=".7mm,.7mm,.7mm,.7mm">
              <w:txbxContent>
                <w:p w:rsidR="009C0E1B" w:rsidRPr="005436AF" w:rsidRDefault="009C0E1B" w:rsidP="009C0E1B">
                  <w:pPr>
                    <w:spacing w:before="0" w:beforeAutospacing="0" w:after="0" w:afterAutospacing="0"/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r>
                    <w:rPr>
                      <w:sz w:val="40"/>
                      <w:szCs w:val="40"/>
                    </w:rPr>
                    <w:t>4487/1-ПК1-09-036-ЛПУ1-1-ПС.ВР</w:t>
                  </w:r>
                </w:p>
                <w:p w:rsidR="00E703DE" w:rsidRPr="009C0E1B" w:rsidRDefault="00E703DE" w:rsidP="009C0E1B">
                  <w:pPr>
                    <w:rPr>
                      <w:szCs w:val="40"/>
                    </w:rPr>
                  </w:pPr>
                </w:p>
              </w:txbxContent>
            </v:textbox>
          </v:shape>
          <v:shape id="_x0000_s14685" type="#_x0000_t202" style="position:absolute;left:2856;top:16130;width:551;height:277;v-text-anchor:middle" o:regroupid="72" filled="f" stroked="f" strokeweight="1.25pt">
            <v:textbox style="mso-next-textbox:#_x0000_s14685" inset="0,.3mm,0,0">
              <w:txbxContent>
                <w:p w:rsidR="00E703DE" w:rsidRPr="008214E6" w:rsidRDefault="00E703DE" w:rsidP="00E16833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№Док.</w:t>
                  </w:r>
                </w:p>
              </w:txbxContent>
            </v:textbox>
          </v:shape>
          <v:shape id="_x0000_s14686" type="#_x0000_t202" style="position:absolute;left:3407;top:16134;width:847;height:271;v-text-anchor:middle" o:regroupid="72" filled="f" stroked="f" strokeweight="1.25pt">
            <v:textbox style="mso-next-textbox:#_x0000_s14686" inset="0,.3mm,0,0">
              <w:txbxContent>
                <w:p w:rsidR="00E703DE" w:rsidRPr="008214E6" w:rsidRDefault="00E703DE" w:rsidP="00E16833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Подпись</w:t>
                  </w:r>
                </w:p>
              </w:txbxContent>
            </v:textbox>
          </v:shape>
          <v:shape id="_x0000_s14687" type="#_x0000_t202" style="position:absolute;left:4255;top:16134;width:583;height:277;v-text-anchor:middle" o:regroupid="72" filled="f" stroked="f" strokeweight="1.25pt">
            <v:textbox style="mso-next-textbox:#_x0000_s14687" inset="0,.3mm,0,0">
              <w:txbxContent>
                <w:p w:rsidR="00E703DE" w:rsidRPr="008214E6" w:rsidRDefault="00E703DE" w:rsidP="00E16833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Дата</w:t>
                  </w:r>
                </w:p>
              </w:txbxContent>
            </v:textbox>
          </v:shape>
          <v:shape id="_x0000_s14688" type="#_x0000_t202" style="position:absolute;left:750;top:15009;width:402;height:1382" o:regroupid="72" filled="f" stroked="f" strokeweight="1.75pt">
            <v:textbox style="layout-flow:vertical;mso-layout-flow-alt:bottom-to-top;mso-next-textbox:#_x0000_s14688" inset="0,0,0,0">
              <w:txbxContent>
                <w:p w:rsidR="00E703DE" w:rsidRPr="007B5ACF" w:rsidRDefault="00E703DE" w:rsidP="00E1683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  <v:shape id="_x0000_s14689" type="#_x0000_t202" style="position:absolute;left:750;top:11637;width:388;height:1382" o:regroupid="72" filled="f" stroked="f" strokeweight="1.75pt">
            <v:textbox style="layout-flow:vertical;mso-layout-flow-alt:bottom-to-top;mso-next-textbox:#_x0000_s14689" inset="0,0,0,0">
              <w:txbxContent>
                <w:p w:rsidR="00E703DE" w:rsidRPr="007B5ACF" w:rsidRDefault="00E703DE" w:rsidP="00E1683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  <v:shape id="_x0000_s14690" type="#_x0000_t202" style="position:absolute;left:10975;top:15583;width:648;height:376;v-text-anchor:middle" o:regroupid="72" filled="f" stroked="f" strokeweight="1.25pt">
            <v:textbox style="mso-next-textbox:#_x0000_s14690" inset="0,.4mm,0,0">
              <w:txbxContent>
                <w:p w:rsidR="00E703DE" w:rsidRPr="008214E6" w:rsidRDefault="00E703DE" w:rsidP="008214E6">
                  <w:pPr>
                    <w:pStyle w:val="ad"/>
                    <w:spacing w:before="0" w:beforeAutospacing="0" w:after="0" w:afterAutospacing="0" w:line="20" w:lineRule="atLeast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Лист</w:t>
                  </w:r>
                </w:p>
              </w:txbxContent>
            </v:textbox>
          </v:shape>
          <v:shape id="_x0000_s14940" type="#_x0000_t32" style="position:absolute;left:1140;top:1404;width:10504;height:0" o:connectortype="straight" o:regroupid="72" strokeweight="1.75pt"/>
          <v:shape id="_x0000_s14941" type="#_x0000_t32" style="position:absolute;left:1694;top:298;width:0;height:13373" o:connectortype="straight" o:regroupid="72" strokeweight="1.75pt"/>
          <v:shape id="_x0000_s14942" type="#_x0000_t32" style="position:absolute;left:6863;top:309;width:0;height:13362" o:connectortype="straight" o:regroupid="72" strokeweight="1.75pt"/>
          <v:shape id="_x0000_s14943" type="#_x0000_t32" style="position:absolute;left:10091;top:296;width:5;height:13375;flip:x" o:connectortype="straight" o:regroupid="72" strokeweight="1.75pt"/>
          <v:shape id="_x0000_s14944" type="#_x0000_t32" style="position:absolute;left:1139;top:1860;width:10504;height:0" o:connectortype="straight" o:regroupid="72"/>
          <v:shape id="_x0000_s14945" type="#_x0000_t32" style="position:absolute;left:1147;top:2314;width:10504;height:0" o:connectortype="straight" o:regroupid="72"/>
          <v:shape id="_x0000_s14946" type="#_x0000_t32" style="position:absolute;left:1140;top:2768;width:10504;height:0" o:connectortype="straight" o:regroupid="72"/>
          <v:shape id="_x0000_s14947" type="#_x0000_t32" style="position:absolute;left:1140;top:3222;width:10504;height:0" o:connectortype="straight" o:regroupid="72"/>
          <v:shape id="_x0000_s14948" type="#_x0000_t32" style="position:absolute;left:1147;top:3676;width:10504;height:0" o:connectortype="straight" o:regroupid="72"/>
          <v:shape id="_x0000_s14949" type="#_x0000_t32" style="position:absolute;left:1147;top:4130;width:10504;height:0" o:connectortype="straight" o:regroupid="72"/>
          <v:shape id="_x0000_s14950" type="#_x0000_t32" style="position:absolute;left:1152;top:4584;width:10504;height:0" o:connectortype="straight" o:regroupid="72"/>
          <v:shape id="_x0000_s14951" type="#_x0000_t32" style="position:absolute;left:1152;top:5038;width:10504;height:0" o:connectortype="straight" o:regroupid="72"/>
          <v:shape id="_x0000_s14952" type="#_x0000_t32" style="position:absolute;left:1143;top:5492;width:10504;height:0" o:connectortype="straight" o:regroupid="72"/>
          <v:shape id="_x0000_s14953" type="#_x0000_t32" style="position:absolute;left:1139;top:5946;width:10504;height:0" o:connectortype="straight" o:regroupid="72"/>
          <v:shape id="_x0000_s14954" type="#_x0000_t32" style="position:absolute;left:1147;top:6400;width:10504;height:0" o:connectortype="straight" o:regroupid="72"/>
          <v:shape id="_x0000_s14955" type="#_x0000_t32" style="position:absolute;left:1147;top:6854;width:10504;height:0" o:connectortype="straight" o:regroupid="72"/>
          <v:shape id="_x0000_s14956" type="#_x0000_t32" style="position:absolute;left:1139;top:7308;width:10504;height:0" o:connectortype="straight" o:regroupid="72"/>
          <v:shape id="_x0000_s14957" type="#_x0000_t32" style="position:absolute;left:1140;top:7762;width:10504;height:0" o:connectortype="straight" o:regroupid="72"/>
          <v:shape id="_x0000_s14958" type="#_x0000_t32" style="position:absolute;left:1147;top:8216;width:10504;height:0" o:connectortype="straight" o:regroupid="72"/>
          <v:shape id="_x0000_s14959" type="#_x0000_t32" style="position:absolute;left:1147;top:8670;width:10504;height:0" o:connectortype="straight" o:regroupid="72"/>
          <v:shape id="_x0000_s14960" type="#_x0000_t32" style="position:absolute;left:1147;top:9124;width:10504;height:0" o:connectortype="straight" o:regroupid="72"/>
          <v:shape id="_x0000_s14961" type="#_x0000_t32" style="position:absolute;left:1154;top:9578;width:10504;height:0" o:connectortype="straight" o:regroupid="72"/>
          <v:shape id="_x0000_s14962" type="#_x0000_t32" style="position:absolute;left:1147;top:10032;width:10504;height:0" o:connectortype="straight" o:regroupid="72"/>
          <v:shape id="_x0000_s14963" type="#_x0000_t32" style="position:absolute;left:1152;top:10486;width:10504;height:0" o:connectortype="straight" o:regroupid="72"/>
          <v:shape id="_x0000_s14964" type="#_x0000_t32" style="position:absolute;left:1143;top:12303;width:10504;height:0" o:connectortype="straight" o:regroupid="72"/>
          <v:shape id="_x0000_s14965" type="#_x0000_t32" style="position:absolute;left:1130;top:10937;width:10504;height:0" o:connectortype="straight" o:regroupid="72"/>
          <v:shape id="_x0000_s14966" type="#_x0000_t32" style="position:absolute;left:1123;top:11391;width:10504;height:0" o:connectortype="straight" o:regroupid="72"/>
          <v:shape id="_x0000_s14967" type="#_x0000_t32" style="position:absolute;left:1128;top:11845;width:10504;height:0" o:connectortype="straight" o:regroupid="72"/>
          <v:shape id="_x0000_s14968" type="#_x0000_t32" style="position:absolute;left:7421;top:296;width:0;height:13375" o:connectortype="straight" o:regroupid="72" strokeweight="1.75pt"/>
          <v:shape id="_x0000_s14969" type="#_x0000_t32" style="position:absolute;left:8960;top:834;width:0;height:12837" o:connectortype="straight" o:regroupid="72" strokeweight="1.75pt"/>
          <v:shape id="_x0000_s14970" type="#_x0000_t202" style="position:absolute;left:1694;top:291;width:5169;height:1113;v-text-anchor:middle" o:regroupid="72" filled="f" stroked="f">
            <v:textbox style="mso-next-textbox:#_x0000_s14970" inset=".4mm,.4mm,.4mm,.4mm">
              <w:txbxContent>
                <w:p w:rsidR="00E703DE" w:rsidRPr="00D272EC" w:rsidRDefault="00E703DE" w:rsidP="006B6F05">
                  <w:pPr>
                    <w:spacing w:before="0" w:beforeAutospacing="0" w:after="0" w:afterAutospacing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Наименование вида работ</w:t>
                  </w:r>
                </w:p>
              </w:txbxContent>
            </v:textbox>
          </v:shape>
          <v:shape id="_x0000_s14971" type="#_x0000_t202" style="position:absolute;left:6863;top:309;width:558;height:1095;v-text-anchor:middle" o:regroupid="72" filled="f" stroked="f">
            <v:textbox style="mso-next-textbox:#_x0000_s14971" inset=".4mm,.4mm,.4mm,.4mm">
              <w:txbxContent>
                <w:p w:rsidR="00E703DE" w:rsidRDefault="00E703DE" w:rsidP="006B6F05">
                  <w:pPr>
                    <w:spacing w:before="0" w:beforeAutospacing="0" w:after="0" w:afterAutospacing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Ед.</w:t>
                  </w:r>
                </w:p>
                <w:p w:rsidR="00E703DE" w:rsidRPr="00D272EC" w:rsidRDefault="00E703DE" w:rsidP="006B6F05">
                  <w:pPr>
                    <w:spacing w:before="0" w:beforeAutospacing="0" w:after="0" w:afterAutospacing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изм.</w:t>
                  </w:r>
                </w:p>
              </w:txbxContent>
            </v:textbox>
          </v:shape>
          <v:shape id="_x0000_s14972" type="#_x0000_t202" style="position:absolute;left:10100;top:334;width:1532;height:1013;v-text-anchor:middle" o:regroupid="72" filled="f" stroked="f">
            <v:textbox style="mso-next-textbox:#_x0000_s14972" inset=".4mm,.4mm,.4mm,.4mm">
              <w:txbxContent>
                <w:p w:rsidR="00E703DE" w:rsidRPr="00D272EC" w:rsidRDefault="00E703DE" w:rsidP="006B6F05">
                  <w:pPr>
                    <w:spacing w:before="0" w:beforeAutospacing="0" w:after="0" w:afterAutospacing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Количество</w:t>
                  </w:r>
                </w:p>
              </w:txbxContent>
            </v:textbox>
          </v:shape>
          <v:shape id="_x0000_s14973" type="#_x0000_t202" style="position:absolute;left:7427;top:310;width:2675;height:500;v-text-anchor:middle" o:regroupid="72" filled="f" stroked="f">
            <v:textbox style="mso-next-textbox:#_x0000_s14973" inset=".4mm,.4mm,.4mm,.4mm">
              <w:txbxContent>
                <w:p w:rsidR="00E703DE" w:rsidRPr="00D272EC" w:rsidRDefault="00E703DE" w:rsidP="006B6F05">
                  <w:pPr>
                    <w:spacing w:before="0" w:beforeAutospacing="0" w:after="0" w:afterAutospacing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Код</w:t>
                  </w:r>
                </w:p>
              </w:txbxContent>
            </v:textbox>
          </v:shape>
          <v:shape id="_x0000_s14974" type="#_x0000_t202" style="position:absolute;left:7421;top:847;width:1539;height:557;v-text-anchor:middle" o:regroupid="72" filled="f" stroked="f">
            <v:textbox style="mso-next-textbox:#_x0000_s14974" inset=".4mm,.4mm,.4mm,.4mm">
              <w:txbxContent>
                <w:p w:rsidR="00E703DE" w:rsidRPr="00D272EC" w:rsidRDefault="00E703DE" w:rsidP="006B6F05">
                  <w:pPr>
                    <w:spacing w:before="0" w:beforeAutospacing="0" w:after="0" w:afterAutospacing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вида работ</w:t>
                  </w:r>
                </w:p>
              </w:txbxContent>
            </v:textbox>
          </v:shape>
          <v:shape id="_x0000_s14975" type="#_x0000_t202" style="position:absolute;left:8960;top:834;width:1136;height:570;v-text-anchor:middle" o:regroupid="72" filled="f" stroked="f">
            <v:textbox style="mso-next-textbox:#_x0000_s14975" inset=".4mm,.4mm,.4mm,.4mm">
              <w:txbxContent>
                <w:p w:rsidR="00E703DE" w:rsidRPr="00D272EC" w:rsidRDefault="00E703DE" w:rsidP="006B6F05">
                  <w:pPr>
                    <w:spacing w:before="0" w:beforeAutospacing="0" w:after="0" w:afterAutospacing="0"/>
                    <w:jc w:val="center"/>
                    <w:rPr>
                      <w:sz w:val="22"/>
                    </w:rPr>
                  </w:pPr>
                  <w:r>
                    <w:rPr>
                      <w:sz w:val="22"/>
                    </w:rPr>
                    <w:t>ед. изм.</w:t>
                  </w:r>
                </w:p>
              </w:txbxContent>
            </v:textbox>
          </v:shape>
          <v:shape id="_x0000_s14976" type="#_x0000_t32" style="position:absolute;left:7430;top:834;width:2669;height:0" o:connectortype="straight" o:regroupid="72" strokeweight="1.75pt"/>
          <v:shape id="_x0000_s14977" type="#_x0000_t32" style="position:absolute;left:1132;top:12759;width:10504;height:0" o:connectortype="straight" o:regroupid="72"/>
          <v:shape id="_x0000_s14978" type="#_x0000_t32" style="position:absolute;left:1132;top:13215;width:10504;height:0" o:connectortype="straight" o:regroupid="72"/>
          <v:shape id="_x0000_s14979" type="#_x0000_t32" style="position:absolute;left:1143;top:13671;width:10504;height:0" o:connectortype="straight" o:regroupid="72"/>
          <v:shape id="_x0000_s15001" type="#_x0000_t202" style="position:absolute;left:1139;top:298;width:575;height:1095;v-text-anchor:middle" o:regroupid="72" filled="f" stroked="f">
            <v:textbox style="mso-next-textbox:#_x0000_s15001" inset=".4mm,.4mm,.4mm,.4mm">
              <w:txbxContent>
                <w:p w:rsidR="000B741D" w:rsidRDefault="000B741D" w:rsidP="000B741D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№</w:t>
                  </w:r>
                </w:p>
                <w:p w:rsidR="000B741D" w:rsidRPr="000B741D" w:rsidRDefault="000B741D" w:rsidP="000B741D">
                  <w:pPr>
                    <w:spacing w:before="0" w:beforeAutospacing="0" w:after="0" w:afterAutospacing="0"/>
                    <w:jc w:val="center"/>
                    <w:rPr>
                      <w:w w:val="90"/>
                      <w:szCs w:val="24"/>
                    </w:rPr>
                  </w:pPr>
                  <w:r w:rsidRPr="000B741D">
                    <w:rPr>
                      <w:w w:val="90"/>
                      <w:szCs w:val="24"/>
                    </w:rPr>
                    <w:t>стро</w:t>
                  </w:r>
                  <w:r w:rsidRPr="000B741D">
                    <w:rPr>
                      <w:w w:val="80"/>
                      <w:szCs w:val="24"/>
                    </w:rPr>
                    <w:t>-</w:t>
                  </w:r>
                  <w:r w:rsidRPr="000B741D">
                    <w:rPr>
                      <w:w w:val="90"/>
                      <w:szCs w:val="24"/>
                    </w:rPr>
                    <w:t>ки</w:t>
                  </w:r>
                </w:p>
                <w:p w:rsidR="00E703DE" w:rsidRPr="000B741D" w:rsidRDefault="00E703DE" w:rsidP="000B741D"/>
              </w:txbxContent>
            </v:textbox>
          </v:shap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3DE" w:rsidRDefault="00F251C4" w:rsidP="0024737E">
    <w:pPr>
      <w:pStyle w:val="a7"/>
      <w:spacing w:before="100" w:after="100"/>
    </w:pPr>
    <w:r>
      <w:rPr>
        <w:noProof/>
        <w:lang w:eastAsia="ru-RU"/>
      </w:rPr>
      <w:pict>
        <v:group id="_x0000_s15004" style="position:absolute;margin-left:-51.7pt;margin-top:-.6pt;width:559.95pt;height:806.65pt;z-index:254964736" coordorigin="440,323" coordsize="11199,16133">
          <v:rect id="_x0000_s14707" style="position:absolute;left:1120;top:330;width:10500;height:16121;mso-position-horizontal-relative:page;mso-position-vertical-relative:page" o:regroupid="73" filled="f" strokeweight="1.75pt"/>
          <v:rect id="_x0000_s14708" style="position:absolute;left:440;top:11661;width:680;height:4792;mso-position-horizontal-relative:page;mso-position-vertical-relative:page" o:regroupid="73" filled="f" strokeweight="1.75pt"/>
          <v:line id="_x0000_s14709" style="position:absolute;flip:x;mso-position-horizontal-relative:page;mso-position-vertical-relative:page" from="727,11655" to="729,16452" o:regroupid="73" strokeweight="1.75pt">
            <v:stroke startarrowwidth="narrow" startarrowlength="short" endarrowwidth="narrow" endarrowlength="short"/>
          </v:line>
          <v:shapetype id="_x0000_t202" coordsize="21600,21600" o:spt="202" path="m,l,21600r21600,l21600,xe">
            <v:stroke joinstyle="miter"/>
            <v:path gradientshapeok="t" o:connecttype="rect"/>
          </v:shapetype>
          <v:shape id="_x0000_s14710" type="#_x0000_t202" style="position:absolute;left:448;top:13057;width:283;height:1968" o:regroupid="73" filled="f" stroked="f" strokeweight="1.75pt">
            <v:textbox style="layout-flow:vertical;mso-layout-flow-alt:bottom-to-top;mso-next-textbox:#_x0000_s14710" inset="0,0,0,0">
              <w:txbxContent>
                <w:p w:rsidR="00E703DE" w:rsidRPr="004D4833" w:rsidRDefault="00E703DE" w:rsidP="004D4833">
                  <w:pPr>
                    <w:pStyle w:val="aff3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4D4833">
                    <w:rPr>
                      <w:w w:val="100"/>
                      <w:sz w:val="20"/>
                      <w:szCs w:val="20"/>
                    </w:rPr>
                    <w:t>Подпись и дата</w:t>
                  </w:r>
                </w:p>
              </w:txbxContent>
            </v:textbox>
          </v:shape>
          <v:shape id="_x0000_s14711" type="#_x0000_t202" style="position:absolute;left:448;top:11654;width:283;height:1376" o:regroupid="73" filled="f" stroked="f" strokeweight="1.75pt">
            <v:textbox style="layout-flow:vertical;mso-layout-flow-alt:bottom-to-top;mso-next-textbox:#_x0000_s14711" inset="0,0,0,0">
              <w:txbxContent>
                <w:p w:rsidR="00E703DE" w:rsidRPr="005436AF" w:rsidRDefault="00E703DE" w:rsidP="00E16833">
                  <w:pPr>
                    <w:jc w:val="center"/>
                    <w:rPr>
                      <w:sz w:val="20"/>
                      <w:szCs w:val="20"/>
                    </w:rPr>
                  </w:pPr>
                  <w:r w:rsidRPr="005436AF">
                    <w:rPr>
                      <w:sz w:val="20"/>
                      <w:szCs w:val="20"/>
                    </w:rPr>
                    <w:t>Взам.инв.№</w:t>
                  </w:r>
                </w:p>
              </w:txbxContent>
            </v:textbox>
          </v:shape>
          <v:line id="_x0000_s14712" style="position:absolute" from="444,13030" to="1124,13030" o:regroupid="73" strokeweight="1.75pt"/>
          <v:line id="_x0000_s14714" style="position:absolute;flip:x;mso-position-horizontal-relative:page;mso-position-vertical-relative:page" from="723,11659" to="725,16456" o:regroupid="73" strokeweight="1.75pt">
            <v:stroke startarrowwidth="narrow" startarrowlength="short" endarrowwidth="narrow" endarrowlength="short"/>
          </v:line>
          <v:shape id="_x0000_s14715" type="#_x0000_t202" style="position:absolute;left:448;top:15047;width:283;height:1382" o:regroupid="73" filled="f" stroked="f" strokeweight="1.75pt">
            <v:textbox style="layout-flow:vertical;mso-layout-flow-alt:bottom-to-top;mso-next-textbox:#_x0000_s14715" inset="0,0,0,0">
              <w:txbxContent>
                <w:p w:rsidR="00E703DE" w:rsidRPr="004D4833" w:rsidRDefault="00E703DE" w:rsidP="004D4833">
                  <w:pPr>
                    <w:pStyle w:val="aff3"/>
                    <w:jc w:val="center"/>
                    <w:rPr>
                      <w:w w:val="100"/>
                      <w:sz w:val="20"/>
                      <w:szCs w:val="20"/>
                    </w:rPr>
                  </w:pPr>
                  <w:r w:rsidRPr="004D4833">
                    <w:rPr>
                      <w:w w:val="100"/>
                      <w:sz w:val="20"/>
                      <w:szCs w:val="20"/>
                    </w:rPr>
                    <w:t>Инв.№ подл.</w:t>
                  </w:r>
                </w:p>
              </w:txbxContent>
            </v:textbox>
          </v:shape>
          <v:line id="_x0000_s14716" style="position:absolute" from="455,15025" to="1135,15025" o:regroupid="73" strokeweight="1.75pt"/>
          <v:shape id="_x0000_s14737" type="#_x0000_t202" style="position:absolute;left:731;top:15047;width:402;height:1382" o:regroupid="73" filled="f" stroked="f" strokeweight="1.75pt">
            <v:textbox style="layout-flow:vertical;mso-layout-flow-alt:bottom-to-top;mso-next-textbox:#_x0000_s14737" inset="0,0,0,0">
              <w:txbxContent>
                <w:p w:rsidR="00E703DE" w:rsidRPr="004076E8" w:rsidRDefault="00E703DE" w:rsidP="00E1683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  <v:shape id="_x0000_s14738" type="#_x0000_t202" style="position:absolute;left:731;top:11675;width:388;height:1382" o:regroupid="73" filled="f" stroked="f" strokeweight="1.75pt">
            <v:textbox style="layout-flow:vertical;mso-layout-flow-alt:bottom-to-top;mso-next-textbox:#_x0000_s14738" inset="0,0,0,0">
              <w:txbxContent>
                <w:p w:rsidR="00E703DE" w:rsidRPr="004076E8" w:rsidRDefault="00E703DE" w:rsidP="00E1683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  <v:line id="_x0000_s14754" style="position:absolute;mso-position-horizontal-relative:page;mso-position-vertical-relative:page" from="4814,13316" to="4815,16437" o:regroupid="73" strokeweight="1.75pt"/>
          <v:shape id="_x0000_s14755" type="#_x0000_t202" style="position:absolute;left:1114;top:14755;width:1101;height:275;v-text-anchor:middle" o:regroupid="73" filled="f" stroked="f" strokeweight="1.25pt">
            <v:textbox style="mso-next-textbox:#_x0000_s14755" inset=".8mm,.2mm,0,0">
              <w:txbxContent>
                <w:p w:rsidR="00E703DE" w:rsidRPr="00416577" w:rsidRDefault="00E703DE" w:rsidP="00956D68">
                  <w:pPr>
                    <w:pStyle w:val="aff3"/>
                  </w:pPr>
                  <w:r w:rsidRPr="00416577">
                    <w:t>ГИП</w:t>
                  </w:r>
                </w:p>
                <w:p w:rsidR="00E703DE" w:rsidRPr="00D24C24" w:rsidRDefault="00E703DE" w:rsidP="00CC723B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756" type="#_x0000_t32" style="position:absolute;left:4814;top:13886;width:6797;height:1;flip:x" o:connectortype="straight" o:regroupid="73" strokeweight="1.75pt"/>
          <v:line id="_x0000_s14757" style="position:absolute;mso-position-horizontal-relative:page;mso-position-vertical-relative:page" from="1120,14751" to="4806,14752" o:regroupid="73" strokeweight="1.75pt"/>
          <v:line id="_x0000_s14758" style="position:absolute;mso-position-horizontal-relative:page;mso-position-vertical-relative:page" from="1129,14474" to="4815,14475" o:regroupid="73" strokeweight="1.75pt"/>
          <v:line id="_x0000_s14759" style="position:absolute;mso-position-horizontal-relative:page;mso-position-vertical-relative:page" from="1120,15579" to="4806,15580" o:regroupid="73"/>
          <v:line id="_x0000_s14760" style="position:absolute;mso-position-horizontal-relative:page;mso-position-vertical-relative:page" from="1126,15869" to="4812,15870" o:regroupid="73"/>
          <v:line id="_x0000_s14761" style="position:absolute;mso-position-horizontal-relative:page;mso-position-vertical-relative:page" from="1137,14178" to="4795,14179" o:regroupid="73"/>
          <v:line id="_x0000_s14762" style="position:absolute;mso-position-horizontal-relative:page;mso-position-vertical-relative:page" from="2238,13316" to="2239,16435" o:regroupid="73" strokeweight="1.75pt"/>
          <v:line id="_x0000_s14763" style="position:absolute;mso-position-horizontal-relative:page;mso-position-vertical-relative:page" from="4222,13316" to="4228,16435" o:regroupid="73" strokeweight="1.75pt"/>
          <v:line id="_x0000_s14764" style="position:absolute;mso-position-horizontal-relative:page" from="3378,13316" to="3379,16436" o:regroupid="73" strokeweight="1.75pt"/>
          <v:line id="_x0000_s14765" style="position:absolute;mso-position-horizontal-relative:page;mso-position-vertical-relative:page" from="10472,14738" to="10473,15592" o:regroupid="73" strokeweight="1.75pt"/>
          <v:line id="_x0000_s14766" style="position:absolute;mso-position-horizontal-relative:page" from="8771,15082" to="11612,15084" o:regroupid="73" strokeweight="1.75pt"/>
          <v:line id="_x0000_s14767" style="position:absolute;mso-position-horizontal-relative:page;mso-position-vertical-relative:page" from="8769,14747" to="8770,16432" o:regroupid="73" strokeweight="1.75pt"/>
          <v:line id="_x0000_s14768" style="position:absolute;mso-position-horizontal-relative:page;mso-position-vertical-relative:page" from="9623,14758" to="9624,15592" o:regroupid="73" strokeweight="1.75pt"/>
          <v:rect id="_x0000_s14769" style="position:absolute;left:10475;top:14758;width:1128;height:317;mso-position-horizontal-relative:page;mso-position-vertical-relative:page" o:regroupid="73" filled="f" stroked="f" strokeweight="1.25pt">
            <v:textbox style="mso-next-textbox:#_x0000_s14769" inset="0,.8mm,0,0">
              <w:txbxContent>
                <w:p w:rsidR="00E703DE" w:rsidRPr="005436AF" w:rsidRDefault="00E703DE" w:rsidP="00CC723B">
                  <w:pPr>
                    <w:pStyle w:val="ab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5436AF">
                    <w:rPr>
                      <w:rFonts w:ascii="GOST type B" w:hAnsi="GOST type B"/>
                      <w:sz w:val="20"/>
                      <w:szCs w:val="20"/>
                    </w:rPr>
                    <w:t>Листов</w:t>
                  </w:r>
                </w:p>
              </w:txbxContent>
            </v:textbox>
          </v:rect>
          <v:rect id="_x0000_s14770" style="position:absolute;left:8775;top:14762;width:852;height:313;mso-position-horizontal-relative:page;mso-position-vertical-relative:page" o:regroupid="73" filled="f" stroked="f" strokeweight="1.25pt">
            <v:textbox style="mso-next-textbox:#_x0000_s14770" inset="0,.7mm,0,0">
              <w:txbxContent>
                <w:p w:rsidR="00E703DE" w:rsidRPr="005436AF" w:rsidRDefault="00E703DE" w:rsidP="00CC723B">
                  <w:pPr>
                    <w:pStyle w:val="ac"/>
                    <w:jc w:val="center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5436AF">
                    <w:rPr>
                      <w:rFonts w:ascii="GOST type B" w:hAnsi="GOST type B"/>
                      <w:sz w:val="20"/>
                      <w:szCs w:val="20"/>
                    </w:rPr>
                    <w:t>Стадия</w:t>
                  </w:r>
                </w:p>
              </w:txbxContent>
            </v:textbox>
          </v:rect>
          <v:rect id="_x0000_s14771" style="position:absolute;left:9627;top:15084;width:840;height:488;mso-position-horizontal-relative:page;mso-position-vertical-relative:page" o:regroupid="73" filled="f" stroked="f" strokeweight="1.25pt">
            <v:textbox style="mso-next-textbox:#_x0000_s14771" inset="0,.7mm,0,0">
              <w:txbxContent>
                <w:p w:rsidR="00E703DE" w:rsidRPr="008214E6" w:rsidRDefault="00F251C4" w:rsidP="00CC723B">
                  <w:pPr>
                    <w:pStyle w:val="ad"/>
                    <w:rPr>
                      <w:rFonts w:ascii="GOST type B" w:hAnsi="GOST type B"/>
                      <w:sz w:val="30"/>
                      <w:szCs w:val="30"/>
                    </w:rPr>
                  </w:pPr>
                  <w:r w:rsidRPr="008214E6">
                    <w:rPr>
                      <w:rFonts w:ascii="GOST type B" w:hAnsi="GOST type B"/>
                      <w:sz w:val="30"/>
                      <w:szCs w:val="30"/>
                    </w:rPr>
                    <w:fldChar w:fldCharType="begin"/>
                  </w:r>
                  <w:r w:rsidR="00E703DE" w:rsidRPr="008214E6">
                    <w:rPr>
                      <w:rFonts w:ascii="GOST type B" w:hAnsi="GOST type B"/>
                      <w:sz w:val="30"/>
                      <w:szCs w:val="30"/>
                    </w:rPr>
                    <w:instrText xml:space="preserve"> PAGE  </w:instrText>
                  </w:r>
                  <w:r w:rsidRPr="008214E6">
                    <w:rPr>
                      <w:rFonts w:ascii="GOST type B" w:hAnsi="GOST type B"/>
                      <w:sz w:val="30"/>
                      <w:szCs w:val="30"/>
                    </w:rPr>
                    <w:fldChar w:fldCharType="separate"/>
                  </w:r>
                  <w:r w:rsidR="00BA462B">
                    <w:rPr>
                      <w:rFonts w:ascii="GOST type B" w:hAnsi="GOST type B"/>
                      <w:noProof/>
                      <w:sz w:val="30"/>
                      <w:szCs w:val="30"/>
                    </w:rPr>
                    <w:t>1</w:t>
                  </w:r>
                  <w:r w:rsidRPr="008214E6">
                    <w:rPr>
                      <w:rFonts w:ascii="GOST type B" w:hAnsi="GOST type B"/>
                      <w:sz w:val="30"/>
                      <w:szCs w:val="30"/>
                    </w:rPr>
                    <w:fldChar w:fldCharType="end"/>
                  </w:r>
                </w:p>
              </w:txbxContent>
            </v:textbox>
          </v:rect>
          <v:rect id="_x0000_s14772" style="position:absolute;left:8776;top:15084;width:851;height:488;mso-position-horizontal-relative:page;mso-position-vertical-relative:page" o:regroupid="73" filled="f" stroked="f" strokeweight="1.25pt">
            <v:textbox style="mso-next-textbox:#_x0000_s14772" inset="0,.7mm,0,0">
              <w:txbxContent>
                <w:p w:rsidR="00E703DE" w:rsidRPr="008214E6" w:rsidRDefault="009C0E1B" w:rsidP="00CC723B">
                  <w:pPr>
                    <w:pStyle w:val="ad"/>
                    <w:rPr>
                      <w:rFonts w:ascii="GOST type B" w:hAnsi="GOST type B"/>
                      <w:sz w:val="30"/>
                      <w:szCs w:val="30"/>
                    </w:rPr>
                  </w:pPr>
                  <w:bookmarkStart w:id="0" w:name="стадия"/>
                  <w:r>
                    <w:rPr>
                      <w:rFonts w:ascii="GOST type B" w:hAnsi="GOST type B"/>
                      <w:sz w:val="30"/>
                      <w:szCs w:val="30"/>
                    </w:rPr>
                    <w:t>Р</w:t>
                  </w:r>
                  <w:bookmarkEnd w:id="0"/>
                </w:p>
              </w:txbxContent>
            </v:textbox>
          </v:rect>
          <v:rect id="_x0000_s14773" style="position:absolute;left:10475;top:15082;width:1136;height:483;mso-position-horizontal-relative:page;mso-position-vertical-relative:page" o:regroupid="73" filled="f" stroked="f" strokeweight="1.25pt">
            <v:textbox style="mso-next-textbox:#_x0000_s14773" inset="0,.7mm,0,0">
              <w:txbxContent>
                <w:p w:rsidR="00E703DE" w:rsidRPr="008214E6" w:rsidRDefault="00F251C4" w:rsidP="00CC723B">
                  <w:pPr>
                    <w:pStyle w:val="ae"/>
                    <w:rPr>
                      <w:rFonts w:ascii="GOST type B" w:hAnsi="GOST type B"/>
                      <w:sz w:val="30"/>
                      <w:szCs w:val="30"/>
                    </w:rPr>
                  </w:pPr>
                  <w:r w:rsidRPr="008214E6">
                    <w:rPr>
                      <w:rFonts w:ascii="GOST type B" w:hAnsi="GOST type B"/>
                      <w:sz w:val="30"/>
                      <w:szCs w:val="30"/>
                    </w:rPr>
                    <w:fldChar w:fldCharType="begin"/>
                  </w:r>
                  <w:r w:rsidR="00E703DE" w:rsidRPr="008214E6">
                    <w:rPr>
                      <w:rFonts w:ascii="GOST type B" w:hAnsi="GOST type B"/>
                      <w:sz w:val="30"/>
                      <w:szCs w:val="30"/>
                    </w:rPr>
                    <w:instrText xml:space="preserve"> SECTIONPAGES  </w:instrText>
                  </w:r>
                  <w:r w:rsidRPr="008214E6">
                    <w:rPr>
                      <w:rFonts w:ascii="GOST type B" w:hAnsi="GOST type B"/>
                      <w:sz w:val="30"/>
                      <w:szCs w:val="30"/>
                    </w:rPr>
                    <w:fldChar w:fldCharType="separate"/>
                  </w:r>
                  <w:r w:rsidR="00BA462B">
                    <w:rPr>
                      <w:rFonts w:ascii="GOST type B" w:hAnsi="GOST type B"/>
                      <w:noProof/>
                      <w:sz w:val="30"/>
                      <w:szCs w:val="30"/>
                    </w:rPr>
                    <w:t>2</w:t>
                  </w:r>
                  <w:r w:rsidRPr="008214E6">
                    <w:rPr>
                      <w:rFonts w:ascii="GOST type B" w:hAnsi="GOST type B"/>
                      <w:sz w:val="30"/>
                      <w:szCs w:val="30"/>
                    </w:rPr>
                    <w:fldChar w:fldCharType="end"/>
                  </w:r>
                </w:p>
              </w:txbxContent>
            </v:textbox>
          </v:rect>
          <v:shape id="_x0000_s14774" type="#_x0000_t202" style="position:absolute;left:1098;top:14474;width:572;height:273;v-text-anchor:middle" o:regroupid="73" filled="f" stroked="f" strokeweight="1.25pt">
            <v:textbox style="mso-next-textbox:#_x0000_s14774" inset="0,.3mm,0,0">
              <w:txbxContent>
                <w:p w:rsidR="00E703DE" w:rsidRPr="008214E6" w:rsidRDefault="00E703DE" w:rsidP="00CC723B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Изм.</w:t>
                  </w:r>
                </w:p>
              </w:txbxContent>
            </v:textbox>
          </v:shape>
          <v:shape id="_x0000_s14775" type="#_x0000_t202" style="position:absolute;left:4220;top:15024;width:573;height:227;v-text-anchor:middle" o:regroupid="73" filled="f" stroked="f" strokeweight="1.25pt">
            <v:textbox style="mso-next-textbox:#_x0000_s14775" inset="0,.2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777" type="#_x0000_t202" style="position:absolute;left:8776;top:15592;width:2827;height:837;v-text-anchor:middle" o:regroupid="73" filled="f" stroked="f">
            <v:textbox style="mso-next-textbox:#_x0000_s14777" inset="0,0,0,0">
              <w:txbxContent>
                <w:p w:rsidR="00E703DE" w:rsidRPr="00D7290F" w:rsidRDefault="00E703DE" w:rsidP="004076E8">
                  <w:pPr>
                    <w:pStyle w:val="aff3"/>
                    <w:spacing w:before="0" w:beforeAutospacing="0" w:after="0" w:afterAutospacing="0" w:line="240" w:lineRule="auto"/>
                    <w:jc w:val="center"/>
                  </w:pPr>
                  <w:r w:rsidRPr="00D7290F">
                    <w:t>ЗАО «Системотехника-Север»</w:t>
                  </w:r>
                </w:p>
              </w:txbxContent>
            </v:textbox>
          </v:shape>
          <v:line id="_x0000_s14778" style="position:absolute;mso-position-horizontal-relative:page;mso-position-vertical-relative:page" from="1670,13316" to="1671,14758" o:regroupid="73" strokeweight="1.75pt"/>
          <v:line id="_x0000_s14779" style="position:absolute;mso-position-horizontal-relative:page;mso-position-vertical-relative:page" from="2829,13316" to="2829,14762" o:regroupid="73" strokeweight="1.75pt"/>
          <v:shape id="_x0000_s14780" type="#_x0000_t202" style="position:absolute;left:1682;top:14474;width:560;height:270;v-text-anchor:middle" o:regroupid="73" filled="f" stroked="f" strokeweight="1.25pt">
            <v:textbox style="mso-next-textbox:#_x0000_s14780" inset="0,.3mm,0,0">
              <w:txbxContent>
                <w:p w:rsidR="00E703DE" w:rsidRPr="008214E6" w:rsidRDefault="00E703DE" w:rsidP="00CC723B">
                  <w:pPr>
                    <w:pStyle w:val="ad"/>
                    <w:spacing w:line="240" w:lineRule="auto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Кол.уч.</w:t>
                  </w:r>
                </w:p>
              </w:txbxContent>
            </v:textbox>
          </v:shape>
          <v:shape id="_x0000_s14781" type="#_x0000_t202" style="position:absolute;left:2249;top:14474;width:561;height:270;v-text-anchor:middle" o:regroupid="73" filled="f" stroked="f" strokeweight="1.25pt">
            <v:textbox style="mso-next-textbox:#_x0000_s14781" inset="0,.3mm,0,0">
              <w:txbxContent>
                <w:p w:rsidR="00E703DE" w:rsidRPr="008214E6" w:rsidRDefault="00E703DE" w:rsidP="00CC723B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Лист</w:t>
                  </w:r>
                </w:p>
              </w:txbxContent>
            </v:textbox>
          </v:shape>
          <v:shape id="_x0000_s14782" type="#_x0000_t202" style="position:absolute;left:2837;top:14474;width:572;height:264;v-text-anchor:middle" o:regroupid="73" filled="f" stroked="f" strokeweight="1.25pt">
            <v:textbox style="mso-next-textbox:#_x0000_s14782" inset="0,.3mm,0,0">
              <w:txbxContent>
                <w:p w:rsidR="00E703DE" w:rsidRPr="008214E6" w:rsidRDefault="00E703DE" w:rsidP="00884FDD">
                  <w:pPr>
                    <w:pStyle w:val="ad"/>
                    <w:spacing w:before="0" w:beforeAutospacing="0" w:after="0" w:afterAutospacing="0"/>
                    <w:rPr>
                      <w:rFonts w:ascii="GOST type B" w:hAnsi="GOST type B"/>
                      <w:sz w:val="18"/>
                      <w:szCs w:val="18"/>
                    </w:rPr>
                  </w:pPr>
                  <w:r w:rsidRPr="008214E6">
                    <w:rPr>
                      <w:rFonts w:ascii="GOST type B" w:hAnsi="GOST type B"/>
                      <w:sz w:val="18"/>
                      <w:szCs w:val="18"/>
                    </w:rPr>
                    <w:t>№Док.</w:t>
                  </w:r>
                </w:p>
              </w:txbxContent>
            </v:textbox>
          </v:shape>
          <v:shape id="_x0000_s14783" type="#_x0000_t202" style="position:absolute;left:3379;top:14474;width:848;height:264;v-text-anchor:middle" o:regroupid="73" filled="f" stroked="f" strokeweight="1.25pt">
            <v:textbox style="mso-next-textbox:#_x0000_s14783" inset="0,.3mm,0,0">
              <w:txbxContent>
                <w:p w:rsidR="00E703DE" w:rsidRPr="008214E6" w:rsidRDefault="00E703DE" w:rsidP="00CC723B">
                  <w:pPr>
                    <w:pStyle w:val="ae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Подпись</w:t>
                  </w:r>
                </w:p>
              </w:txbxContent>
            </v:textbox>
          </v:shape>
          <v:shape id="_x0000_s14784" type="#_x0000_t202" style="position:absolute;left:4228;top:14474;width:567;height:270;v-text-anchor:middle" o:regroupid="73" filled="f" stroked="f" strokeweight="1.25pt">
            <v:textbox style="mso-next-textbox:#_x0000_s14784" inset="0,.3mm,0,0">
              <w:txbxContent>
                <w:p w:rsidR="00E703DE" w:rsidRPr="008214E6" w:rsidRDefault="00E703DE" w:rsidP="00CC723B">
                  <w:pPr>
                    <w:pStyle w:val="ad"/>
                    <w:rPr>
                      <w:rFonts w:ascii="GOST type B" w:hAnsi="GOST type B"/>
                      <w:sz w:val="20"/>
                    </w:rPr>
                  </w:pPr>
                  <w:r w:rsidRPr="008214E6">
                    <w:rPr>
                      <w:rFonts w:ascii="GOST type B" w:hAnsi="GOST type B"/>
                      <w:sz w:val="20"/>
                    </w:rPr>
                    <w:t>Дата</w:t>
                  </w:r>
                </w:p>
              </w:txbxContent>
            </v:textbox>
          </v:shape>
          <v:shape id="_x0000_s14785" type="#_x0000_t32" style="position:absolute;left:8772;top:15579;width:2831;height:0" o:connectortype="straight" o:regroupid="73" strokeweight="1.75pt"/>
          <v:shape id="_x0000_s14786" type="#_x0000_t32" style="position:absolute;left:1111;top:15295;width:3684;height:0" o:connectortype="straight" o:regroupid="73"/>
          <v:shape id="_x0000_s14787" type="#_x0000_t32" style="position:absolute;left:1124;top:16146;width:3672;height:0" o:connectortype="straight" o:regroupid="73"/>
          <v:shape id="_x0000_s14788" type="#_x0000_t32" style="position:absolute;left:4795;top:14750;width:6816;height:0;flip:x" o:connectortype="straight" o:regroupid="73" strokeweight="1.75pt"/>
          <v:shape id="_x0000_s14789" type="#_x0000_t202" style="position:absolute;left:4814;top:13316;width:6760;height:569;mso-position-horizontal-relative:margin;v-text-anchor:middle" o:regroupid="73" filled="f" stroked="f" strokeweight="1.25pt">
            <v:textbox style="mso-next-textbox:#_x0000_s14789" inset="1mm,.2mm,1mm,.2mm">
              <w:txbxContent>
                <w:p w:rsidR="00E703DE" w:rsidRPr="005436AF" w:rsidRDefault="009C0E1B" w:rsidP="00B32731">
                  <w:pPr>
                    <w:spacing w:before="0" w:beforeAutospacing="0" w:after="0" w:afterAutospacing="0"/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bookmarkStart w:id="1" w:name="обозначение"/>
                  <w:r>
                    <w:rPr>
                      <w:sz w:val="40"/>
                      <w:szCs w:val="40"/>
                    </w:rPr>
                    <w:t>4487/1-ПК1-09-036-ЛПУ1-1-ПС.ВР</w:t>
                  </w:r>
                  <w:bookmarkEnd w:id="1"/>
                </w:p>
              </w:txbxContent>
            </v:textbox>
          </v:shape>
          <v:shape id="_x0000_s14790" type="#_x0000_t202" style="position:absolute;left:4222;top:15318;width:573;height:227;v-text-anchor:middle" o:regroupid="73" filled="f" stroked="f" strokeweight="1.25pt">
            <v:textbox style="mso-next-textbox:#_x0000_s14790" inset="0,.2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791" type="#_x0000_t202" style="position:absolute;left:4222;top:15610;width:573;height:227;v-text-anchor:middle" o:regroupid="73" filled="f" stroked="f" strokeweight="1.25pt">
            <v:textbox style="mso-next-textbox:#_x0000_s14791" inset="0,.2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792" type="#_x0000_t202" style="position:absolute;left:4222;top:15896;width:573;height:227;v-text-anchor:middle" o:regroupid="73" filled="f" stroked="f" strokeweight="1.25pt">
            <v:textbox style="mso-next-textbox:#_x0000_s14792" inset="0,.2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793" type="#_x0000_t202" style="position:absolute;left:4222;top:16173;width:573;height:227;v-text-anchor:middle" o:regroupid="73" filled="f" stroked="f" strokeweight="1.25pt">
            <v:textbox style="mso-next-textbox:#_x0000_s14793" inset="0,.2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794" type="#_x0000_t202" style="position:absolute;left:4901;top:15592;width:3762;height:805" o:regroupid="73" filled="f" stroked="f" strokeweight="1.25pt">
            <v:textbox style="mso-next-textbox:#_x0000_s14794" inset="1mm,1mm,1mm,0">
              <w:txbxContent>
                <w:p w:rsidR="00E703DE" w:rsidRPr="002D578F" w:rsidRDefault="00E703DE" w:rsidP="00CC723B">
                  <w:pPr>
                    <w:rPr>
                      <w:szCs w:val="20"/>
                    </w:rPr>
                  </w:pPr>
                </w:p>
              </w:txbxContent>
            </v:textbox>
          </v:shape>
          <v:shape id="_x0000_s14795" type="#_x0000_t202" style="position:absolute;left:1137;top:15294;width:1101;height:275;v-text-anchor:middle" o:regroupid="73" filled="f" stroked="f" strokeweight="1.25pt">
            <v:textbox style="mso-next-textbox:#_x0000_s14795" inset=".8mm,.2mm,0,0">
              <w:txbxContent>
                <w:p w:rsidR="00E703DE" w:rsidRPr="006979AE" w:rsidRDefault="009C0E1B" w:rsidP="00CC723B">
                  <w:pPr>
                    <w:pStyle w:val="ad"/>
                    <w:ind w:right="-76"/>
                    <w:jc w:val="left"/>
                    <w:rPr>
                      <w:rFonts w:ascii="GOST type B" w:hAnsi="GOST type B"/>
                      <w:w w:val="90"/>
                      <w:sz w:val="22"/>
                      <w:szCs w:val="22"/>
                    </w:rPr>
                  </w:pPr>
                  <w:bookmarkStart w:id="2" w:name="L2"/>
                  <w:r>
                    <w:rPr>
                      <w:rFonts w:ascii="GOST type B" w:eastAsiaTheme="minorHAnsi" w:hAnsi="GOST type B" w:cstheme="minorBidi"/>
                      <w:w w:val="90"/>
                      <w:sz w:val="22"/>
                      <w:szCs w:val="22"/>
                      <w:lang w:eastAsia="en-US"/>
                    </w:rPr>
                    <w:t>Инж. I кат.</w:t>
                  </w:r>
                  <w:bookmarkEnd w:id="2"/>
                </w:p>
              </w:txbxContent>
            </v:textbox>
          </v:shape>
          <v:shape id="_x0000_s14796" type="#_x0000_t202" style="position:absolute;left:1137;top:15579;width:1101;height:275;v-text-anchor:middle" o:regroupid="73" filled="f" stroked="f" strokeweight="1.25pt">
            <v:textbox style="mso-next-textbox:#_x0000_s14796" inset=".8mm,.2mm,0,0">
              <w:txbxContent>
                <w:p w:rsidR="00E703DE" w:rsidRPr="008E52FE" w:rsidRDefault="00E703DE" w:rsidP="00956D68">
                  <w:pPr>
                    <w:pStyle w:val="aff3"/>
                    <w:rPr>
                      <w:lang w:val="en-US"/>
                    </w:rPr>
                  </w:pPr>
                  <w:bookmarkStart w:id="3" w:name="L3"/>
                  <w:bookmarkEnd w:id="3"/>
                </w:p>
              </w:txbxContent>
            </v:textbox>
          </v:shape>
          <v:shape id="_x0000_s14797" type="#_x0000_t202" style="position:absolute;left:1137;top:15871;width:1101;height:275;v-text-anchor:middle" o:regroupid="73" filled="f" stroked="f" strokeweight="1.25pt">
            <v:textbox style="mso-next-textbox:#_x0000_s14797" inset=".8mm,.2mm,0,0">
              <w:txbxContent>
                <w:p w:rsidR="00E703DE" w:rsidRPr="00D74663" w:rsidRDefault="00E703DE" w:rsidP="00956D68">
                  <w:pPr>
                    <w:pStyle w:val="aff3"/>
                    <w:rPr>
                      <w:lang w:val="en-US"/>
                    </w:rPr>
                  </w:pPr>
                  <w:bookmarkStart w:id="4" w:name="L4"/>
                  <w:bookmarkEnd w:id="4"/>
                </w:p>
              </w:txbxContent>
            </v:textbox>
          </v:shape>
          <v:shape id="_x0000_s14798" type="#_x0000_t202" style="position:absolute;left:1137;top:16146;width:1101;height:275;v-text-anchor:middle" o:regroupid="73" filled="f" stroked="f" strokeweight="1.25pt">
            <v:textbox style="mso-next-textbox:#_x0000_s14798" inset=".8mm,.2mm,0,0">
              <w:txbxContent>
                <w:p w:rsidR="00E703DE" w:rsidRPr="002F5A61" w:rsidRDefault="009C0E1B" w:rsidP="00CC723B">
                  <w:pPr>
                    <w:pStyle w:val="ad"/>
                    <w:ind w:right="-76"/>
                    <w:jc w:val="left"/>
                    <w:rPr>
                      <w:rFonts w:ascii="GOST type B" w:hAnsi="GOST type B"/>
                      <w:w w:val="90"/>
                      <w:sz w:val="22"/>
                      <w:szCs w:val="18"/>
                    </w:rPr>
                  </w:pPr>
                  <w:bookmarkStart w:id="5" w:name="L5"/>
                  <w:r>
                    <w:rPr>
                      <w:rFonts w:ascii="GOST type B" w:eastAsiaTheme="minorHAnsi" w:hAnsi="GOST type B" w:cstheme="minorBidi"/>
                      <w:w w:val="90"/>
                      <w:sz w:val="22"/>
                      <w:szCs w:val="22"/>
                      <w:lang w:eastAsia="en-US"/>
                    </w:rPr>
                    <w:t>Н.контр.</w:t>
                  </w:r>
                  <w:bookmarkEnd w:id="5"/>
                </w:p>
              </w:txbxContent>
            </v:textbox>
          </v:shape>
          <v:shape id="_x0000_s14799" type="#_x0000_t202" style="position:absolute;left:2249;top:15024;width:1101;height:275;v-text-anchor:middle" o:regroupid="73" filled="f" stroked="f" strokeweight="1.25pt">
            <v:textbox style="mso-next-textbox:#_x0000_s14799" inset=".8mm,.2mm,0,0">
              <w:txbxContent>
                <w:p w:rsidR="00E703DE" w:rsidRPr="000E11DD" w:rsidRDefault="009C0E1B" w:rsidP="00956D68">
                  <w:pPr>
                    <w:pStyle w:val="aff3"/>
                  </w:pPr>
                  <w:bookmarkStart w:id="6" w:name="R1"/>
                  <w:r>
                    <w:t>Макурина</w:t>
                  </w:r>
                  <w:bookmarkEnd w:id="6"/>
                </w:p>
              </w:txbxContent>
            </v:textbox>
          </v:shape>
          <v:shape id="_x0000_s14800" type="#_x0000_t202" style="position:absolute;left:2249;top:15297;width:1101;height:275;v-text-anchor:middle" o:regroupid="73" filled="f" stroked="f" strokeweight="1.25pt">
            <v:textbox style="mso-next-textbox:#_x0000_s14800" inset=".8mm,.2mm,0,0">
              <w:txbxContent>
                <w:p w:rsidR="00E703DE" w:rsidRPr="006979AE" w:rsidRDefault="009C0E1B" w:rsidP="00CC723B">
                  <w:pPr>
                    <w:pStyle w:val="ad"/>
                    <w:ind w:right="-76"/>
                    <w:jc w:val="left"/>
                    <w:rPr>
                      <w:rFonts w:ascii="GOST type B" w:hAnsi="GOST type B"/>
                      <w:w w:val="90"/>
                      <w:sz w:val="22"/>
                      <w:szCs w:val="22"/>
                    </w:rPr>
                  </w:pPr>
                  <w:bookmarkStart w:id="7" w:name="R2"/>
                  <w:r>
                    <w:rPr>
                      <w:rFonts w:ascii="GOST type B" w:eastAsiaTheme="minorHAnsi" w:hAnsi="GOST type B" w:cstheme="minorBidi"/>
                      <w:w w:val="90"/>
                      <w:sz w:val="22"/>
                      <w:szCs w:val="22"/>
                      <w:lang w:eastAsia="en-US"/>
                    </w:rPr>
                    <w:t>Попов</w:t>
                  </w:r>
                  <w:bookmarkEnd w:id="7"/>
                </w:p>
              </w:txbxContent>
            </v:textbox>
          </v:shape>
          <v:shape id="_x0000_s14801" type="#_x0000_t202" style="position:absolute;left:2249;top:15577;width:1101;height:275;v-text-anchor:middle" o:regroupid="73" filled="f" stroked="f" strokeweight="1.25pt">
            <v:textbox style="mso-next-textbox:#_x0000_s14801" inset=".8mm,.2mm,0,0">
              <w:txbxContent>
                <w:p w:rsidR="00E703DE" w:rsidRPr="000E11DD" w:rsidRDefault="00E703DE" w:rsidP="00956D68">
                  <w:pPr>
                    <w:pStyle w:val="aff3"/>
                  </w:pPr>
                  <w:bookmarkStart w:id="8" w:name="R3"/>
                  <w:bookmarkEnd w:id="8"/>
                </w:p>
                <w:p w:rsidR="00E703DE" w:rsidRPr="000E11DD" w:rsidRDefault="00E703DE" w:rsidP="00CC723B">
                  <w:pPr>
                    <w:pStyle w:val="ad"/>
                    <w:ind w:right="-76"/>
                    <w:jc w:val="left"/>
                    <w:rPr>
                      <w:rFonts w:ascii="GOST type B" w:hAnsi="GOST type B"/>
                      <w:sz w:val="18"/>
                      <w:szCs w:val="18"/>
                    </w:rPr>
                  </w:pPr>
                </w:p>
              </w:txbxContent>
            </v:textbox>
          </v:shape>
          <v:shape id="_x0000_s14802" type="#_x0000_t202" style="position:absolute;left:2249;top:15866;width:1101;height:275;v-text-anchor:middle" o:regroupid="73" filled="f" stroked="f" strokeweight="1.25pt">
            <v:textbox style="mso-next-textbox:#_x0000_s14802" inset=".8mm,.2mm,0,0">
              <w:txbxContent>
                <w:p w:rsidR="00E703DE" w:rsidRPr="000E11DD" w:rsidRDefault="00E703DE" w:rsidP="00956D68">
                  <w:pPr>
                    <w:pStyle w:val="aff3"/>
                  </w:pPr>
                  <w:bookmarkStart w:id="9" w:name="R4"/>
                  <w:bookmarkEnd w:id="9"/>
                </w:p>
                <w:p w:rsidR="00E703DE" w:rsidRPr="000E11DD" w:rsidRDefault="00E703DE" w:rsidP="00CC723B">
                  <w:pPr>
                    <w:pStyle w:val="ad"/>
                    <w:ind w:right="-76"/>
                    <w:jc w:val="left"/>
                    <w:rPr>
                      <w:rFonts w:ascii="GOST type B" w:hAnsi="GOST type B"/>
                      <w:sz w:val="18"/>
                      <w:szCs w:val="18"/>
                    </w:rPr>
                  </w:pPr>
                </w:p>
              </w:txbxContent>
            </v:textbox>
          </v:shape>
          <v:shape id="_x0000_s14803" type="#_x0000_t202" style="position:absolute;left:2239;top:16154;width:1101;height:275;v-text-anchor:middle" o:regroupid="73" filled="f" stroked="f" strokeweight="1.25pt">
            <v:textbox style="mso-next-textbox:#_x0000_s14803" inset=".8mm,.2mm,0,0">
              <w:txbxContent>
                <w:p w:rsidR="00E703DE" w:rsidRPr="006979AE" w:rsidRDefault="009C0E1B" w:rsidP="00CC723B">
                  <w:pPr>
                    <w:pStyle w:val="ad"/>
                    <w:ind w:right="-76"/>
                    <w:jc w:val="left"/>
                    <w:rPr>
                      <w:rFonts w:ascii="GOST type B" w:hAnsi="GOST type B"/>
                      <w:w w:val="90"/>
                      <w:sz w:val="22"/>
                      <w:szCs w:val="22"/>
                    </w:rPr>
                  </w:pPr>
                  <w:bookmarkStart w:id="10" w:name="R5"/>
                  <w:r>
                    <w:rPr>
                      <w:rFonts w:ascii="GOST type B" w:eastAsiaTheme="minorHAnsi" w:hAnsi="GOST type B" w:cstheme="minorBidi"/>
                      <w:w w:val="90"/>
                      <w:sz w:val="22"/>
                      <w:szCs w:val="22"/>
                      <w:lang w:eastAsia="en-US"/>
                    </w:rPr>
                    <w:t>Макурина</w:t>
                  </w:r>
                  <w:bookmarkEnd w:id="10"/>
                </w:p>
              </w:txbxContent>
            </v:textbox>
          </v:shape>
          <v:shape id="_x0000_s14804" type="#_x0000_t202" style="position:absolute;left:3367;top:15015;width:849;height:275;v-text-anchor:middle" o:regroupid="73" filled="f" stroked="f" strokeweight="1.25pt">
            <v:textbox style="mso-next-textbox:#_x0000_s14804" inset=".8mm,.2mm,0,0">
              <w:txbxContent>
                <w:p w:rsidR="00E703DE" w:rsidRPr="00416577" w:rsidRDefault="00E703DE" w:rsidP="00956D68">
                  <w:pPr>
                    <w:pStyle w:val="aff3"/>
                  </w:pPr>
                </w:p>
                <w:p w:rsidR="00E703DE" w:rsidRPr="00D24C24" w:rsidRDefault="00E703DE" w:rsidP="00CC723B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4805" type="#_x0000_t202" style="position:absolute;left:3379;top:15290;width:849;height:275;v-text-anchor:middle" o:regroupid="73" filled="f" stroked="f" strokeweight="1.25pt">
            <v:textbox style="mso-next-textbox:#_x0000_s14805" inset=".8mm,.2mm,0,0">
              <w:txbxContent>
                <w:p w:rsidR="00E703DE" w:rsidRPr="00416577" w:rsidRDefault="00E703DE" w:rsidP="00956D68">
                  <w:pPr>
                    <w:pStyle w:val="aff3"/>
                  </w:pPr>
                </w:p>
                <w:p w:rsidR="00E703DE" w:rsidRPr="00D24C24" w:rsidRDefault="00E703DE" w:rsidP="00CC723B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4806" type="#_x0000_t202" style="position:absolute;left:3379;top:15579;width:849;height:275;v-text-anchor:middle" o:regroupid="73" filled="f" stroked="f" strokeweight="1.25pt">
            <v:textbox style="mso-next-textbox:#_x0000_s14806" inset=".8mm,.2mm,0,0">
              <w:txbxContent>
                <w:p w:rsidR="00E703DE" w:rsidRPr="00416577" w:rsidRDefault="00E703DE" w:rsidP="00956D68">
                  <w:pPr>
                    <w:pStyle w:val="aff3"/>
                  </w:pPr>
                </w:p>
                <w:p w:rsidR="00E703DE" w:rsidRPr="00D24C24" w:rsidRDefault="00E703DE" w:rsidP="00CC723B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4807" type="#_x0000_t202" style="position:absolute;left:3373;top:15869;width:849;height:275;v-text-anchor:middle" o:regroupid="73" filled="f" stroked="f" strokeweight="1.25pt">
            <v:textbox style="mso-next-textbox:#_x0000_s14807" inset=".8mm,.2mm,0,0">
              <w:txbxContent>
                <w:p w:rsidR="00E703DE" w:rsidRPr="00416577" w:rsidRDefault="00E703DE" w:rsidP="00956D68">
                  <w:pPr>
                    <w:pStyle w:val="aff3"/>
                  </w:pPr>
                </w:p>
                <w:p w:rsidR="00E703DE" w:rsidRPr="00D24C24" w:rsidRDefault="00E703DE" w:rsidP="00CC723B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4808" type="#_x0000_t202" style="position:absolute;left:3373;top:16144;width:849;height:275;v-text-anchor:middle" o:regroupid="73" filled="f" stroked="f" strokeweight="1.25pt">
            <v:textbox style="mso-next-textbox:#_x0000_s14808" inset=".8mm,.2mm,0,0">
              <w:txbxContent>
                <w:p w:rsidR="00E703DE" w:rsidRPr="00416577" w:rsidRDefault="00E703DE" w:rsidP="00956D68">
                  <w:pPr>
                    <w:pStyle w:val="aff3"/>
                  </w:pPr>
                </w:p>
                <w:p w:rsidR="00E703DE" w:rsidRPr="00D24C24" w:rsidRDefault="00E703DE" w:rsidP="00CC723B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rect id="_x0000_s14809" style="position:absolute;left:9615;top:14762;width:852;height:313;mso-position-horizontal-relative:page;mso-position-vertical-relative:page" o:regroupid="73" filled="f" stroked="f" strokeweight="1.25pt">
            <v:textbox style="mso-next-textbox:#_x0000_s14809" inset="0,.7mm,0,0">
              <w:txbxContent>
                <w:p w:rsidR="00E703DE" w:rsidRPr="005436AF" w:rsidRDefault="00E703DE" w:rsidP="00CC723B">
                  <w:pPr>
                    <w:pStyle w:val="ac"/>
                    <w:jc w:val="center"/>
                    <w:rPr>
                      <w:rFonts w:ascii="GOST type B" w:hAnsi="GOST type B"/>
                      <w:sz w:val="20"/>
                      <w:szCs w:val="20"/>
                    </w:rPr>
                  </w:pPr>
                  <w:r w:rsidRPr="005436AF">
                    <w:rPr>
                      <w:rFonts w:ascii="GOST type B" w:hAnsi="GOST type B"/>
                      <w:sz w:val="20"/>
                      <w:szCs w:val="20"/>
                    </w:rPr>
                    <w:t>Лист</w:t>
                  </w:r>
                </w:p>
              </w:txbxContent>
            </v:textbox>
          </v:rect>
          <v:shape id="_x0000_s14811" type="#_x0000_t32" style="position:absolute;left:1132;top:15011;width:3684;height:0" o:connectortype="straight" o:regroupid="73"/>
          <v:shape id="_x0000_s14812" type="#_x0000_t32" style="position:absolute;left:4816;top:15579;width:3940;height:1;flip:x" o:connectortype="straight" o:regroupid="73" strokeweight="1.75pt"/>
          <v:line id="_x0000_s14813" style="position:absolute;mso-position-horizontal-relative:page;mso-position-vertical-relative:page" from="1120,13600" to="4816,13601" o:regroupid="73"/>
          <v:line id="_x0000_s14814" style="position:absolute;mso-position-horizontal-relative:page;mso-position-vertical-relative:page" from="1111,13885" to="4812,13886" o:regroupid="73"/>
          <v:shape id="_x0000_s14815" type="#_x0000_t32" style="position:absolute;left:1127;top:13316;width:10474;height:0;flip:x" o:connectortype="straight" o:regroupid="73" strokeweight="1.75pt"/>
          <v:shape id="_x0000_s14816" type="#_x0000_t202" style="position:absolute;left:1122;top:15015;width:1101;height:275;v-text-anchor:middle" o:regroupid="73" filled="f" stroked="f" strokeweight="1.25pt">
            <v:textbox style="mso-next-textbox:#_x0000_s14816" inset=".8mm,.2mm,0,0">
              <w:txbxContent>
                <w:p w:rsidR="00E703DE" w:rsidRPr="002F5A61" w:rsidRDefault="009C0E1B" w:rsidP="00CC723B">
                  <w:pPr>
                    <w:pStyle w:val="ad"/>
                    <w:ind w:right="-76"/>
                    <w:jc w:val="left"/>
                    <w:rPr>
                      <w:rFonts w:ascii="GOST type B" w:hAnsi="GOST type B"/>
                      <w:w w:val="90"/>
                      <w:sz w:val="22"/>
                      <w:szCs w:val="18"/>
                    </w:rPr>
                  </w:pPr>
                  <w:bookmarkStart w:id="11" w:name="L1"/>
                  <w:r>
                    <w:rPr>
                      <w:rFonts w:ascii="GOST type B" w:eastAsiaTheme="minorHAnsi" w:hAnsi="GOST type B" w:cstheme="minorBidi"/>
                      <w:w w:val="90"/>
                      <w:sz w:val="22"/>
                      <w:szCs w:val="22"/>
                      <w:lang w:eastAsia="en-US"/>
                    </w:rPr>
                    <w:t>Нач. отд.</w:t>
                  </w:r>
                  <w:bookmarkEnd w:id="11"/>
                </w:p>
              </w:txbxContent>
            </v:textbox>
          </v:shape>
          <v:shape id="_x0000_s14817" type="#_x0000_t202" style="position:absolute;left:2249;top:14742;width:1101;height:253;v-text-anchor:middle" o:regroupid="73" filled="f" stroked="f" strokeweight="1.25pt">
            <v:textbox style="mso-next-textbox:#_x0000_s14817" inset=".8mm,.2mm,0,0">
              <w:txbxContent>
                <w:p w:rsidR="00E703DE" w:rsidRPr="005436AF" w:rsidRDefault="009C0E1B" w:rsidP="005436AF">
                  <w:pPr>
                    <w:rPr>
                      <w:szCs w:val="18"/>
                    </w:rPr>
                  </w:pPr>
                  <w:bookmarkStart w:id="12" w:name="фамилия_гип"/>
                  <w:r>
                    <w:rPr>
                      <w:w w:val="90"/>
                      <w:sz w:val="22"/>
                    </w:rPr>
                    <w:t>Калашников</w:t>
                  </w:r>
                  <w:bookmarkEnd w:id="12"/>
                </w:p>
              </w:txbxContent>
            </v:textbox>
          </v:shape>
          <v:shape id="_x0000_s14818" type="#_x0000_t202" style="position:absolute;left:3373;top:14755;width:849;height:275;v-text-anchor:middle" o:regroupid="73" filled="f" stroked="f" strokeweight="1.25pt">
            <v:textbox style="mso-next-textbox:#_x0000_s14818" inset=".8mm,.2mm,0,0">
              <w:txbxContent>
                <w:p w:rsidR="00E703DE" w:rsidRPr="00416577" w:rsidRDefault="00E703DE" w:rsidP="00956D68">
                  <w:pPr>
                    <w:pStyle w:val="aff3"/>
                  </w:pPr>
                </w:p>
                <w:p w:rsidR="00E703DE" w:rsidRPr="00D24C24" w:rsidRDefault="00E703DE" w:rsidP="00CC723B">
                  <w:pPr>
                    <w:pStyle w:val="ad"/>
                    <w:ind w:right="-76"/>
                    <w:jc w:val="left"/>
                    <w:rPr>
                      <w:rFonts w:ascii="GOST_SNG" w:hAnsi="GOST_SNG"/>
                      <w:b/>
                      <w:sz w:val="18"/>
                      <w:szCs w:val="18"/>
                    </w:rPr>
                  </w:pPr>
                </w:p>
              </w:txbxContent>
            </v:textbox>
          </v:shape>
          <v:shape id="_x0000_s14819" type="#_x0000_t202" style="position:absolute;left:4230;top:14762;width:573;height:227;v-text-anchor:middle" o:regroupid="73" filled="f" stroked="f" strokeweight="1.25pt">
            <v:textbox style="mso-next-textbox:#_x0000_s14819" inset="0,.2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20" type="#_x0000_t202" style="position:absolute;left:4785;top:14754;width:3971;height:859;mso-position-horizontal-relative:margin;v-text-anchor:middle" o:regroupid="73" filled="f" stroked="f" strokeweight="1.25pt">
            <v:textbox style="mso-next-textbox:#_x0000_s14820" inset=".7mm,0,.7mm,0">
              <w:txbxContent>
                <w:p w:rsidR="009C0E1B" w:rsidRPr="009C0E1B" w:rsidRDefault="009C0E1B" w:rsidP="009C0E1B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  <w:bookmarkStart w:id="13" w:name="объект"/>
                  <w:r w:rsidRPr="009C0E1B">
                    <w:rPr>
                      <w:sz w:val="30"/>
                      <w:szCs w:val="30"/>
                    </w:rPr>
                    <w:t>ДП Грязовецкого ЛПУ</w:t>
                  </w:r>
                </w:p>
                <w:bookmarkEnd w:id="13"/>
                <w:p w:rsidR="00E703DE" w:rsidRPr="008214E6" w:rsidRDefault="00E703DE" w:rsidP="005436AF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  <v:shape id="_x0000_s14821" type="#_x0000_t202" style="position:absolute;left:4816;top:13903;width:6758;height:859;mso-position-horizontal-relative:margin;v-text-anchor:middle" o:regroupid="73" filled="f" stroked="f" strokeweight="1.25pt">
            <v:textbox style="mso-next-textbox:#_x0000_s14821" inset=".8mm,0,.8mm,0">
              <w:txbxContent>
                <w:p w:rsidR="009C0E1B" w:rsidRPr="009C0E1B" w:rsidRDefault="009C0E1B" w:rsidP="009C0E1B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bookmarkStart w:id="14" w:name="строительство"/>
                  <w:r w:rsidRPr="009C0E1B">
                    <w:rPr>
                      <w:szCs w:val="30"/>
                    </w:rPr>
                    <w:t>Реконструкция систем диспетчерского управления</w:t>
                  </w:r>
                </w:p>
                <w:p w:rsidR="009C0E1B" w:rsidRPr="009C0E1B" w:rsidRDefault="009C0E1B" w:rsidP="009C0E1B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30"/>
                    </w:rPr>
                  </w:pPr>
                  <w:r w:rsidRPr="009C0E1B">
                    <w:rPr>
                      <w:szCs w:val="30"/>
                    </w:rPr>
                    <w:t>ООО "Газпром трансгаз Ухта". Первый пусковой комплекс</w:t>
                  </w:r>
                </w:p>
                <w:bookmarkEnd w:id="14"/>
                <w:p w:rsidR="00E703DE" w:rsidRPr="008214E6" w:rsidRDefault="00E703DE" w:rsidP="005436AF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 w:val="30"/>
                      <w:szCs w:val="30"/>
                    </w:rPr>
                  </w:pPr>
                </w:p>
              </w:txbxContent>
            </v:textbox>
          </v:shape>
          <v:shape id="_x0000_s14822" type="#_x0000_t202" style="position:absolute;left:4796;top:15572;width:3971;height:859;mso-position-horizontal-relative:margin;v-text-anchor:middle" o:regroupid="73" filled="f" stroked="f" strokeweight="1.25pt">
            <v:textbox style="mso-next-textbox:#_x0000_s14822" inset=".7mm,.2mm,.7mm,.2mm">
              <w:txbxContent>
                <w:p w:rsidR="00E703DE" w:rsidRPr="0062209C" w:rsidRDefault="00E703DE" w:rsidP="005436AF">
                  <w:pPr>
                    <w:spacing w:before="0" w:beforeAutospacing="0" w:after="0" w:afterAutospacing="0" w:line="240" w:lineRule="auto"/>
                    <w:contextualSpacing/>
                    <w:jc w:val="center"/>
                    <w:rPr>
                      <w:szCs w:val="24"/>
                    </w:rPr>
                  </w:pPr>
                  <w:r w:rsidRPr="0062209C">
                    <w:rPr>
                      <w:szCs w:val="24"/>
                    </w:rPr>
                    <w:t>Ведомость объемов работ</w:t>
                  </w:r>
                </w:p>
              </w:txbxContent>
            </v:textbox>
          </v:shape>
          <v:shape id="_x0000_s14823" type="#_x0000_t202" style="position:absolute;left:1098;top:14178;width:572;height:273;v-text-anchor:middle" o:regroupid="73" filled="f" stroked="f" strokeweight="1.25pt">
            <v:textbox style="mso-next-textbox:#_x0000_s14823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24" type="#_x0000_t202" style="position:absolute;left:1098;top:13906;width:572;height:273;v-text-anchor:middle" o:regroupid="73" filled="f" stroked="f" strokeweight="1.25pt">
            <v:textbox style="mso-next-textbox:#_x0000_s14824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25" type="#_x0000_t202" style="position:absolute;left:1098;top:13600;width:572;height:273;v-text-anchor:middle" o:regroupid="73" filled="f" stroked="f" strokeweight="1.25pt">
            <v:textbox style="mso-next-textbox:#_x0000_s14825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26" type="#_x0000_t202" style="position:absolute;left:1098;top:13328;width:572;height:273;v-text-anchor:middle" o:regroupid="73" filled="f" stroked="f" strokeweight="1.25pt">
            <v:textbox style="mso-next-textbox:#_x0000_s14826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27" type="#_x0000_t202" style="position:absolute;left:1666;top:14179;width:572;height:273;v-text-anchor:middle" o:regroupid="73" filled="f" stroked="f" strokeweight="1.25pt">
            <v:textbox style="mso-next-textbox:#_x0000_s14827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28" type="#_x0000_t202" style="position:absolute;left:1666;top:13906;width:572;height:273;v-text-anchor:middle" o:regroupid="73" filled="f" stroked="f" strokeweight="1.25pt">
            <v:textbox style="mso-next-textbox:#_x0000_s14828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29" type="#_x0000_t202" style="position:absolute;left:1666;top:13598;width:572;height:273;v-text-anchor:middle" o:regroupid="73" filled="f" stroked="f" strokeweight="1.25pt">
            <v:textbox style="mso-next-textbox:#_x0000_s14829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0" type="#_x0000_t202" style="position:absolute;left:1666;top:13328;width:572;height:273;v-text-anchor:middle" o:regroupid="73" filled="f" stroked="f" strokeweight="1.25pt">
            <v:textbox style="mso-next-textbox:#_x0000_s14830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2" type="#_x0000_t202" style="position:absolute;left:2257;top:14178;width:572;height:273;v-text-anchor:middle" o:regroupid="73" filled="f" stroked="f" strokeweight="1.25pt">
            <v:textbox style="mso-next-textbox:#_x0000_s14832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3" type="#_x0000_t202" style="position:absolute;left:2249;top:13906;width:572;height:273;v-text-anchor:middle" o:regroupid="73" filled="f" stroked="f" strokeweight="1.25pt">
            <v:textbox style="mso-next-textbox:#_x0000_s14833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4" type="#_x0000_t202" style="position:absolute;left:2249;top:13600;width:572;height:273;v-text-anchor:middle" o:regroupid="73" filled="f" stroked="f" strokeweight="1.25pt">
            <v:textbox style="mso-next-textbox:#_x0000_s14834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5" type="#_x0000_t202" style="position:absolute;left:2249;top:13327;width:572;height:273;v-text-anchor:middle" o:regroupid="73" filled="f" stroked="f" strokeweight="1.25pt">
            <v:textbox style="mso-next-textbox:#_x0000_s14835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6" type="#_x0000_t202" style="position:absolute;left:2810;top:14178;width:572;height:273;v-text-anchor:middle" o:regroupid="73" filled="f" stroked="f" strokeweight="1.25pt">
            <v:textbox style="mso-next-textbox:#_x0000_s14836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7" type="#_x0000_t202" style="position:absolute;left:2804;top:13886;width:572;height:273;v-text-anchor:middle" o:regroupid="73" filled="f" stroked="f" strokeweight="1.25pt">
            <v:textbox style="mso-next-textbox:#_x0000_s14837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8" type="#_x0000_t202" style="position:absolute;left:2826;top:13600;width:572;height:273" o:regroupid="73" filled="f" stroked="f" strokeweight="1.25pt">
            <v:textbox style="mso-next-textbox:#_x0000_s14838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39" type="#_x0000_t202" style="position:absolute;left:2826;top:13327;width:572;height:273;v-text-anchor:middle" o:regroupid="73" filled="f" stroked="f" strokeweight="1.25pt">
            <v:textbox style="mso-next-textbox:#_x0000_s14839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40" type="#_x0000_t202" style="position:absolute;left:4216;top:13316;width:572;height:273;v-text-anchor:middle" o:regroupid="73" filled="f" stroked="f" strokeweight="1.25pt">
            <v:textbox style="mso-next-textbox:#_x0000_s14840" inset=".6mm,.8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41" type="#_x0000_t202" style="position:absolute;left:4216;top:13589;width:572;height:273;v-text-anchor:middle" o:regroupid="73" filled="f" stroked="f" strokeweight="1.25pt">
            <v:textbox style="mso-next-textbox:#_x0000_s14841" inset=".6mm,.8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42" type="#_x0000_t202" style="position:absolute;left:4216;top:13886;width:572;height:273;v-text-anchor:middle" o:regroupid="73" filled="f" stroked="f" strokeweight="1.25pt">
            <v:textbox style="mso-next-textbox:#_x0000_s14842" inset=".6mm,.8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43" type="#_x0000_t202" style="position:absolute;left:4221;top:14178;width:572;height:273;v-text-anchor:middle" o:regroupid="73" filled="f" stroked="f" strokeweight="1.25pt">
            <v:textbox style="mso-next-textbox:#_x0000_s14843" inset=".6mm,.8mm,0,0">
              <w:txbxContent>
                <w:p w:rsidR="00E703DE" w:rsidRPr="00583C5D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44" type="#_x0000_t202" style="position:absolute;left:3373;top:14178;width:840;height:273;v-text-anchor:middle" o:regroupid="73" filled="f" stroked="f" strokeweight="1.25pt">
            <v:textbox style="mso-next-textbox:#_x0000_s14844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45" type="#_x0000_t202" style="position:absolute;left:3382;top:13886;width:840;height:273;v-text-anchor:middle" o:regroupid="73" filled="f" stroked="f" strokeweight="1.25pt">
            <v:textbox style="mso-next-textbox:#_x0000_s14845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46" type="#_x0000_t202" style="position:absolute;left:3382;top:13613;width:840;height:273;v-text-anchor:middle" o:regroupid="73" filled="f" stroked="f" strokeweight="1.25pt">
            <v:textbox style="mso-next-textbox:#_x0000_s14846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847" type="#_x0000_t202" style="position:absolute;left:3382;top:13340;width:840;height:273;v-text-anchor:middle" o:regroupid="73" filled="f" stroked="f" strokeweight="1.25pt">
            <v:textbox style="mso-next-textbox:#_x0000_s14847" inset=".6mm,.8mm,0,0">
              <w:txbxContent>
                <w:p w:rsidR="00E703DE" w:rsidRPr="00007900" w:rsidRDefault="00E703DE" w:rsidP="00956D68">
                  <w:pPr>
                    <w:pStyle w:val="aff3"/>
                  </w:pPr>
                </w:p>
              </w:txbxContent>
            </v:textbox>
          </v:shape>
          <v:shape id="_x0000_s14922" type="#_x0000_t32" style="position:absolute;left:1121;top:1443;width:10504;height:0" o:connectortype="straight" o:regroupid="73" strokeweight="1.75pt"/>
          <v:shape id="_x0000_s14891" type="#_x0000_t32" style="position:absolute;left:1692;top:337;width:0;height:11093" o:connectortype="straight" o:regroupid="73" strokeweight="1.75pt"/>
          <v:shape id="_x0000_s14892" type="#_x0000_t32" style="position:absolute;left:6844;top:348;width:0;height:11082" o:connectortype="straight" o:regroupid="73" strokeweight="1.75pt"/>
          <v:shape id="_x0000_s14893" type="#_x0000_t32" style="position:absolute;left:10077;top:335;width:0;height:11095" o:connectortype="straight" o:regroupid="73" strokeweight="1.75pt"/>
          <v:shape id="_x0000_s14894" type="#_x0000_t32" style="position:absolute;left:1120;top:1899;width:10504;height:0" o:connectortype="straight" o:regroupid="73"/>
          <v:shape id="_x0000_s14895" type="#_x0000_t32" style="position:absolute;left:1128;top:2353;width:10504;height:0" o:connectortype="straight" o:regroupid="73"/>
          <v:shape id="_x0000_s14896" type="#_x0000_t32" style="position:absolute;left:1121;top:2807;width:10504;height:0" o:connectortype="straight" o:regroupid="73"/>
          <v:shape id="_x0000_s14897" type="#_x0000_t32" style="position:absolute;left:1121;top:3261;width:10504;height:0" o:connectortype="straight" o:regroupid="73"/>
          <v:shape id="_x0000_s14898" type="#_x0000_t32" style="position:absolute;left:1128;top:3715;width:10504;height:0" o:connectortype="straight" o:regroupid="73"/>
          <v:shape id="_x0000_s14899" type="#_x0000_t32" style="position:absolute;left:1128;top:4169;width:10504;height:0" o:connectortype="straight" o:regroupid="73"/>
          <v:shape id="_x0000_s14900" type="#_x0000_t32" style="position:absolute;left:1133;top:4623;width:10504;height:0" o:connectortype="straight" o:regroupid="73"/>
          <v:shape id="_x0000_s14901" type="#_x0000_t32" style="position:absolute;left:1133;top:5077;width:10504;height:0" o:connectortype="straight" o:regroupid="73"/>
          <v:shape id="_x0000_s14902" type="#_x0000_t32" style="position:absolute;left:1124;top:5531;width:10504;height:0" o:connectortype="straight" o:regroupid="73"/>
          <v:shape id="_x0000_s14903" type="#_x0000_t32" style="position:absolute;left:1120;top:5985;width:10504;height:0" o:connectortype="straight" o:regroupid="73"/>
          <v:shape id="_x0000_s14904" type="#_x0000_t32" style="position:absolute;left:1128;top:6439;width:10504;height:0" o:connectortype="straight" o:regroupid="73"/>
          <v:shape id="_x0000_s14905" type="#_x0000_t32" style="position:absolute;left:1128;top:6893;width:10504;height:0" o:connectortype="straight" o:regroupid="73"/>
          <v:shape id="_x0000_s14906" type="#_x0000_t32" style="position:absolute;left:1120;top:7347;width:10504;height:0" o:connectortype="straight" o:regroupid="73"/>
          <v:shape id="_x0000_s14907" type="#_x0000_t32" style="position:absolute;left:1121;top:7801;width:10504;height:0" o:connectortype="straight" o:regroupid="73"/>
          <v:shape id="_x0000_s14908" type="#_x0000_t32" style="position:absolute;left:1128;top:8255;width:10504;height:0" o:connectortype="straight" o:regroupid="73"/>
          <v:shape id="_x0000_s14909" type="#_x0000_t32" style="position:absolute;left:1128;top:8709;width:10504;height:0" o:connectortype="straight" o:regroupid="73"/>
          <v:shape id="_x0000_s14910" type="#_x0000_t32" style="position:absolute;left:1128;top:9163;width:10504;height:0" o:connectortype="straight" o:regroupid="73"/>
          <v:shape id="_x0000_s14911" type="#_x0000_t32" style="position:absolute;left:1135;top:9617;width:10504;height:0" o:connectortype="straight" o:regroupid="73"/>
          <v:shape id="_x0000_s14912" type="#_x0000_t32" style="position:absolute;left:1128;top:10071;width:10504;height:0" o:connectortype="straight" o:regroupid="73"/>
          <v:shape id="_x0000_s14913" type="#_x0000_t32" style="position:absolute;left:1133;top:10525;width:10504;height:0" o:connectortype="straight" o:regroupid="73"/>
          <v:shape id="_x0000_s14918" type="#_x0000_t32" style="position:absolute;left:1111;top:10976;width:10504;height:0" o:connectortype="straight" o:regroupid="73"/>
          <v:shape id="_x0000_s14919" type="#_x0000_t32" style="position:absolute;left:1104;top:11430;width:10504;height:0" o:connectortype="straight" o:regroupid="73"/>
          <v:shape id="_x0000_s14928" type="#_x0000_t32" style="position:absolute;left:7402;top:335;width:0;height:11095" o:connectortype="straight" o:regroupid="73" strokeweight="1.75pt"/>
          <v:shape id="_x0000_s14929" type="#_x0000_t32" style="position:absolute;left:8941;top:873;width:1;height:10557" o:connectortype="straight" o:regroupid="73" strokeweight="1.75pt"/>
          <v:shape id="_x0000_s14886" type="#_x0000_t202" style="position:absolute;left:1692;top:330;width:5152;height:1113;v-text-anchor:middle" o:regroupid="73" filled="f" stroked="f">
            <v:textbox style="mso-next-textbox:#_x0000_s14886" inset=".4mm,.4mm,.4mm,.4mm">
              <w:txbxContent>
                <w:p w:rsidR="00E703DE" w:rsidRPr="00D7290F" w:rsidRDefault="00E703DE" w:rsidP="006B6F05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D7290F">
                    <w:rPr>
                      <w:szCs w:val="24"/>
                    </w:rPr>
                    <w:t>Наименование вида работ</w:t>
                  </w:r>
                </w:p>
              </w:txbxContent>
            </v:textbox>
          </v:shape>
          <v:shape id="_x0000_s14887" type="#_x0000_t202" style="position:absolute;left:6844;top:348;width:558;height:1095;v-text-anchor:middle" o:regroupid="73" filled="f" stroked="f">
            <v:textbox style="mso-next-textbox:#_x0000_s14887" inset=".4mm,.4mm,.4mm,.4mm">
              <w:txbxContent>
                <w:p w:rsidR="00E703DE" w:rsidRPr="00D7290F" w:rsidRDefault="00E703DE" w:rsidP="00752A9B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D7290F">
                    <w:rPr>
                      <w:szCs w:val="24"/>
                    </w:rPr>
                    <w:t>Ед.</w:t>
                  </w:r>
                </w:p>
                <w:p w:rsidR="00E703DE" w:rsidRPr="00D7290F" w:rsidRDefault="00E703DE" w:rsidP="00752A9B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D7290F">
                    <w:rPr>
                      <w:szCs w:val="24"/>
                    </w:rPr>
                    <w:t>изм.</w:t>
                  </w:r>
                </w:p>
              </w:txbxContent>
            </v:textbox>
          </v:shape>
          <v:shape id="_x0000_s14888" type="#_x0000_t202" style="position:absolute;left:10081;top:373;width:1532;height:1013;v-text-anchor:middle" o:regroupid="73" filled="f" stroked="f">
            <v:textbox style="mso-next-textbox:#_x0000_s14888" inset=".4mm,.4mm,.4mm,.4mm">
              <w:txbxContent>
                <w:p w:rsidR="00E703DE" w:rsidRPr="00D7290F" w:rsidRDefault="00E703DE" w:rsidP="006B6F05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D7290F">
                    <w:rPr>
                      <w:szCs w:val="24"/>
                    </w:rPr>
                    <w:t>Количество</w:t>
                  </w:r>
                </w:p>
              </w:txbxContent>
            </v:textbox>
          </v:shape>
          <v:shape id="_x0000_s14930" type="#_x0000_t202" style="position:absolute;left:7408;top:349;width:2675;height:500;v-text-anchor:middle" o:regroupid="73" filled="f" stroked="f">
            <v:textbox style="mso-next-textbox:#_x0000_s14930" inset=".4mm,.4mm,.4mm,.4mm">
              <w:txbxContent>
                <w:p w:rsidR="00E703DE" w:rsidRPr="00D7290F" w:rsidRDefault="00E703DE" w:rsidP="00752A9B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D7290F">
                    <w:rPr>
                      <w:szCs w:val="24"/>
                    </w:rPr>
                    <w:t>Код</w:t>
                  </w:r>
                </w:p>
              </w:txbxContent>
            </v:textbox>
          </v:shape>
          <v:shape id="_x0000_s14931" type="#_x0000_t202" style="position:absolute;left:7402;top:886;width:1539;height:557;v-text-anchor:middle" o:regroupid="73" filled="f" stroked="f">
            <v:textbox style="mso-next-textbox:#_x0000_s14931" inset=".4mm,.4mm,.4mm,.4mm">
              <w:txbxContent>
                <w:p w:rsidR="00E703DE" w:rsidRPr="00D7290F" w:rsidRDefault="00E703DE" w:rsidP="00752A9B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D7290F">
                    <w:rPr>
                      <w:szCs w:val="24"/>
                    </w:rPr>
                    <w:t>вида работ</w:t>
                  </w:r>
                </w:p>
              </w:txbxContent>
            </v:textbox>
          </v:shape>
          <v:shape id="_x0000_s14932" type="#_x0000_t202" style="position:absolute;left:8941;top:873;width:1136;height:570;v-text-anchor:middle" o:regroupid="73" filled="f" stroked="f">
            <v:textbox style="mso-next-textbox:#_x0000_s14932" inset=".4mm,.4mm,.4mm,.4mm">
              <w:txbxContent>
                <w:p w:rsidR="00E703DE" w:rsidRPr="00D7290F" w:rsidRDefault="00E703DE" w:rsidP="00752A9B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 w:rsidRPr="00D7290F">
                    <w:rPr>
                      <w:szCs w:val="24"/>
                    </w:rPr>
                    <w:t>ед. изм.</w:t>
                  </w:r>
                </w:p>
              </w:txbxContent>
            </v:textbox>
          </v:shape>
          <v:shape id="_x0000_s14937" type="#_x0000_t32" style="position:absolute;left:7411;top:873;width:2669;height:0" o:connectortype="straight" o:regroupid="73" strokeweight="1.75pt"/>
          <v:shape id="_x0000_s14998" type="#_x0000_t202" style="position:absolute;left:1129;top:323;width:558;height:1095;v-text-anchor:middle" o:regroupid="73" filled="f" stroked="f">
            <v:textbox style="mso-next-textbox:#_x0000_s14998" inset=".4mm,.4mm,.4mm,.4mm">
              <w:txbxContent>
                <w:p w:rsidR="00E703DE" w:rsidRDefault="00E703DE" w:rsidP="007B5ACF">
                  <w:pPr>
                    <w:spacing w:before="0" w:beforeAutospacing="0" w:after="0" w:afterAutospacing="0"/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>№</w:t>
                  </w:r>
                </w:p>
                <w:p w:rsidR="00E703DE" w:rsidRPr="000B741D" w:rsidRDefault="000B741D" w:rsidP="000B741D">
                  <w:pPr>
                    <w:spacing w:before="0" w:beforeAutospacing="0" w:after="0" w:afterAutospacing="0"/>
                    <w:jc w:val="center"/>
                    <w:rPr>
                      <w:w w:val="90"/>
                      <w:szCs w:val="24"/>
                    </w:rPr>
                  </w:pPr>
                  <w:r w:rsidRPr="000B741D">
                    <w:rPr>
                      <w:w w:val="90"/>
                      <w:szCs w:val="24"/>
                    </w:rPr>
                    <w:t>стро</w:t>
                  </w:r>
                  <w:r w:rsidRPr="000B741D">
                    <w:rPr>
                      <w:w w:val="80"/>
                      <w:szCs w:val="24"/>
                    </w:rPr>
                    <w:t>-</w:t>
                  </w:r>
                  <w:r w:rsidRPr="000B741D">
                    <w:rPr>
                      <w:w w:val="90"/>
                      <w:szCs w:val="24"/>
                    </w:rPr>
                    <w:t>ки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8C067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5F47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47945BF"/>
    <w:multiLevelType w:val="singleLevel"/>
    <w:tmpl w:val="9BD6EC0E"/>
    <w:lvl w:ilvl="0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</w:abstractNum>
  <w:abstractNum w:abstractNumId="3">
    <w:nsid w:val="063B3B57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08A8571A"/>
    <w:multiLevelType w:val="hybridMultilevel"/>
    <w:tmpl w:val="7EA4D566"/>
    <w:lvl w:ilvl="0" w:tplc="7626FF28">
      <w:start w:val="1"/>
      <w:numFmt w:val="decimal"/>
      <w:lvlText w:val="%1)"/>
      <w:lvlJc w:val="left"/>
      <w:pPr>
        <w:ind w:left="786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DF5AFC"/>
    <w:multiLevelType w:val="hybridMultilevel"/>
    <w:tmpl w:val="D846867A"/>
    <w:lvl w:ilvl="0" w:tplc="6B925D68">
      <w:start w:val="1"/>
      <w:numFmt w:val="decimal"/>
      <w:pStyle w:val="a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B007AA"/>
    <w:multiLevelType w:val="hybridMultilevel"/>
    <w:tmpl w:val="693EE634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44314A"/>
    <w:multiLevelType w:val="hybridMultilevel"/>
    <w:tmpl w:val="28466D98"/>
    <w:lvl w:ilvl="0" w:tplc="02CA7FEC">
      <w:start w:val="1"/>
      <w:numFmt w:val="decimal"/>
      <w:lvlText w:val="%1"/>
      <w:lvlJc w:val="left"/>
      <w:pPr>
        <w:ind w:left="720" w:hanging="360"/>
      </w:pPr>
      <w:rPr>
        <w:rFonts w:ascii="GOST type B" w:hAnsi="GOST type B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CE50D9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9">
    <w:nsid w:val="11C03733"/>
    <w:multiLevelType w:val="hybridMultilevel"/>
    <w:tmpl w:val="D2AA7606"/>
    <w:lvl w:ilvl="0" w:tplc="30DCB2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27415B0"/>
    <w:multiLevelType w:val="multilevel"/>
    <w:tmpl w:val="E1EA933C"/>
    <w:lvl w:ilvl="0">
      <w:start w:val="1"/>
      <w:numFmt w:val="decimal"/>
      <w:pStyle w:val="1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567" w:hanging="567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6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pStyle w:val="7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1">
    <w:nsid w:val="14D2020A"/>
    <w:multiLevelType w:val="multilevel"/>
    <w:tmpl w:val="9C387E2C"/>
    <w:styleLink w:val="20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2">
    <w:nsid w:val="23454C0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29AE39F5"/>
    <w:multiLevelType w:val="hybridMultilevel"/>
    <w:tmpl w:val="035AF244"/>
    <w:lvl w:ilvl="0" w:tplc="BEBE0A34">
      <w:start w:val="1"/>
      <w:numFmt w:val="bullet"/>
      <w:pStyle w:val="a0"/>
      <w:lvlText w:val="–"/>
      <w:lvlJc w:val="left"/>
      <w:pPr>
        <w:ind w:left="1287" w:hanging="360"/>
      </w:pPr>
      <w:rPr>
        <w:rFonts w:ascii="GOST type B" w:hAnsi="GOST type 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6C233F"/>
    <w:multiLevelType w:val="multilevel"/>
    <w:tmpl w:val="7512C356"/>
    <w:styleLink w:val="a1"/>
    <w:lvl w:ilvl="0">
      <w:start w:val="1"/>
      <w:numFmt w:val="decimal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firstLine="0"/>
      </w:pPr>
      <w:rPr>
        <w:rFonts w:hint="default"/>
      </w:rPr>
    </w:lvl>
  </w:abstractNum>
  <w:abstractNum w:abstractNumId="15">
    <w:nsid w:val="36D66354"/>
    <w:multiLevelType w:val="multilevel"/>
    <w:tmpl w:val="7512C356"/>
    <w:numStyleLink w:val="a1"/>
  </w:abstractNum>
  <w:abstractNum w:abstractNumId="16">
    <w:nsid w:val="3F0F50AD"/>
    <w:multiLevelType w:val="hybridMultilevel"/>
    <w:tmpl w:val="18421AD6"/>
    <w:lvl w:ilvl="0" w:tplc="FF70F80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3F8F1232"/>
    <w:multiLevelType w:val="multilevel"/>
    <w:tmpl w:val="7512C356"/>
    <w:numStyleLink w:val="a1"/>
  </w:abstractNum>
  <w:abstractNum w:abstractNumId="18">
    <w:nsid w:val="484D6ECF"/>
    <w:multiLevelType w:val="multilevel"/>
    <w:tmpl w:val="7512C356"/>
    <w:numStyleLink w:val="a1"/>
  </w:abstractNum>
  <w:abstractNum w:abstractNumId="19">
    <w:nsid w:val="48AB0AA8"/>
    <w:multiLevelType w:val="hybridMultilevel"/>
    <w:tmpl w:val="1F848B06"/>
    <w:lvl w:ilvl="0" w:tplc="742A04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9592126"/>
    <w:multiLevelType w:val="multilevel"/>
    <w:tmpl w:val="7512C356"/>
    <w:numStyleLink w:val="a1"/>
  </w:abstractNum>
  <w:abstractNum w:abstractNumId="21">
    <w:nsid w:val="4CCA1403"/>
    <w:multiLevelType w:val="multilevel"/>
    <w:tmpl w:val="7512C356"/>
    <w:numStyleLink w:val="a1"/>
  </w:abstractNum>
  <w:abstractNum w:abstractNumId="22">
    <w:nsid w:val="4F9140D0"/>
    <w:multiLevelType w:val="multilevel"/>
    <w:tmpl w:val="B1D24D3C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>
    <w:nsid w:val="4FDB44CA"/>
    <w:multiLevelType w:val="multilevel"/>
    <w:tmpl w:val="7512C356"/>
    <w:numStyleLink w:val="a1"/>
  </w:abstractNum>
  <w:abstractNum w:abstractNumId="24">
    <w:nsid w:val="5CCB34D4"/>
    <w:multiLevelType w:val="multilevel"/>
    <w:tmpl w:val="7512C356"/>
    <w:numStyleLink w:val="a1"/>
  </w:abstractNum>
  <w:abstractNum w:abstractNumId="25">
    <w:nsid w:val="61BF1CB3"/>
    <w:multiLevelType w:val="multilevel"/>
    <w:tmpl w:val="B1D24D3C"/>
    <w:lvl w:ilvl="0">
      <w:start w:val="1"/>
      <w:numFmt w:val="decimal"/>
      <w:suff w:val="space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6">
    <w:nsid w:val="62202D34"/>
    <w:multiLevelType w:val="multilevel"/>
    <w:tmpl w:val="7512C356"/>
    <w:numStyleLink w:val="a1"/>
  </w:abstractNum>
  <w:abstractNum w:abstractNumId="27">
    <w:nsid w:val="64875714"/>
    <w:multiLevelType w:val="hybridMultilevel"/>
    <w:tmpl w:val="2CD0B3F0"/>
    <w:lvl w:ilvl="0" w:tplc="08AAAD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8D86C74"/>
    <w:multiLevelType w:val="multilevel"/>
    <w:tmpl w:val="7512C356"/>
    <w:numStyleLink w:val="a1"/>
  </w:abstractNum>
  <w:abstractNum w:abstractNumId="29">
    <w:nsid w:val="6B6E2A42"/>
    <w:multiLevelType w:val="hybridMultilevel"/>
    <w:tmpl w:val="25545A58"/>
    <w:lvl w:ilvl="0" w:tplc="3FA0697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D412A2D"/>
    <w:multiLevelType w:val="hybridMultilevel"/>
    <w:tmpl w:val="8A7C3352"/>
    <w:lvl w:ilvl="0" w:tplc="5E30D0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E131D6F"/>
    <w:multiLevelType w:val="multilevel"/>
    <w:tmpl w:val="9C387E2C"/>
    <w:numStyleLink w:val="20"/>
  </w:abstractNum>
  <w:abstractNum w:abstractNumId="32">
    <w:nsid w:val="6F2104B1"/>
    <w:multiLevelType w:val="multilevel"/>
    <w:tmpl w:val="5A06149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>
    <w:nsid w:val="72353BC2"/>
    <w:multiLevelType w:val="multilevel"/>
    <w:tmpl w:val="7512C356"/>
    <w:numStyleLink w:val="a1"/>
  </w:abstractNum>
  <w:abstractNum w:abstractNumId="34">
    <w:nsid w:val="75DE0E31"/>
    <w:multiLevelType w:val="multilevel"/>
    <w:tmpl w:val="7512C356"/>
    <w:numStyleLink w:val="a1"/>
  </w:abstractNum>
  <w:abstractNum w:abstractNumId="35">
    <w:nsid w:val="7D236FB6"/>
    <w:multiLevelType w:val="multilevel"/>
    <w:tmpl w:val="F53246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6">
    <w:nsid w:val="7F2050F3"/>
    <w:multiLevelType w:val="multilevel"/>
    <w:tmpl w:val="7512C356"/>
    <w:numStyleLink w:val="a1"/>
  </w:abstractNum>
  <w:num w:numId="1">
    <w:abstractNumId w:val="2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10"/>
  </w:num>
  <w:num w:numId="7">
    <w:abstractNumId w:val="4"/>
  </w:num>
  <w:num w:numId="8">
    <w:abstractNumId w:val="6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2"/>
  </w:num>
  <w:num w:numId="11">
    <w:abstractNumId w:val="8"/>
  </w:num>
  <w:num w:numId="12">
    <w:abstractNumId w:val="3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5"/>
  </w:num>
  <w:num w:numId="16">
    <w:abstractNumId w:val="36"/>
  </w:num>
  <w:num w:numId="17">
    <w:abstractNumId w:val="23"/>
  </w:num>
  <w:num w:numId="18">
    <w:abstractNumId w:val="18"/>
  </w:num>
  <w:num w:numId="19">
    <w:abstractNumId w:val="17"/>
  </w:num>
  <w:num w:numId="20">
    <w:abstractNumId w:val="20"/>
  </w:num>
  <w:num w:numId="21">
    <w:abstractNumId w:val="34"/>
  </w:num>
  <w:num w:numId="22">
    <w:abstractNumId w:val="15"/>
  </w:num>
  <w:num w:numId="23">
    <w:abstractNumId w:val="28"/>
  </w:num>
  <w:num w:numId="24">
    <w:abstractNumId w:val="24"/>
  </w:num>
  <w:num w:numId="25">
    <w:abstractNumId w:val="21"/>
  </w:num>
  <w:num w:numId="26">
    <w:abstractNumId w:val="26"/>
  </w:num>
  <w:num w:numId="27">
    <w:abstractNumId w:val="33"/>
  </w:num>
  <w:num w:numId="28">
    <w:abstractNumId w:val="22"/>
  </w:num>
  <w:num w:numId="29">
    <w:abstractNumId w:val="12"/>
  </w:num>
  <w:num w:numId="30">
    <w:abstractNumId w:val="11"/>
  </w:num>
  <w:num w:numId="31">
    <w:abstractNumId w:val="31"/>
  </w:num>
  <w:num w:numId="32">
    <w:abstractNumId w:val="13"/>
  </w:num>
  <w:num w:numId="33">
    <w:abstractNumId w:val="7"/>
  </w:num>
  <w:num w:numId="34">
    <w:abstractNumId w:val="29"/>
  </w:num>
  <w:num w:numId="35">
    <w:abstractNumId w:val="0"/>
  </w:num>
  <w:num w:numId="36">
    <w:abstractNumId w:val="1"/>
  </w:num>
  <w:num w:numId="37">
    <w:abstractNumId w:val="29"/>
  </w:num>
  <w:num w:numId="38">
    <w:abstractNumId w:val="29"/>
  </w:num>
  <w:num w:numId="39">
    <w:abstractNumId w:val="1"/>
  </w:num>
  <w:num w:numId="40">
    <w:abstractNumId w:val="5"/>
  </w:num>
  <w:num w:numId="41">
    <w:abstractNumId w:val="5"/>
  </w:num>
  <w:num w:numId="42">
    <w:abstractNumId w:val="30"/>
  </w:num>
  <w:num w:numId="43">
    <w:abstractNumId w:val="9"/>
  </w:num>
  <w:num w:numId="44">
    <w:abstractNumId w:val="5"/>
    <w:lvlOverride w:ilvl="0">
      <w:startOverride w:val="1"/>
    </w:lvlOverride>
  </w:num>
  <w:num w:numId="45">
    <w:abstractNumId w:val="27"/>
  </w:num>
  <w:num w:numId="46">
    <w:abstractNumId w:val="5"/>
    <w:lvlOverride w:ilvl="0">
      <w:startOverride w:val="1"/>
    </w:lvlOverride>
  </w:num>
  <w:num w:numId="47">
    <w:abstractNumId w:val="19"/>
  </w:num>
  <w:num w:numId="4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1021"/>
  <w:defaultTabStop w:val="720"/>
  <w:drawingGridHorizontalSpacing w:val="284"/>
  <w:drawingGridVerticalSpacing w:val="284"/>
  <w:doNotUseMarginsForDrawingGridOrigin/>
  <w:drawingGridHorizontalOrigin w:val="1474"/>
  <w:drawingGridVerticalOrigin w:val="1418"/>
  <w:characterSpacingControl w:val="doNotCompress"/>
  <w:hdrShapeDefaults>
    <o:shapedefaults v:ext="edit" spidmax="20482">
      <o:colormenu v:ext="edit" fillcolor="none" strokecolor="none"/>
    </o:shapedefaults>
    <o:shapelayout v:ext="edit">
      <o:idmap v:ext="edit" data="2,11,14"/>
      <o:rules v:ext="edit">
        <o:r id="V:Rule74" type="connector" idref="#_x0000_s14950"/>
        <o:r id="V:Rule75" type="connector" idref="#_x0000_s14905"/>
        <o:r id="V:Rule76" type="connector" idref="#_x0000_s14949"/>
        <o:r id="V:Rule77" type="connector" idref="#_x0000_s14966"/>
        <o:r id="V:Rule78" type="connector" idref="#_x0000_s14786"/>
        <o:r id="V:Rule79" type="connector" idref="#_x0000_s14894"/>
        <o:r id="V:Rule80" type="connector" idref="#_x0000_s14940"/>
        <o:r id="V:Rule81" type="connector" idref="#_x0000_s14957"/>
        <o:r id="V:Rule82" type="connector" idref="#_x0000_s14912"/>
        <o:r id="V:Rule83" type="connector" idref="#_x0000_s14682"/>
        <o:r id="V:Rule84" type="connector" idref="#_x0000_s14955"/>
        <o:r id="V:Rule85" type="connector" idref="#_x0000_s14919"/>
        <o:r id="V:Rule86" type="connector" idref="#_x0000_s14942"/>
        <o:r id="V:Rule87" type="connector" idref="#_x0000_s14967"/>
        <o:r id="V:Rule88" type="connector" idref="#_x0000_s14941"/>
        <o:r id="V:Rule89" type="connector" idref="#_x0000_s14903"/>
        <o:r id="V:Rule90" type="connector" idref="#_x0000_s14909"/>
        <o:r id="V:Rule91" type="connector" idref="#_x0000_s14956"/>
        <o:r id="V:Rule92" type="connector" idref="#_x0000_s14946"/>
        <o:r id="V:Rule93" type="connector" idref="#_x0000_s14812"/>
        <o:r id="V:Rule94" type="connector" idref="#_x0000_s14901"/>
        <o:r id="V:Rule95" type="connector" idref="#_x0000_s14944"/>
        <o:r id="V:Rule96" type="connector" idref="#_x0000_s14962"/>
        <o:r id="V:Rule97" type="connector" idref="#_x0000_s14928"/>
        <o:r id="V:Rule98" type="connector" idref="#_x0000_s14756"/>
        <o:r id="V:Rule99" type="connector" idref="#_x0000_s14918"/>
        <o:r id="V:Rule100" type="connector" idref="#_x0000_s14907"/>
        <o:r id="V:Rule101" type="connector" idref="#_x0000_s14670"/>
        <o:r id="V:Rule102" type="connector" idref="#_x0000_s14953"/>
        <o:r id="V:Rule103" type="connector" idref="#_x0000_s14964"/>
        <o:r id="V:Rule104" type="connector" idref="#_x0000_s14811"/>
        <o:r id="V:Rule105" type="connector" idref="#_x0000_s14906"/>
        <o:r id="V:Rule106" type="connector" idref="#_x0000_s14895"/>
        <o:r id="V:Rule107" type="connector" idref="#_x0000_s14788"/>
        <o:r id="V:Rule108" type="connector" idref="#_x0000_s14943"/>
        <o:r id="V:Rule109" type="connector" idref="#_x0000_s14929"/>
        <o:r id="V:Rule110" type="connector" idref="#_x0000_s14898"/>
        <o:r id="V:Rule111" type="connector" idref="#_x0000_s14904"/>
        <o:r id="V:Rule112" type="connector" idref="#_x0000_s14911"/>
        <o:r id="V:Rule113" type="connector" idref="#_x0000_s14978"/>
        <o:r id="V:Rule114" type="connector" idref="#_x0000_s14897"/>
        <o:r id="V:Rule115" type="connector" idref="#_x0000_s14968"/>
        <o:r id="V:Rule116" type="connector" idref="#_x0000_s14896"/>
        <o:r id="V:Rule117" type="connector" idref="#_x0000_s14952"/>
        <o:r id="V:Rule118" type="connector" idref="#_x0000_s14947"/>
        <o:r id="V:Rule119" type="connector" idref="#_x0000_s14951"/>
        <o:r id="V:Rule120" type="connector" idref="#_x0000_s14815"/>
        <o:r id="V:Rule121" type="connector" idref="#_x0000_s14891"/>
        <o:r id="V:Rule122" type="connector" idref="#_x0000_s14908"/>
        <o:r id="V:Rule123" type="connector" idref="#_x0000_s14961"/>
        <o:r id="V:Rule124" type="connector" idref="#_x0000_s14963"/>
        <o:r id="V:Rule125" type="connector" idref="#_x0000_s14787"/>
        <o:r id="V:Rule126" type="connector" idref="#_x0000_s14965"/>
        <o:r id="V:Rule127" type="connector" idref="#_x0000_s14979"/>
        <o:r id="V:Rule128" type="connector" idref="#_x0000_s14892"/>
        <o:r id="V:Rule129" type="connector" idref="#_x0000_s14959"/>
        <o:r id="V:Rule130" type="connector" idref="#_x0000_s14954"/>
        <o:r id="V:Rule131" type="connector" idref="#_x0000_s14937"/>
        <o:r id="V:Rule132" type="connector" idref="#_x0000_s14893"/>
        <o:r id="V:Rule133" type="connector" idref="#_x0000_s14958"/>
        <o:r id="V:Rule134" type="connector" idref="#_x0000_s14945"/>
        <o:r id="V:Rule135" type="connector" idref="#_x0000_s14948"/>
        <o:r id="V:Rule136" type="connector" idref="#_x0000_s14910"/>
        <o:r id="V:Rule137" type="connector" idref="#_x0000_s14976"/>
        <o:r id="V:Rule138" type="connector" idref="#_x0000_s14899"/>
        <o:r id="V:Rule139" type="connector" idref="#_x0000_s14913"/>
        <o:r id="V:Rule140" type="connector" idref="#_x0000_s14977"/>
        <o:r id="V:Rule141" type="connector" idref="#_x0000_s14960"/>
        <o:r id="V:Rule142" type="connector" idref="#_x0000_s14785"/>
        <o:r id="V:Rule143" type="connector" idref="#_x0000_s14902"/>
        <o:r id="V:Rule144" type="connector" idref="#_x0000_s14922"/>
        <o:r id="V:Rule145" type="connector" idref="#_x0000_s14969"/>
        <o:r id="V:Rule146" type="connector" idref="#_x0000_s14900"/>
      </o:rules>
      <o:regrouptable v:ext="edit">
        <o:entry new="1" old="0"/>
        <o:entry new="2" old="0"/>
        <o:entry new="3" old="2"/>
        <o:entry new="4" old="3"/>
        <o:entry new="5" old="0"/>
        <o:entry new="6" old="5"/>
        <o:entry new="7" old="6"/>
        <o:entry new="8" old="0"/>
        <o:entry new="9" old="8"/>
        <o:entry new="10" old="9"/>
        <o:entry new="11" old="0"/>
        <o:entry new="12" old="11"/>
        <o:entry new="13" old="12"/>
        <o:entry new="14" old="0"/>
        <o:entry new="15" old="0"/>
        <o:entry new="16" old="0"/>
        <o:entry new="17" old="16"/>
        <o:entry new="18" old="17"/>
        <o:entry new="19" old="0"/>
        <o:entry new="20" old="19"/>
        <o:entry new="21" old="20"/>
        <o:entry new="22" old="0"/>
        <o:entry new="23" old="22"/>
        <o:entry new="24" old="23"/>
        <o:entry new="25" old="0"/>
        <o:entry new="26" old="0"/>
        <o:entry new="27" old="0"/>
        <o:entry new="28" old="27"/>
        <o:entry new="29" old="26"/>
        <o:entry new="30" old="0"/>
        <o:entry new="31" old="0"/>
        <o:entry new="32" old="0"/>
        <o:entry new="33" old="32"/>
        <o:entry new="34" old="0"/>
        <o:entry new="35" old="0"/>
        <o:entry new="36" old="35"/>
        <o:entry new="37" old="0"/>
        <o:entry new="38" old="37"/>
        <o:entry new="39" old="0"/>
        <o:entry new="40" old="39"/>
        <o:entry new="41" old="0"/>
        <o:entry new="42" old="0"/>
        <o:entry new="43" old="42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52"/>
        <o:entry new="54" old="0"/>
        <o:entry new="55" old="0"/>
        <o:entry new="56" old="0"/>
        <o:entry new="57" old="0"/>
        <o:entry new="58" old="0"/>
        <o:entry new="59" old="0"/>
        <o:entry new="60" old="59"/>
        <o:entry new="61" old="0"/>
        <o:entry new="62" old="61"/>
        <o:entry new="63" old="0"/>
        <o:entry new="64" old="63"/>
        <o:entry new="65" old="64"/>
        <o:entry new="66" old="0"/>
        <o:entry new="67" old="66"/>
        <o:entry new="68" old="0"/>
        <o:entry new="69" old="0"/>
        <o:entry new="70" old="0"/>
        <o:entry new="71" old="0"/>
        <o:entry new="72" old="0"/>
        <o:entry new="73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30286A"/>
    <w:rsid w:val="00003A6D"/>
    <w:rsid w:val="000057A0"/>
    <w:rsid w:val="00007900"/>
    <w:rsid w:val="00011E83"/>
    <w:rsid w:val="00012CA7"/>
    <w:rsid w:val="000146CF"/>
    <w:rsid w:val="00021EB7"/>
    <w:rsid w:val="00024B6D"/>
    <w:rsid w:val="00034263"/>
    <w:rsid w:val="0003532C"/>
    <w:rsid w:val="000362FD"/>
    <w:rsid w:val="0004095D"/>
    <w:rsid w:val="000443AE"/>
    <w:rsid w:val="00051624"/>
    <w:rsid w:val="00054301"/>
    <w:rsid w:val="000572FF"/>
    <w:rsid w:val="00057666"/>
    <w:rsid w:val="00066200"/>
    <w:rsid w:val="00067F24"/>
    <w:rsid w:val="00072285"/>
    <w:rsid w:val="0007373C"/>
    <w:rsid w:val="000774B7"/>
    <w:rsid w:val="00094127"/>
    <w:rsid w:val="00094317"/>
    <w:rsid w:val="00097565"/>
    <w:rsid w:val="000A0C53"/>
    <w:rsid w:val="000A43A8"/>
    <w:rsid w:val="000B1A2C"/>
    <w:rsid w:val="000B4544"/>
    <w:rsid w:val="000B741D"/>
    <w:rsid w:val="000C1FFD"/>
    <w:rsid w:val="000C57EB"/>
    <w:rsid w:val="000C6D6D"/>
    <w:rsid w:val="000C796B"/>
    <w:rsid w:val="000C7970"/>
    <w:rsid w:val="000D24B7"/>
    <w:rsid w:val="000D3DBB"/>
    <w:rsid w:val="000D65A0"/>
    <w:rsid w:val="000D6E86"/>
    <w:rsid w:val="000E11DD"/>
    <w:rsid w:val="000E316D"/>
    <w:rsid w:val="000E4914"/>
    <w:rsid w:val="000E5F20"/>
    <w:rsid w:val="000F34A4"/>
    <w:rsid w:val="000F4D31"/>
    <w:rsid w:val="00103305"/>
    <w:rsid w:val="00104645"/>
    <w:rsid w:val="00117F9D"/>
    <w:rsid w:val="001219AB"/>
    <w:rsid w:val="0012248F"/>
    <w:rsid w:val="0012388E"/>
    <w:rsid w:val="00124221"/>
    <w:rsid w:val="00135F78"/>
    <w:rsid w:val="0013673D"/>
    <w:rsid w:val="00136AC9"/>
    <w:rsid w:val="00137F09"/>
    <w:rsid w:val="00143405"/>
    <w:rsid w:val="00150194"/>
    <w:rsid w:val="00155A09"/>
    <w:rsid w:val="00155A39"/>
    <w:rsid w:val="00156DAC"/>
    <w:rsid w:val="0015710D"/>
    <w:rsid w:val="0015755E"/>
    <w:rsid w:val="001645C5"/>
    <w:rsid w:val="00171508"/>
    <w:rsid w:val="0017466C"/>
    <w:rsid w:val="0017529A"/>
    <w:rsid w:val="0017546A"/>
    <w:rsid w:val="00176912"/>
    <w:rsid w:val="00180519"/>
    <w:rsid w:val="0018337B"/>
    <w:rsid w:val="001920C5"/>
    <w:rsid w:val="00195F29"/>
    <w:rsid w:val="00196FE8"/>
    <w:rsid w:val="001A6622"/>
    <w:rsid w:val="001B1BBC"/>
    <w:rsid w:val="001B39DE"/>
    <w:rsid w:val="001B6FA9"/>
    <w:rsid w:val="001C20C0"/>
    <w:rsid w:val="001C30AA"/>
    <w:rsid w:val="001D488B"/>
    <w:rsid w:val="001D7B8C"/>
    <w:rsid w:val="001E0A2B"/>
    <w:rsid w:val="001E344A"/>
    <w:rsid w:val="001E5615"/>
    <w:rsid w:val="001E569F"/>
    <w:rsid w:val="001F0745"/>
    <w:rsid w:val="001F79B8"/>
    <w:rsid w:val="001F7CC3"/>
    <w:rsid w:val="00200753"/>
    <w:rsid w:val="00202864"/>
    <w:rsid w:val="0021044E"/>
    <w:rsid w:val="002207DB"/>
    <w:rsid w:val="00224767"/>
    <w:rsid w:val="002251A0"/>
    <w:rsid w:val="00227810"/>
    <w:rsid w:val="00227F22"/>
    <w:rsid w:val="00230B50"/>
    <w:rsid w:val="00234821"/>
    <w:rsid w:val="002349D0"/>
    <w:rsid w:val="00236FC5"/>
    <w:rsid w:val="00243FF3"/>
    <w:rsid w:val="0024737E"/>
    <w:rsid w:val="002506E1"/>
    <w:rsid w:val="00253D6B"/>
    <w:rsid w:val="0025457C"/>
    <w:rsid w:val="00257730"/>
    <w:rsid w:val="00261414"/>
    <w:rsid w:val="002627D2"/>
    <w:rsid w:val="002653E6"/>
    <w:rsid w:val="002720A3"/>
    <w:rsid w:val="002768EF"/>
    <w:rsid w:val="00285E77"/>
    <w:rsid w:val="00286814"/>
    <w:rsid w:val="00291D06"/>
    <w:rsid w:val="00292715"/>
    <w:rsid w:val="00292CB8"/>
    <w:rsid w:val="00295412"/>
    <w:rsid w:val="002A30A6"/>
    <w:rsid w:val="002A5C9D"/>
    <w:rsid w:val="002B2DEB"/>
    <w:rsid w:val="002B37E1"/>
    <w:rsid w:val="002B39FE"/>
    <w:rsid w:val="002B6899"/>
    <w:rsid w:val="002B7923"/>
    <w:rsid w:val="002C0D66"/>
    <w:rsid w:val="002C12F1"/>
    <w:rsid w:val="002C1CFE"/>
    <w:rsid w:val="002C4FFA"/>
    <w:rsid w:val="002C6443"/>
    <w:rsid w:val="002C7D98"/>
    <w:rsid w:val="002D01E4"/>
    <w:rsid w:val="002D3B0F"/>
    <w:rsid w:val="002D4C54"/>
    <w:rsid w:val="002D5AE8"/>
    <w:rsid w:val="002D7A9A"/>
    <w:rsid w:val="002E0875"/>
    <w:rsid w:val="002E0A39"/>
    <w:rsid w:val="002E1CB2"/>
    <w:rsid w:val="002E2C4F"/>
    <w:rsid w:val="002F24C6"/>
    <w:rsid w:val="002F4741"/>
    <w:rsid w:val="002F4B6A"/>
    <w:rsid w:val="002F4E0F"/>
    <w:rsid w:val="002F5A61"/>
    <w:rsid w:val="002F6D50"/>
    <w:rsid w:val="0030286A"/>
    <w:rsid w:val="00303BE1"/>
    <w:rsid w:val="00310248"/>
    <w:rsid w:val="003111E0"/>
    <w:rsid w:val="003146A5"/>
    <w:rsid w:val="0033223B"/>
    <w:rsid w:val="003401CA"/>
    <w:rsid w:val="00350B43"/>
    <w:rsid w:val="00350F18"/>
    <w:rsid w:val="00352EF4"/>
    <w:rsid w:val="0035328F"/>
    <w:rsid w:val="003542D8"/>
    <w:rsid w:val="003570BD"/>
    <w:rsid w:val="00357A3F"/>
    <w:rsid w:val="00361284"/>
    <w:rsid w:val="00361F17"/>
    <w:rsid w:val="00362DAC"/>
    <w:rsid w:val="003636B6"/>
    <w:rsid w:val="003705B5"/>
    <w:rsid w:val="00370AD9"/>
    <w:rsid w:val="00370E3F"/>
    <w:rsid w:val="00380039"/>
    <w:rsid w:val="00382548"/>
    <w:rsid w:val="003827D8"/>
    <w:rsid w:val="00382A4D"/>
    <w:rsid w:val="003845BB"/>
    <w:rsid w:val="003864FE"/>
    <w:rsid w:val="003922DD"/>
    <w:rsid w:val="00393D5D"/>
    <w:rsid w:val="003A0C7B"/>
    <w:rsid w:val="003A5A2C"/>
    <w:rsid w:val="003C08C2"/>
    <w:rsid w:val="003C2CBD"/>
    <w:rsid w:val="003C6D90"/>
    <w:rsid w:val="003C78A6"/>
    <w:rsid w:val="003D0249"/>
    <w:rsid w:val="003D2306"/>
    <w:rsid w:val="003D32AD"/>
    <w:rsid w:val="003D4331"/>
    <w:rsid w:val="003D6FE5"/>
    <w:rsid w:val="003D753A"/>
    <w:rsid w:val="003E0056"/>
    <w:rsid w:val="003E0E77"/>
    <w:rsid w:val="003E5482"/>
    <w:rsid w:val="003F3D09"/>
    <w:rsid w:val="003F4692"/>
    <w:rsid w:val="003F5135"/>
    <w:rsid w:val="003F6495"/>
    <w:rsid w:val="003F6E4C"/>
    <w:rsid w:val="00402E44"/>
    <w:rsid w:val="004053B0"/>
    <w:rsid w:val="004076E8"/>
    <w:rsid w:val="00414102"/>
    <w:rsid w:val="00415B00"/>
    <w:rsid w:val="00416577"/>
    <w:rsid w:val="00416BCC"/>
    <w:rsid w:val="004207AB"/>
    <w:rsid w:val="00424ADB"/>
    <w:rsid w:val="004312BD"/>
    <w:rsid w:val="00431D77"/>
    <w:rsid w:val="00433518"/>
    <w:rsid w:val="00433CB5"/>
    <w:rsid w:val="004368F0"/>
    <w:rsid w:val="00444D88"/>
    <w:rsid w:val="004502AB"/>
    <w:rsid w:val="00450F09"/>
    <w:rsid w:val="004518BF"/>
    <w:rsid w:val="004539A2"/>
    <w:rsid w:val="00455EE5"/>
    <w:rsid w:val="00456498"/>
    <w:rsid w:val="00461CA0"/>
    <w:rsid w:val="0046439F"/>
    <w:rsid w:val="00464D9D"/>
    <w:rsid w:val="00475826"/>
    <w:rsid w:val="004762B2"/>
    <w:rsid w:val="00487A95"/>
    <w:rsid w:val="00490EB9"/>
    <w:rsid w:val="004921C7"/>
    <w:rsid w:val="00492454"/>
    <w:rsid w:val="00494F3E"/>
    <w:rsid w:val="00495E0A"/>
    <w:rsid w:val="004A568F"/>
    <w:rsid w:val="004A65CA"/>
    <w:rsid w:val="004B0AEC"/>
    <w:rsid w:val="004B0C33"/>
    <w:rsid w:val="004B1D6E"/>
    <w:rsid w:val="004B61AC"/>
    <w:rsid w:val="004C35BE"/>
    <w:rsid w:val="004C6B6C"/>
    <w:rsid w:val="004C782E"/>
    <w:rsid w:val="004D34A3"/>
    <w:rsid w:val="004D4833"/>
    <w:rsid w:val="004D7C6F"/>
    <w:rsid w:val="004E1517"/>
    <w:rsid w:val="004E1879"/>
    <w:rsid w:val="004E5AC8"/>
    <w:rsid w:val="004E6D7A"/>
    <w:rsid w:val="004E7ED9"/>
    <w:rsid w:val="004F05B9"/>
    <w:rsid w:val="004F459F"/>
    <w:rsid w:val="004F6E8E"/>
    <w:rsid w:val="005004BF"/>
    <w:rsid w:val="0050094B"/>
    <w:rsid w:val="0050332A"/>
    <w:rsid w:val="005039EF"/>
    <w:rsid w:val="00503DD3"/>
    <w:rsid w:val="0051266C"/>
    <w:rsid w:val="00514738"/>
    <w:rsid w:val="00516769"/>
    <w:rsid w:val="00517144"/>
    <w:rsid w:val="005225E4"/>
    <w:rsid w:val="005229CD"/>
    <w:rsid w:val="00523AFA"/>
    <w:rsid w:val="00524624"/>
    <w:rsid w:val="0052708A"/>
    <w:rsid w:val="00530659"/>
    <w:rsid w:val="00536504"/>
    <w:rsid w:val="005436AF"/>
    <w:rsid w:val="00545760"/>
    <w:rsid w:val="00557E27"/>
    <w:rsid w:val="00564E54"/>
    <w:rsid w:val="005666C6"/>
    <w:rsid w:val="005679A2"/>
    <w:rsid w:val="005703F9"/>
    <w:rsid w:val="00570F48"/>
    <w:rsid w:val="00571AA2"/>
    <w:rsid w:val="005802B5"/>
    <w:rsid w:val="00582BE7"/>
    <w:rsid w:val="00583C5D"/>
    <w:rsid w:val="005947A8"/>
    <w:rsid w:val="00595EF3"/>
    <w:rsid w:val="005A0785"/>
    <w:rsid w:val="005A2A9E"/>
    <w:rsid w:val="005A7AF8"/>
    <w:rsid w:val="005C07CF"/>
    <w:rsid w:val="005C4A70"/>
    <w:rsid w:val="005C4E94"/>
    <w:rsid w:val="005D64A5"/>
    <w:rsid w:val="005E374B"/>
    <w:rsid w:val="005E4360"/>
    <w:rsid w:val="005E4A7C"/>
    <w:rsid w:val="005E4CF1"/>
    <w:rsid w:val="005E639D"/>
    <w:rsid w:val="005E701C"/>
    <w:rsid w:val="005F0C90"/>
    <w:rsid w:val="005F401B"/>
    <w:rsid w:val="005F44C4"/>
    <w:rsid w:val="006002E3"/>
    <w:rsid w:val="006032FC"/>
    <w:rsid w:val="00606DE5"/>
    <w:rsid w:val="006116B9"/>
    <w:rsid w:val="00614249"/>
    <w:rsid w:val="0061633B"/>
    <w:rsid w:val="00620E10"/>
    <w:rsid w:val="0062209C"/>
    <w:rsid w:val="00623563"/>
    <w:rsid w:val="00624D0C"/>
    <w:rsid w:val="00624F4B"/>
    <w:rsid w:val="00626CC0"/>
    <w:rsid w:val="00635728"/>
    <w:rsid w:val="006378C8"/>
    <w:rsid w:val="006426C5"/>
    <w:rsid w:val="00647BA7"/>
    <w:rsid w:val="00647EE9"/>
    <w:rsid w:val="006514C9"/>
    <w:rsid w:val="006556D3"/>
    <w:rsid w:val="00660E50"/>
    <w:rsid w:val="00661D12"/>
    <w:rsid w:val="006766BB"/>
    <w:rsid w:val="006800DD"/>
    <w:rsid w:val="006808FA"/>
    <w:rsid w:val="00682825"/>
    <w:rsid w:val="00683187"/>
    <w:rsid w:val="006847FF"/>
    <w:rsid w:val="006874A3"/>
    <w:rsid w:val="00687584"/>
    <w:rsid w:val="00690AB3"/>
    <w:rsid w:val="006914A7"/>
    <w:rsid w:val="006919FE"/>
    <w:rsid w:val="006935CA"/>
    <w:rsid w:val="00696B45"/>
    <w:rsid w:val="0069727C"/>
    <w:rsid w:val="006979AE"/>
    <w:rsid w:val="006A17D1"/>
    <w:rsid w:val="006A33F8"/>
    <w:rsid w:val="006A6928"/>
    <w:rsid w:val="006A70DA"/>
    <w:rsid w:val="006B00CF"/>
    <w:rsid w:val="006B6F05"/>
    <w:rsid w:val="006C1ADB"/>
    <w:rsid w:val="006C20DA"/>
    <w:rsid w:val="006C21AF"/>
    <w:rsid w:val="006C3DAD"/>
    <w:rsid w:val="006C4B1C"/>
    <w:rsid w:val="006C4EBB"/>
    <w:rsid w:val="006C658B"/>
    <w:rsid w:val="006D12CF"/>
    <w:rsid w:val="006D1401"/>
    <w:rsid w:val="006E0B7A"/>
    <w:rsid w:val="006E0BAD"/>
    <w:rsid w:val="006E6672"/>
    <w:rsid w:val="006E7B76"/>
    <w:rsid w:val="006F1054"/>
    <w:rsid w:val="006F222C"/>
    <w:rsid w:val="006F24A8"/>
    <w:rsid w:val="006F4101"/>
    <w:rsid w:val="006F6DE7"/>
    <w:rsid w:val="0071675E"/>
    <w:rsid w:val="00716872"/>
    <w:rsid w:val="0072058A"/>
    <w:rsid w:val="00723B4D"/>
    <w:rsid w:val="00726C89"/>
    <w:rsid w:val="00727743"/>
    <w:rsid w:val="007342F4"/>
    <w:rsid w:val="00735213"/>
    <w:rsid w:val="007367C3"/>
    <w:rsid w:val="00746DF4"/>
    <w:rsid w:val="007505F9"/>
    <w:rsid w:val="00751563"/>
    <w:rsid w:val="00752A9B"/>
    <w:rsid w:val="00753802"/>
    <w:rsid w:val="0075533F"/>
    <w:rsid w:val="007610D2"/>
    <w:rsid w:val="00761CBF"/>
    <w:rsid w:val="0076316B"/>
    <w:rsid w:val="00765540"/>
    <w:rsid w:val="00765F9F"/>
    <w:rsid w:val="00772106"/>
    <w:rsid w:val="00772498"/>
    <w:rsid w:val="00773065"/>
    <w:rsid w:val="00777302"/>
    <w:rsid w:val="00782023"/>
    <w:rsid w:val="007828A9"/>
    <w:rsid w:val="00783CA3"/>
    <w:rsid w:val="00792F6C"/>
    <w:rsid w:val="00794D95"/>
    <w:rsid w:val="007952B0"/>
    <w:rsid w:val="007A15CC"/>
    <w:rsid w:val="007A3633"/>
    <w:rsid w:val="007A6F0A"/>
    <w:rsid w:val="007B0D4C"/>
    <w:rsid w:val="007B128B"/>
    <w:rsid w:val="007B4A10"/>
    <w:rsid w:val="007B5ACF"/>
    <w:rsid w:val="007C0BD9"/>
    <w:rsid w:val="007C13C6"/>
    <w:rsid w:val="007C31DF"/>
    <w:rsid w:val="007C357F"/>
    <w:rsid w:val="007C48BC"/>
    <w:rsid w:val="007C7314"/>
    <w:rsid w:val="007C77FD"/>
    <w:rsid w:val="007D58F1"/>
    <w:rsid w:val="007D5C88"/>
    <w:rsid w:val="007D61E5"/>
    <w:rsid w:val="007D65D5"/>
    <w:rsid w:val="007E32DB"/>
    <w:rsid w:val="007E6ADE"/>
    <w:rsid w:val="007E6AE3"/>
    <w:rsid w:val="007E7F64"/>
    <w:rsid w:val="007F04C2"/>
    <w:rsid w:val="007F516B"/>
    <w:rsid w:val="007F670B"/>
    <w:rsid w:val="00800DFA"/>
    <w:rsid w:val="00803B2F"/>
    <w:rsid w:val="00804A85"/>
    <w:rsid w:val="008071F7"/>
    <w:rsid w:val="008124CC"/>
    <w:rsid w:val="008130AC"/>
    <w:rsid w:val="008145DC"/>
    <w:rsid w:val="008214E6"/>
    <w:rsid w:val="008232F4"/>
    <w:rsid w:val="008234C0"/>
    <w:rsid w:val="00830402"/>
    <w:rsid w:val="00832DC6"/>
    <w:rsid w:val="00835322"/>
    <w:rsid w:val="00835359"/>
    <w:rsid w:val="0083769F"/>
    <w:rsid w:val="00840553"/>
    <w:rsid w:val="00843519"/>
    <w:rsid w:val="0084664C"/>
    <w:rsid w:val="008720FA"/>
    <w:rsid w:val="008728C7"/>
    <w:rsid w:val="00873FEF"/>
    <w:rsid w:val="00874E9C"/>
    <w:rsid w:val="00877C12"/>
    <w:rsid w:val="00884FDD"/>
    <w:rsid w:val="008854E8"/>
    <w:rsid w:val="00887E97"/>
    <w:rsid w:val="00887FBF"/>
    <w:rsid w:val="00890A7C"/>
    <w:rsid w:val="00893C53"/>
    <w:rsid w:val="008952FD"/>
    <w:rsid w:val="008A30EF"/>
    <w:rsid w:val="008A62C5"/>
    <w:rsid w:val="008A7A07"/>
    <w:rsid w:val="008B1A17"/>
    <w:rsid w:val="008B2104"/>
    <w:rsid w:val="008B2638"/>
    <w:rsid w:val="008B438A"/>
    <w:rsid w:val="008B764F"/>
    <w:rsid w:val="008C065F"/>
    <w:rsid w:val="008C35A6"/>
    <w:rsid w:val="008C4699"/>
    <w:rsid w:val="008C7F0A"/>
    <w:rsid w:val="008D63FD"/>
    <w:rsid w:val="008D7019"/>
    <w:rsid w:val="008E05EE"/>
    <w:rsid w:val="008E4F17"/>
    <w:rsid w:val="008E52FE"/>
    <w:rsid w:val="00902864"/>
    <w:rsid w:val="00903719"/>
    <w:rsid w:val="0090386B"/>
    <w:rsid w:val="00904AEB"/>
    <w:rsid w:val="00905BB5"/>
    <w:rsid w:val="009115CC"/>
    <w:rsid w:val="0091163C"/>
    <w:rsid w:val="00911AC5"/>
    <w:rsid w:val="00911BD7"/>
    <w:rsid w:val="00921C43"/>
    <w:rsid w:val="00921FEF"/>
    <w:rsid w:val="00926060"/>
    <w:rsid w:val="00926072"/>
    <w:rsid w:val="009270BC"/>
    <w:rsid w:val="009275CB"/>
    <w:rsid w:val="0093009E"/>
    <w:rsid w:val="0093015C"/>
    <w:rsid w:val="00930EC4"/>
    <w:rsid w:val="00936683"/>
    <w:rsid w:val="00941DA5"/>
    <w:rsid w:val="0094316D"/>
    <w:rsid w:val="00943839"/>
    <w:rsid w:val="00952820"/>
    <w:rsid w:val="00952C82"/>
    <w:rsid w:val="009558BA"/>
    <w:rsid w:val="00956D68"/>
    <w:rsid w:val="0096126B"/>
    <w:rsid w:val="00962801"/>
    <w:rsid w:val="0096625D"/>
    <w:rsid w:val="009858A0"/>
    <w:rsid w:val="00991738"/>
    <w:rsid w:val="00991CC4"/>
    <w:rsid w:val="00993760"/>
    <w:rsid w:val="009A0072"/>
    <w:rsid w:val="009A1D70"/>
    <w:rsid w:val="009B09D7"/>
    <w:rsid w:val="009B176D"/>
    <w:rsid w:val="009B408C"/>
    <w:rsid w:val="009B5F95"/>
    <w:rsid w:val="009B62A6"/>
    <w:rsid w:val="009B6847"/>
    <w:rsid w:val="009B7467"/>
    <w:rsid w:val="009C0E1B"/>
    <w:rsid w:val="009C55E3"/>
    <w:rsid w:val="009C6099"/>
    <w:rsid w:val="009D7791"/>
    <w:rsid w:val="009E7F8E"/>
    <w:rsid w:val="009E7FC9"/>
    <w:rsid w:val="009F030D"/>
    <w:rsid w:val="009F5E96"/>
    <w:rsid w:val="009F7E3F"/>
    <w:rsid w:val="00A00587"/>
    <w:rsid w:val="00A00873"/>
    <w:rsid w:val="00A030DC"/>
    <w:rsid w:val="00A0449B"/>
    <w:rsid w:val="00A102F5"/>
    <w:rsid w:val="00A138FE"/>
    <w:rsid w:val="00A14173"/>
    <w:rsid w:val="00A16FD9"/>
    <w:rsid w:val="00A17399"/>
    <w:rsid w:val="00A23A86"/>
    <w:rsid w:val="00A3316F"/>
    <w:rsid w:val="00A35752"/>
    <w:rsid w:val="00A4053C"/>
    <w:rsid w:val="00A40EE7"/>
    <w:rsid w:val="00A41EF4"/>
    <w:rsid w:val="00A44B40"/>
    <w:rsid w:val="00A45708"/>
    <w:rsid w:val="00A50AB1"/>
    <w:rsid w:val="00A51DE1"/>
    <w:rsid w:val="00A51F2E"/>
    <w:rsid w:val="00A60FE5"/>
    <w:rsid w:val="00A61C01"/>
    <w:rsid w:val="00A61CCA"/>
    <w:rsid w:val="00A638D2"/>
    <w:rsid w:val="00A6453B"/>
    <w:rsid w:val="00A64FA2"/>
    <w:rsid w:val="00A6626A"/>
    <w:rsid w:val="00A71BB1"/>
    <w:rsid w:val="00A84486"/>
    <w:rsid w:val="00A864DD"/>
    <w:rsid w:val="00A87031"/>
    <w:rsid w:val="00A942CD"/>
    <w:rsid w:val="00A94A53"/>
    <w:rsid w:val="00A94C5E"/>
    <w:rsid w:val="00AA5369"/>
    <w:rsid w:val="00AB1179"/>
    <w:rsid w:val="00AB1B42"/>
    <w:rsid w:val="00AB2D7A"/>
    <w:rsid w:val="00AB3008"/>
    <w:rsid w:val="00AB311B"/>
    <w:rsid w:val="00AB7F68"/>
    <w:rsid w:val="00AC06B5"/>
    <w:rsid w:val="00AC6946"/>
    <w:rsid w:val="00AD3961"/>
    <w:rsid w:val="00AE347B"/>
    <w:rsid w:val="00AE3DD5"/>
    <w:rsid w:val="00AE44E4"/>
    <w:rsid w:val="00AE46EC"/>
    <w:rsid w:val="00AF5216"/>
    <w:rsid w:val="00AF5F17"/>
    <w:rsid w:val="00B0461D"/>
    <w:rsid w:val="00B04F61"/>
    <w:rsid w:val="00B057A4"/>
    <w:rsid w:val="00B05D3E"/>
    <w:rsid w:val="00B06795"/>
    <w:rsid w:val="00B06846"/>
    <w:rsid w:val="00B07D32"/>
    <w:rsid w:val="00B12010"/>
    <w:rsid w:val="00B148E9"/>
    <w:rsid w:val="00B2293A"/>
    <w:rsid w:val="00B2443D"/>
    <w:rsid w:val="00B30E91"/>
    <w:rsid w:val="00B32731"/>
    <w:rsid w:val="00B338F6"/>
    <w:rsid w:val="00B374AA"/>
    <w:rsid w:val="00B40458"/>
    <w:rsid w:val="00B408BF"/>
    <w:rsid w:val="00B42ADF"/>
    <w:rsid w:val="00B43A1C"/>
    <w:rsid w:val="00B43DE5"/>
    <w:rsid w:val="00B452ED"/>
    <w:rsid w:val="00B45865"/>
    <w:rsid w:val="00B460A5"/>
    <w:rsid w:val="00B4751B"/>
    <w:rsid w:val="00B5230A"/>
    <w:rsid w:val="00B56827"/>
    <w:rsid w:val="00B6172F"/>
    <w:rsid w:val="00B65D07"/>
    <w:rsid w:val="00B734C2"/>
    <w:rsid w:val="00B74620"/>
    <w:rsid w:val="00B76632"/>
    <w:rsid w:val="00B77AFC"/>
    <w:rsid w:val="00B81DD8"/>
    <w:rsid w:val="00B84C58"/>
    <w:rsid w:val="00B86067"/>
    <w:rsid w:val="00B86293"/>
    <w:rsid w:val="00B87B85"/>
    <w:rsid w:val="00B916B5"/>
    <w:rsid w:val="00B92BF9"/>
    <w:rsid w:val="00B953A1"/>
    <w:rsid w:val="00BA0E6C"/>
    <w:rsid w:val="00BA1F1D"/>
    <w:rsid w:val="00BA2C33"/>
    <w:rsid w:val="00BA3024"/>
    <w:rsid w:val="00BA3AF4"/>
    <w:rsid w:val="00BA3D50"/>
    <w:rsid w:val="00BA462B"/>
    <w:rsid w:val="00BA739E"/>
    <w:rsid w:val="00BA7CC2"/>
    <w:rsid w:val="00BB2874"/>
    <w:rsid w:val="00BB29A7"/>
    <w:rsid w:val="00BB3E29"/>
    <w:rsid w:val="00BB7E81"/>
    <w:rsid w:val="00BC4C9B"/>
    <w:rsid w:val="00BC61DB"/>
    <w:rsid w:val="00BD1A86"/>
    <w:rsid w:val="00BD6152"/>
    <w:rsid w:val="00BD6228"/>
    <w:rsid w:val="00BD6787"/>
    <w:rsid w:val="00BD7245"/>
    <w:rsid w:val="00BF08F5"/>
    <w:rsid w:val="00BF321A"/>
    <w:rsid w:val="00BF46F6"/>
    <w:rsid w:val="00BF4704"/>
    <w:rsid w:val="00BF65F4"/>
    <w:rsid w:val="00C00821"/>
    <w:rsid w:val="00C01F86"/>
    <w:rsid w:val="00C02179"/>
    <w:rsid w:val="00C06462"/>
    <w:rsid w:val="00C13201"/>
    <w:rsid w:val="00C165C5"/>
    <w:rsid w:val="00C22653"/>
    <w:rsid w:val="00C22796"/>
    <w:rsid w:val="00C31C3E"/>
    <w:rsid w:val="00C3427D"/>
    <w:rsid w:val="00C34ED1"/>
    <w:rsid w:val="00C37613"/>
    <w:rsid w:val="00C37802"/>
    <w:rsid w:val="00C41BFE"/>
    <w:rsid w:val="00C422BE"/>
    <w:rsid w:val="00C428F8"/>
    <w:rsid w:val="00C42F7B"/>
    <w:rsid w:val="00C4364C"/>
    <w:rsid w:val="00C43CA0"/>
    <w:rsid w:val="00C46A49"/>
    <w:rsid w:val="00C479CA"/>
    <w:rsid w:val="00C47E39"/>
    <w:rsid w:val="00C500A4"/>
    <w:rsid w:val="00C50314"/>
    <w:rsid w:val="00C5569B"/>
    <w:rsid w:val="00C56F85"/>
    <w:rsid w:val="00C572F7"/>
    <w:rsid w:val="00C60DC7"/>
    <w:rsid w:val="00C67569"/>
    <w:rsid w:val="00C71E75"/>
    <w:rsid w:val="00C72706"/>
    <w:rsid w:val="00C74169"/>
    <w:rsid w:val="00C77EC3"/>
    <w:rsid w:val="00C82422"/>
    <w:rsid w:val="00C9078C"/>
    <w:rsid w:val="00C931D3"/>
    <w:rsid w:val="00C93450"/>
    <w:rsid w:val="00C95817"/>
    <w:rsid w:val="00CA0C09"/>
    <w:rsid w:val="00CA13E4"/>
    <w:rsid w:val="00CA28D5"/>
    <w:rsid w:val="00CA3272"/>
    <w:rsid w:val="00CA4CA3"/>
    <w:rsid w:val="00CA4D19"/>
    <w:rsid w:val="00CA63D8"/>
    <w:rsid w:val="00CA7484"/>
    <w:rsid w:val="00CA7782"/>
    <w:rsid w:val="00CB0209"/>
    <w:rsid w:val="00CB0ABF"/>
    <w:rsid w:val="00CB6AA9"/>
    <w:rsid w:val="00CB6DC8"/>
    <w:rsid w:val="00CC0FE7"/>
    <w:rsid w:val="00CC5400"/>
    <w:rsid w:val="00CC62CA"/>
    <w:rsid w:val="00CC723B"/>
    <w:rsid w:val="00CC75EC"/>
    <w:rsid w:val="00CC7E1E"/>
    <w:rsid w:val="00CD0CAC"/>
    <w:rsid w:val="00CD0F05"/>
    <w:rsid w:val="00CD3A8F"/>
    <w:rsid w:val="00CD4547"/>
    <w:rsid w:val="00CD46D9"/>
    <w:rsid w:val="00CD4F52"/>
    <w:rsid w:val="00CD5AF9"/>
    <w:rsid w:val="00CD5B13"/>
    <w:rsid w:val="00CD712B"/>
    <w:rsid w:val="00CD7EA4"/>
    <w:rsid w:val="00CE1D25"/>
    <w:rsid w:val="00CE21D8"/>
    <w:rsid w:val="00CE336C"/>
    <w:rsid w:val="00CF0E65"/>
    <w:rsid w:val="00CF16D8"/>
    <w:rsid w:val="00CF201D"/>
    <w:rsid w:val="00CF2336"/>
    <w:rsid w:val="00D01291"/>
    <w:rsid w:val="00D04B96"/>
    <w:rsid w:val="00D04C3D"/>
    <w:rsid w:val="00D1392B"/>
    <w:rsid w:val="00D153C3"/>
    <w:rsid w:val="00D15BB7"/>
    <w:rsid w:val="00D15F09"/>
    <w:rsid w:val="00D176D2"/>
    <w:rsid w:val="00D2184A"/>
    <w:rsid w:val="00D231E2"/>
    <w:rsid w:val="00D2434D"/>
    <w:rsid w:val="00D24C24"/>
    <w:rsid w:val="00D251A6"/>
    <w:rsid w:val="00D272EC"/>
    <w:rsid w:val="00D2741C"/>
    <w:rsid w:val="00D3032A"/>
    <w:rsid w:val="00D30B45"/>
    <w:rsid w:val="00D33A40"/>
    <w:rsid w:val="00D3544E"/>
    <w:rsid w:val="00D35FDD"/>
    <w:rsid w:val="00D36E16"/>
    <w:rsid w:val="00D413D7"/>
    <w:rsid w:val="00D426CC"/>
    <w:rsid w:val="00D4276D"/>
    <w:rsid w:val="00D467ED"/>
    <w:rsid w:val="00D46D54"/>
    <w:rsid w:val="00D47197"/>
    <w:rsid w:val="00D4757E"/>
    <w:rsid w:val="00D536C7"/>
    <w:rsid w:val="00D53746"/>
    <w:rsid w:val="00D5626A"/>
    <w:rsid w:val="00D56B85"/>
    <w:rsid w:val="00D60097"/>
    <w:rsid w:val="00D65356"/>
    <w:rsid w:val="00D66FF0"/>
    <w:rsid w:val="00D7290F"/>
    <w:rsid w:val="00D7340F"/>
    <w:rsid w:val="00D75035"/>
    <w:rsid w:val="00D7527D"/>
    <w:rsid w:val="00D77265"/>
    <w:rsid w:val="00D80C68"/>
    <w:rsid w:val="00D834BC"/>
    <w:rsid w:val="00D83D12"/>
    <w:rsid w:val="00D8498A"/>
    <w:rsid w:val="00D8545D"/>
    <w:rsid w:val="00D8787E"/>
    <w:rsid w:val="00D941CB"/>
    <w:rsid w:val="00D971AC"/>
    <w:rsid w:val="00DA1594"/>
    <w:rsid w:val="00DA25FE"/>
    <w:rsid w:val="00DA507E"/>
    <w:rsid w:val="00DA6340"/>
    <w:rsid w:val="00DB0BAA"/>
    <w:rsid w:val="00DB23D5"/>
    <w:rsid w:val="00DB372B"/>
    <w:rsid w:val="00DB410D"/>
    <w:rsid w:val="00DB4418"/>
    <w:rsid w:val="00DB4A8B"/>
    <w:rsid w:val="00DB60A7"/>
    <w:rsid w:val="00DB64C1"/>
    <w:rsid w:val="00DC22B1"/>
    <w:rsid w:val="00DC36B6"/>
    <w:rsid w:val="00DD0B59"/>
    <w:rsid w:val="00DD2065"/>
    <w:rsid w:val="00DD46E1"/>
    <w:rsid w:val="00DD53F8"/>
    <w:rsid w:val="00DE1518"/>
    <w:rsid w:val="00DE1A35"/>
    <w:rsid w:val="00DE69DB"/>
    <w:rsid w:val="00DF35C7"/>
    <w:rsid w:val="00DF3ECC"/>
    <w:rsid w:val="00E05842"/>
    <w:rsid w:val="00E064CF"/>
    <w:rsid w:val="00E070CA"/>
    <w:rsid w:val="00E12407"/>
    <w:rsid w:val="00E1560B"/>
    <w:rsid w:val="00E16627"/>
    <w:rsid w:val="00E16833"/>
    <w:rsid w:val="00E17EC2"/>
    <w:rsid w:val="00E2078B"/>
    <w:rsid w:val="00E32519"/>
    <w:rsid w:val="00E36112"/>
    <w:rsid w:val="00E41B86"/>
    <w:rsid w:val="00E46A8C"/>
    <w:rsid w:val="00E5361B"/>
    <w:rsid w:val="00E547CB"/>
    <w:rsid w:val="00E61971"/>
    <w:rsid w:val="00E703DE"/>
    <w:rsid w:val="00E76448"/>
    <w:rsid w:val="00E8249A"/>
    <w:rsid w:val="00E8360F"/>
    <w:rsid w:val="00E8709E"/>
    <w:rsid w:val="00E878FE"/>
    <w:rsid w:val="00E932BE"/>
    <w:rsid w:val="00EA007D"/>
    <w:rsid w:val="00EA2C5C"/>
    <w:rsid w:val="00EA50F3"/>
    <w:rsid w:val="00EB0DCF"/>
    <w:rsid w:val="00EB3A7C"/>
    <w:rsid w:val="00EB6A30"/>
    <w:rsid w:val="00EC6708"/>
    <w:rsid w:val="00EC7429"/>
    <w:rsid w:val="00ED3939"/>
    <w:rsid w:val="00ED6C63"/>
    <w:rsid w:val="00ED6F41"/>
    <w:rsid w:val="00EE4083"/>
    <w:rsid w:val="00EE422C"/>
    <w:rsid w:val="00EF1535"/>
    <w:rsid w:val="00EF2912"/>
    <w:rsid w:val="00F07009"/>
    <w:rsid w:val="00F12437"/>
    <w:rsid w:val="00F12BC9"/>
    <w:rsid w:val="00F14163"/>
    <w:rsid w:val="00F14F2E"/>
    <w:rsid w:val="00F15C11"/>
    <w:rsid w:val="00F16E5F"/>
    <w:rsid w:val="00F21E20"/>
    <w:rsid w:val="00F24D29"/>
    <w:rsid w:val="00F251C4"/>
    <w:rsid w:val="00F26602"/>
    <w:rsid w:val="00F27CCB"/>
    <w:rsid w:val="00F315BF"/>
    <w:rsid w:val="00F3260D"/>
    <w:rsid w:val="00F337C9"/>
    <w:rsid w:val="00F341C2"/>
    <w:rsid w:val="00F34C4F"/>
    <w:rsid w:val="00F34D9A"/>
    <w:rsid w:val="00F35F8B"/>
    <w:rsid w:val="00F36D4E"/>
    <w:rsid w:val="00F406A2"/>
    <w:rsid w:val="00F40C5C"/>
    <w:rsid w:val="00F41A5E"/>
    <w:rsid w:val="00F42AE4"/>
    <w:rsid w:val="00F5301D"/>
    <w:rsid w:val="00F61CF0"/>
    <w:rsid w:val="00F62383"/>
    <w:rsid w:val="00F6518F"/>
    <w:rsid w:val="00F65E26"/>
    <w:rsid w:val="00F80BB2"/>
    <w:rsid w:val="00F82143"/>
    <w:rsid w:val="00F8530E"/>
    <w:rsid w:val="00F8565A"/>
    <w:rsid w:val="00F92E5E"/>
    <w:rsid w:val="00FA3E08"/>
    <w:rsid w:val="00FA7A51"/>
    <w:rsid w:val="00FB059D"/>
    <w:rsid w:val="00FB15C5"/>
    <w:rsid w:val="00FB2346"/>
    <w:rsid w:val="00FB2BB6"/>
    <w:rsid w:val="00FB386A"/>
    <w:rsid w:val="00FB39BB"/>
    <w:rsid w:val="00FB410D"/>
    <w:rsid w:val="00FC1AD4"/>
    <w:rsid w:val="00FC5845"/>
    <w:rsid w:val="00FC5886"/>
    <w:rsid w:val="00FC78E9"/>
    <w:rsid w:val="00FD0759"/>
    <w:rsid w:val="00FD2648"/>
    <w:rsid w:val="00FD45C2"/>
    <w:rsid w:val="00FD4630"/>
    <w:rsid w:val="00FD4D99"/>
    <w:rsid w:val="00FD5BC2"/>
    <w:rsid w:val="00FE0726"/>
    <w:rsid w:val="00FE1187"/>
    <w:rsid w:val="00FE2A9C"/>
    <w:rsid w:val="00FE4B5E"/>
    <w:rsid w:val="00FE56E4"/>
    <w:rsid w:val="00FF0E45"/>
    <w:rsid w:val="00FF22F2"/>
    <w:rsid w:val="00FF28B0"/>
    <w:rsid w:val="00FF2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-1" w:beforeAutospacing="1" w:after="-1" w:afterAutospacing="1" w:line="276" w:lineRule="auto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uiPriority="11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/>
    <w:lsdException w:name="Book Title" w:uiPriority="33" w:unhideWhenUsed="0" w:qFormat="1"/>
    <w:lsdException w:name="Bibliography" w:uiPriority="37"/>
    <w:lsdException w:name="TOC Heading" w:uiPriority="39"/>
  </w:latentStyles>
  <w:style w:type="paragraph" w:default="1" w:styleId="a2">
    <w:name w:val="Normal"/>
    <w:semiHidden/>
    <w:qFormat/>
    <w:rsid w:val="005436AF"/>
    <w:pPr>
      <w:ind w:left="0"/>
    </w:pPr>
    <w:rPr>
      <w:rFonts w:ascii="GOST type B" w:hAnsi="GOST type B"/>
      <w:sz w:val="24"/>
    </w:rPr>
  </w:style>
  <w:style w:type="paragraph" w:styleId="1">
    <w:name w:val="heading 1"/>
    <w:basedOn w:val="a2"/>
    <w:next w:val="a3"/>
    <w:link w:val="10"/>
    <w:qFormat/>
    <w:rsid w:val="000E316D"/>
    <w:pPr>
      <w:pageBreakBefore/>
      <w:numPr>
        <w:numId w:val="6"/>
      </w:numPr>
      <w:spacing w:before="0" w:beforeAutospacing="0" w:after="100"/>
      <w:ind w:left="1134"/>
      <w:outlineLvl w:val="0"/>
    </w:pPr>
    <w:rPr>
      <w:b/>
      <w:caps/>
      <w:sz w:val="28"/>
      <w:szCs w:val="28"/>
    </w:rPr>
  </w:style>
  <w:style w:type="paragraph" w:styleId="2">
    <w:name w:val="heading 2"/>
    <w:basedOn w:val="1"/>
    <w:next w:val="a3"/>
    <w:link w:val="21"/>
    <w:unhideWhenUsed/>
    <w:qFormat/>
    <w:rsid w:val="00AE347B"/>
    <w:pPr>
      <w:pageBreakBefore w:val="0"/>
      <w:numPr>
        <w:ilvl w:val="1"/>
      </w:numPr>
      <w:spacing w:before="680"/>
      <w:ind w:left="992" w:hanging="425"/>
      <w:outlineLvl w:val="1"/>
    </w:pPr>
    <w:rPr>
      <w:bCs/>
      <w:caps w:val="0"/>
      <w:szCs w:val="26"/>
    </w:rPr>
  </w:style>
  <w:style w:type="paragraph" w:styleId="3">
    <w:name w:val="heading 3"/>
    <w:basedOn w:val="2"/>
    <w:next w:val="a3"/>
    <w:link w:val="30"/>
    <w:unhideWhenUsed/>
    <w:qFormat/>
    <w:rsid w:val="00D15BB7"/>
    <w:pPr>
      <w:numPr>
        <w:ilvl w:val="2"/>
      </w:numPr>
      <w:ind w:left="1134"/>
      <w:outlineLvl w:val="2"/>
    </w:pPr>
    <w:rPr>
      <w:sz w:val="24"/>
    </w:rPr>
  </w:style>
  <w:style w:type="paragraph" w:styleId="4">
    <w:name w:val="heading 4"/>
    <w:basedOn w:val="3"/>
    <w:next w:val="a3"/>
    <w:link w:val="40"/>
    <w:unhideWhenUsed/>
    <w:qFormat/>
    <w:rsid w:val="004D34A3"/>
    <w:pPr>
      <w:numPr>
        <w:ilvl w:val="3"/>
      </w:numPr>
      <w:ind w:left="1134"/>
      <w:outlineLvl w:val="3"/>
    </w:pPr>
    <w:rPr>
      <w:b w:val="0"/>
    </w:rPr>
  </w:style>
  <w:style w:type="paragraph" w:styleId="5">
    <w:name w:val="heading 5"/>
    <w:basedOn w:val="4"/>
    <w:next w:val="a3"/>
    <w:link w:val="50"/>
    <w:unhideWhenUsed/>
    <w:qFormat/>
    <w:rsid w:val="00FF2E6A"/>
    <w:pPr>
      <w:numPr>
        <w:ilvl w:val="4"/>
      </w:numPr>
      <w:shd w:val="clear" w:color="auto" w:fill="FFFFFF"/>
      <w:spacing w:line="360" w:lineRule="auto"/>
      <w:ind w:left="992" w:hanging="425"/>
      <w:outlineLvl w:val="4"/>
    </w:pPr>
    <w:rPr>
      <w:rFonts w:eastAsia="Times New Roman" w:cs="Times New Roman"/>
      <w:color w:val="000000"/>
      <w:szCs w:val="24"/>
      <w:lang w:eastAsia="ru-RU"/>
    </w:rPr>
  </w:style>
  <w:style w:type="paragraph" w:styleId="6">
    <w:name w:val="heading 6"/>
    <w:basedOn w:val="5"/>
    <w:next w:val="a3"/>
    <w:link w:val="60"/>
    <w:unhideWhenUsed/>
    <w:qFormat/>
    <w:rsid w:val="004D34A3"/>
    <w:pPr>
      <w:numPr>
        <w:ilvl w:val="5"/>
      </w:numPr>
      <w:spacing w:line="240" w:lineRule="auto"/>
      <w:ind w:left="992" w:hanging="425"/>
      <w:contextualSpacing/>
      <w:outlineLvl w:val="5"/>
    </w:pPr>
  </w:style>
  <w:style w:type="paragraph" w:styleId="7">
    <w:name w:val="heading 7"/>
    <w:basedOn w:val="6"/>
    <w:next w:val="a3"/>
    <w:link w:val="70"/>
    <w:unhideWhenUsed/>
    <w:qFormat/>
    <w:rsid w:val="007D58F1"/>
    <w:pPr>
      <w:numPr>
        <w:ilvl w:val="6"/>
      </w:numPr>
      <w:spacing w:before="100" w:line="360" w:lineRule="auto"/>
      <w:ind w:left="992" w:hanging="425"/>
      <w:contextualSpacing w:val="0"/>
      <w:outlineLvl w:val="6"/>
    </w:pPr>
    <w:rPr>
      <w:szCs w:val="28"/>
    </w:rPr>
  </w:style>
  <w:style w:type="paragraph" w:styleId="8">
    <w:name w:val="heading 8"/>
    <w:basedOn w:val="7"/>
    <w:next w:val="a3"/>
    <w:link w:val="80"/>
    <w:unhideWhenUsed/>
    <w:qFormat/>
    <w:rsid w:val="004D34A3"/>
    <w:pPr>
      <w:numPr>
        <w:ilvl w:val="7"/>
      </w:numPr>
      <w:ind w:left="992" w:hanging="425"/>
      <w:outlineLvl w:val="7"/>
    </w:pPr>
  </w:style>
  <w:style w:type="paragraph" w:styleId="9">
    <w:name w:val="heading 9"/>
    <w:basedOn w:val="8"/>
    <w:next w:val="a2"/>
    <w:link w:val="90"/>
    <w:unhideWhenUsed/>
    <w:qFormat/>
    <w:rsid w:val="004D34A3"/>
    <w:pPr>
      <w:numPr>
        <w:ilvl w:val="8"/>
      </w:numPr>
      <w:ind w:left="992" w:hanging="425"/>
      <w:outlineLvl w:val="8"/>
    </w:p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semiHidden/>
    <w:rsid w:val="000F4D3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4"/>
    <w:link w:val="a7"/>
    <w:uiPriority w:val="99"/>
    <w:semiHidden/>
    <w:rsid w:val="008B764F"/>
    <w:rPr>
      <w:rFonts w:ascii="GOST type B" w:hAnsi="GOST type B"/>
      <w:sz w:val="24"/>
    </w:rPr>
  </w:style>
  <w:style w:type="paragraph" w:styleId="a9">
    <w:name w:val="footer"/>
    <w:basedOn w:val="a2"/>
    <w:link w:val="aa"/>
    <w:uiPriority w:val="99"/>
    <w:semiHidden/>
    <w:rsid w:val="000F4D31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4"/>
    <w:link w:val="a9"/>
    <w:uiPriority w:val="99"/>
    <w:semiHidden/>
    <w:rsid w:val="008B764F"/>
    <w:rPr>
      <w:rFonts w:ascii="GOST type B" w:hAnsi="GOST type B"/>
      <w:sz w:val="24"/>
    </w:rPr>
  </w:style>
  <w:style w:type="paragraph" w:customStyle="1" w:styleId="ab">
    <w:name w:val="Надпись в таблице по центру"/>
    <w:basedOn w:val="a2"/>
    <w:uiPriority w:val="1"/>
    <w:semiHidden/>
    <w:qFormat/>
    <w:rsid w:val="000F4D31"/>
    <w:pPr>
      <w:framePr w:hSpace="181" w:wrap="around" w:vAnchor="page" w:hAnchor="margin" w:x="108" w:y="312"/>
      <w:spacing w:line="200" w:lineRule="atLeast"/>
      <w:jc w:val="center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c">
    <w:name w:val="Надпись в таблице по ширине"/>
    <w:basedOn w:val="a2"/>
    <w:uiPriority w:val="1"/>
    <w:semiHidden/>
    <w:qFormat/>
    <w:rsid w:val="000F4D31"/>
    <w:pPr>
      <w:spacing w:line="200" w:lineRule="atLeast"/>
    </w:pPr>
    <w:rPr>
      <w:rFonts w:ascii="Arial" w:eastAsia="Times New Roman" w:hAnsi="Arial" w:cs="Times New Roman"/>
      <w:bCs/>
      <w:szCs w:val="24"/>
      <w:lang w:eastAsia="ru-RU"/>
    </w:rPr>
  </w:style>
  <w:style w:type="paragraph" w:customStyle="1" w:styleId="ad">
    <w:name w:val="Штамп"/>
    <w:basedOn w:val="a2"/>
    <w:uiPriority w:val="1"/>
    <w:semiHidden/>
    <w:qFormat/>
    <w:rsid w:val="000F4D31"/>
    <w:pPr>
      <w:spacing w:line="160" w:lineRule="atLeast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e">
    <w:name w:val="Штамп малый"/>
    <w:basedOn w:val="ad"/>
    <w:uiPriority w:val="1"/>
    <w:semiHidden/>
    <w:qFormat/>
    <w:rsid w:val="000F4D31"/>
    <w:pPr>
      <w:spacing w:line="140" w:lineRule="atLeast"/>
    </w:pPr>
    <w:rPr>
      <w:sz w:val="13"/>
    </w:rPr>
  </w:style>
  <w:style w:type="paragraph" w:styleId="af">
    <w:name w:val="Balloon Text"/>
    <w:basedOn w:val="a2"/>
    <w:link w:val="af0"/>
    <w:uiPriority w:val="99"/>
    <w:semiHidden/>
    <w:unhideWhenUsed/>
    <w:rsid w:val="007F51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4"/>
    <w:link w:val="af"/>
    <w:uiPriority w:val="99"/>
    <w:semiHidden/>
    <w:rsid w:val="007F516B"/>
    <w:rPr>
      <w:rFonts w:ascii="Tahoma" w:hAnsi="Tahoma" w:cs="Tahoma"/>
      <w:sz w:val="16"/>
      <w:szCs w:val="16"/>
    </w:rPr>
  </w:style>
  <w:style w:type="table" w:styleId="af1">
    <w:name w:val="Table Grid"/>
    <w:basedOn w:val="a5"/>
    <w:rsid w:val="00E32519"/>
    <w:pPr>
      <w:spacing w:line="240" w:lineRule="auto"/>
    </w:pPr>
    <w:rPr>
      <w:rFonts w:ascii="GOST type B" w:hAnsi="GOST type B"/>
      <w:sz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a3">
    <w:name w:val="Основной текст документа"/>
    <w:basedOn w:val="a2"/>
    <w:link w:val="af2"/>
    <w:rsid w:val="001645C5"/>
    <w:pPr>
      <w:framePr w:wrap="around" w:vAnchor="page" w:hAnchor="page" w:x="1112" w:y="1441"/>
      <w:spacing w:before="0" w:beforeAutospacing="0" w:after="0" w:afterAutospacing="0" w:line="454" w:lineRule="exact"/>
      <w:ind w:left="-85" w:right="-85"/>
    </w:pPr>
    <w:rPr>
      <w:szCs w:val="24"/>
    </w:rPr>
  </w:style>
  <w:style w:type="paragraph" w:customStyle="1" w:styleId="a0">
    <w:name w:val="Перечисления"/>
    <w:basedOn w:val="a2"/>
    <w:rsid w:val="00FD5BC2"/>
    <w:pPr>
      <w:numPr>
        <w:numId w:val="32"/>
      </w:numPr>
      <w:spacing w:before="120" w:beforeAutospacing="0" w:after="120" w:afterAutospacing="0"/>
      <w:ind w:left="794" w:hanging="233"/>
      <w:contextualSpacing/>
    </w:pPr>
    <w:rPr>
      <w:rFonts w:eastAsia="Times New Roman" w:cs="Times New Roman"/>
      <w:szCs w:val="20"/>
      <w:lang w:eastAsia="ru-RU"/>
    </w:rPr>
  </w:style>
  <w:style w:type="character" w:customStyle="1" w:styleId="af2">
    <w:name w:val="Основной текст документа Знак"/>
    <w:basedOn w:val="a4"/>
    <w:link w:val="a3"/>
    <w:rsid w:val="001645C5"/>
    <w:rPr>
      <w:rFonts w:ascii="GOST type B" w:hAnsi="GOST type B"/>
      <w:sz w:val="24"/>
      <w:szCs w:val="24"/>
    </w:rPr>
  </w:style>
  <w:style w:type="paragraph" w:styleId="af3">
    <w:name w:val="caption"/>
    <w:basedOn w:val="a2"/>
    <w:next w:val="a2"/>
    <w:uiPriority w:val="1"/>
    <w:unhideWhenUsed/>
    <w:qFormat/>
    <w:rsid w:val="00B56827"/>
    <w:pPr>
      <w:spacing w:before="0" w:beforeAutospacing="0" w:after="120" w:afterAutospacing="0" w:line="240" w:lineRule="auto"/>
      <w:ind w:left="-113"/>
    </w:pPr>
    <w:rPr>
      <w:bCs/>
      <w:szCs w:val="18"/>
    </w:rPr>
  </w:style>
  <w:style w:type="paragraph" w:styleId="af4">
    <w:name w:val="List Paragraph"/>
    <w:basedOn w:val="a2"/>
    <w:uiPriority w:val="34"/>
    <w:semiHidden/>
    <w:unhideWhenUsed/>
    <w:qFormat/>
    <w:rsid w:val="0021044E"/>
    <w:pPr>
      <w:spacing w:before="100" w:after="100"/>
      <w:ind w:left="567"/>
      <w:contextualSpacing/>
    </w:pPr>
  </w:style>
  <w:style w:type="character" w:customStyle="1" w:styleId="10">
    <w:name w:val="Заголовок 1 Знак"/>
    <w:basedOn w:val="a4"/>
    <w:link w:val="1"/>
    <w:rsid w:val="000E316D"/>
    <w:rPr>
      <w:rFonts w:ascii="GOST type B" w:hAnsi="GOST type B"/>
      <w:b/>
      <w:caps/>
      <w:sz w:val="28"/>
      <w:szCs w:val="28"/>
    </w:rPr>
  </w:style>
  <w:style w:type="character" w:customStyle="1" w:styleId="50">
    <w:name w:val="Заголовок 5 Знак"/>
    <w:basedOn w:val="a4"/>
    <w:link w:val="5"/>
    <w:rsid w:val="00FF2E6A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60">
    <w:name w:val="Заголовок 6 Знак"/>
    <w:basedOn w:val="a4"/>
    <w:link w:val="6"/>
    <w:rsid w:val="004D34A3"/>
    <w:rPr>
      <w:rFonts w:ascii="GOST type B" w:eastAsia="Times New Roman" w:hAnsi="GOST type B" w:cs="Times New Roman"/>
      <w:bCs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4"/>
    <w:link w:val="7"/>
    <w:rsid w:val="007D58F1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80">
    <w:name w:val="Заголовок 8 Знак"/>
    <w:basedOn w:val="a4"/>
    <w:link w:val="8"/>
    <w:rsid w:val="004D34A3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character" w:customStyle="1" w:styleId="90">
    <w:name w:val="Заголовок 9 Знак"/>
    <w:basedOn w:val="a4"/>
    <w:link w:val="9"/>
    <w:rsid w:val="004D34A3"/>
    <w:rPr>
      <w:rFonts w:ascii="GOST type B" w:eastAsia="Times New Roman" w:hAnsi="GOST type B" w:cs="Times New Roman"/>
      <w:bCs/>
      <w:color w:val="000000"/>
      <w:sz w:val="24"/>
      <w:szCs w:val="28"/>
      <w:shd w:val="clear" w:color="auto" w:fill="FFFFFF"/>
      <w:lang w:eastAsia="ru-RU"/>
    </w:rPr>
  </w:style>
  <w:style w:type="paragraph" w:styleId="af5">
    <w:name w:val="TOC Heading"/>
    <w:basedOn w:val="a2"/>
    <w:next w:val="a2"/>
    <w:unhideWhenUsed/>
    <w:rsid w:val="0015755E"/>
    <w:pPr>
      <w:spacing w:before="100" w:after="100"/>
      <w:jc w:val="center"/>
    </w:pPr>
    <w:rPr>
      <w:b/>
      <w:caps/>
      <w:sz w:val="28"/>
    </w:rPr>
  </w:style>
  <w:style w:type="paragraph" w:styleId="11">
    <w:name w:val="toc 1"/>
    <w:basedOn w:val="a2"/>
    <w:next w:val="a3"/>
    <w:autoRedefine/>
    <w:uiPriority w:val="39"/>
    <w:unhideWhenUsed/>
    <w:rsid w:val="008D63FD"/>
    <w:pPr>
      <w:tabs>
        <w:tab w:val="left" w:pos="567"/>
        <w:tab w:val="right" w:leader="dot" w:pos="10065"/>
      </w:tabs>
      <w:spacing w:before="100" w:after="100"/>
      <w:ind w:left="284"/>
      <w:outlineLvl w:val="0"/>
    </w:pPr>
    <w:rPr>
      <w:b/>
      <w:caps/>
      <w:sz w:val="28"/>
    </w:rPr>
  </w:style>
  <w:style w:type="character" w:styleId="af6">
    <w:name w:val="Hyperlink"/>
    <w:basedOn w:val="a4"/>
    <w:uiPriority w:val="99"/>
    <w:rsid w:val="00EA2C5C"/>
    <w:rPr>
      <w:color w:val="0000FF" w:themeColor="hyperlink"/>
      <w:u w:val="single"/>
    </w:rPr>
  </w:style>
  <w:style w:type="character" w:customStyle="1" w:styleId="21">
    <w:name w:val="Заголовок 2 Знак"/>
    <w:basedOn w:val="a4"/>
    <w:link w:val="2"/>
    <w:rsid w:val="00AE347B"/>
    <w:rPr>
      <w:rFonts w:ascii="GOST type B" w:hAnsi="GOST type B"/>
      <w:b/>
      <w:bCs/>
      <w:sz w:val="28"/>
      <w:szCs w:val="26"/>
    </w:rPr>
  </w:style>
  <w:style w:type="paragraph" w:styleId="22">
    <w:name w:val="toc 2"/>
    <w:basedOn w:val="a2"/>
    <w:next w:val="a3"/>
    <w:link w:val="23"/>
    <w:autoRedefine/>
    <w:uiPriority w:val="39"/>
    <w:unhideWhenUsed/>
    <w:rsid w:val="00D15BB7"/>
    <w:pPr>
      <w:tabs>
        <w:tab w:val="left" w:pos="1134"/>
        <w:tab w:val="right" w:leader="dot" w:pos="10065"/>
      </w:tabs>
      <w:spacing w:before="100" w:after="100"/>
      <w:ind w:left="284"/>
      <w:outlineLvl w:val="1"/>
    </w:pPr>
    <w:rPr>
      <w:b/>
      <w:sz w:val="28"/>
    </w:rPr>
  </w:style>
  <w:style w:type="character" w:customStyle="1" w:styleId="30">
    <w:name w:val="Заголовок 3 Знак"/>
    <w:basedOn w:val="a4"/>
    <w:link w:val="3"/>
    <w:rsid w:val="00D15BB7"/>
    <w:rPr>
      <w:rFonts w:ascii="GOST type B" w:hAnsi="GOST type B"/>
      <w:b/>
      <w:bCs/>
      <w:sz w:val="24"/>
      <w:szCs w:val="26"/>
    </w:rPr>
  </w:style>
  <w:style w:type="character" w:customStyle="1" w:styleId="40">
    <w:name w:val="Заголовок 4 Знак"/>
    <w:basedOn w:val="a4"/>
    <w:link w:val="4"/>
    <w:rsid w:val="004D34A3"/>
    <w:rPr>
      <w:rFonts w:ascii="GOST type B" w:hAnsi="GOST type B"/>
      <w:bCs/>
      <w:sz w:val="24"/>
      <w:szCs w:val="26"/>
    </w:rPr>
  </w:style>
  <w:style w:type="paragraph" w:styleId="31">
    <w:name w:val="toc 3"/>
    <w:basedOn w:val="a2"/>
    <w:next w:val="a3"/>
    <w:autoRedefine/>
    <w:uiPriority w:val="39"/>
    <w:unhideWhenUsed/>
    <w:rsid w:val="00D15BB7"/>
    <w:pPr>
      <w:spacing w:before="100" w:after="100"/>
      <w:ind w:left="284"/>
    </w:pPr>
    <w:rPr>
      <w:b/>
    </w:rPr>
  </w:style>
  <w:style w:type="paragraph" w:styleId="41">
    <w:name w:val="toc 4"/>
    <w:basedOn w:val="a2"/>
    <w:next w:val="a3"/>
    <w:autoRedefine/>
    <w:uiPriority w:val="39"/>
    <w:unhideWhenUsed/>
    <w:rsid w:val="00D15BB7"/>
    <w:pPr>
      <w:spacing w:before="100" w:after="100"/>
      <w:ind w:left="284"/>
    </w:pPr>
  </w:style>
  <w:style w:type="character" w:customStyle="1" w:styleId="23">
    <w:name w:val="Оглавление 2 Знак"/>
    <w:basedOn w:val="af2"/>
    <w:link w:val="22"/>
    <w:uiPriority w:val="39"/>
    <w:rsid w:val="00D15BB7"/>
    <w:rPr>
      <w:b/>
      <w:sz w:val="28"/>
    </w:rPr>
  </w:style>
  <w:style w:type="paragraph" w:styleId="71">
    <w:name w:val="toc 7"/>
    <w:basedOn w:val="a2"/>
    <w:next w:val="a3"/>
    <w:autoRedefine/>
    <w:uiPriority w:val="39"/>
    <w:unhideWhenUsed/>
    <w:rsid w:val="00D15BB7"/>
    <w:pPr>
      <w:spacing w:before="100" w:after="100"/>
      <w:ind w:left="284"/>
    </w:pPr>
  </w:style>
  <w:style w:type="paragraph" w:customStyle="1" w:styleId="af7">
    <w:name w:val="Заголовок приложения"/>
    <w:basedOn w:val="a2"/>
    <w:qFormat/>
    <w:rsid w:val="00890A7C"/>
    <w:pPr>
      <w:pageBreakBefore/>
      <w:jc w:val="center"/>
    </w:pPr>
    <w:rPr>
      <w:b/>
      <w:sz w:val="28"/>
      <w:szCs w:val="28"/>
    </w:rPr>
  </w:style>
  <w:style w:type="paragraph" w:customStyle="1" w:styleId="af8">
    <w:name w:val="Таблица"/>
    <w:basedOn w:val="a2"/>
    <w:qFormat/>
    <w:rsid w:val="00B56827"/>
  </w:style>
  <w:style w:type="character" w:styleId="af9">
    <w:name w:val="Placeholder Text"/>
    <w:basedOn w:val="a4"/>
    <w:uiPriority w:val="99"/>
    <w:semiHidden/>
    <w:rsid w:val="001E569F"/>
    <w:rPr>
      <w:color w:val="808080"/>
    </w:rPr>
  </w:style>
  <w:style w:type="numbering" w:customStyle="1" w:styleId="12">
    <w:name w:val="Стиль1"/>
    <w:uiPriority w:val="99"/>
    <w:rsid w:val="00B92BF9"/>
  </w:style>
  <w:style w:type="numbering" w:customStyle="1" w:styleId="13">
    <w:name w:val="Стиль1"/>
    <w:next w:val="12"/>
    <w:uiPriority w:val="99"/>
    <w:rsid w:val="00B92BF9"/>
  </w:style>
  <w:style w:type="paragraph" w:styleId="51">
    <w:name w:val="toc 5"/>
    <w:basedOn w:val="a2"/>
    <w:next w:val="a3"/>
    <w:autoRedefine/>
    <w:uiPriority w:val="39"/>
    <w:unhideWhenUsed/>
    <w:rsid w:val="00D15BB7"/>
    <w:pPr>
      <w:spacing w:before="100" w:after="100"/>
      <w:ind w:left="284"/>
    </w:pPr>
  </w:style>
  <w:style w:type="paragraph" w:styleId="61">
    <w:name w:val="toc 6"/>
    <w:basedOn w:val="a2"/>
    <w:next w:val="a3"/>
    <w:autoRedefine/>
    <w:uiPriority w:val="39"/>
    <w:unhideWhenUsed/>
    <w:rsid w:val="00D15BB7"/>
    <w:pPr>
      <w:spacing w:before="100" w:after="100"/>
      <w:ind w:left="284"/>
    </w:pPr>
  </w:style>
  <w:style w:type="paragraph" w:styleId="81">
    <w:name w:val="toc 8"/>
    <w:basedOn w:val="a2"/>
    <w:next w:val="a3"/>
    <w:autoRedefine/>
    <w:uiPriority w:val="39"/>
    <w:semiHidden/>
    <w:unhideWhenUsed/>
    <w:rsid w:val="008D63FD"/>
    <w:pPr>
      <w:spacing w:after="100"/>
      <w:ind w:left="1680"/>
    </w:pPr>
  </w:style>
  <w:style w:type="paragraph" w:styleId="91">
    <w:name w:val="toc 9"/>
    <w:basedOn w:val="a2"/>
    <w:next w:val="a3"/>
    <w:autoRedefine/>
    <w:uiPriority w:val="39"/>
    <w:semiHidden/>
    <w:unhideWhenUsed/>
    <w:rsid w:val="008D63FD"/>
    <w:pPr>
      <w:spacing w:after="100"/>
      <w:ind w:left="1920"/>
    </w:pPr>
  </w:style>
  <w:style w:type="numbering" w:customStyle="1" w:styleId="a1">
    <w:name w:val="Стиль списка"/>
    <w:uiPriority w:val="99"/>
    <w:rsid w:val="0021044E"/>
    <w:pPr>
      <w:numPr>
        <w:numId w:val="14"/>
      </w:numPr>
    </w:pPr>
  </w:style>
  <w:style w:type="numbering" w:customStyle="1" w:styleId="20">
    <w:name w:val="Стиль2"/>
    <w:uiPriority w:val="99"/>
    <w:rsid w:val="00D77265"/>
    <w:pPr>
      <w:numPr>
        <w:numId w:val="30"/>
      </w:numPr>
    </w:pPr>
  </w:style>
  <w:style w:type="paragraph" w:styleId="afa">
    <w:name w:val="No Spacing"/>
    <w:uiPriority w:val="1"/>
    <w:semiHidden/>
    <w:unhideWhenUsed/>
    <w:qFormat/>
    <w:rsid w:val="00AB1B42"/>
    <w:pPr>
      <w:spacing w:before="0" w:after="0" w:line="240" w:lineRule="auto"/>
      <w:ind w:left="0"/>
    </w:pPr>
    <w:rPr>
      <w:rFonts w:ascii="GOST type B" w:hAnsi="GOST type B"/>
      <w:sz w:val="24"/>
    </w:rPr>
  </w:style>
  <w:style w:type="paragraph" w:styleId="afb">
    <w:name w:val="Title"/>
    <w:basedOn w:val="a2"/>
    <w:next w:val="a2"/>
    <w:link w:val="afc"/>
    <w:uiPriority w:val="10"/>
    <w:semiHidden/>
    <w:qFormat/>
    <w:rsid w:val="00E547CB"/>
    <w:pPr>
      <w:pBdr>
        <w:bottom w:val="single" w:sz="8" w:space="4" w:color="4F81BD" w:themeColor="accent1"/>
      </w:pBdr>
      <w:spacing w:before="0"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4"/>
    <w:link w:val="afb"/>
    <w:uiPriority w:val="10"/>
    <w:semiHidden/>
    <w:rsid w:val="008B764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fd">
    <w:name w:val="Заголовок"/>
    <w:basedOn w:val="1"/>
    <w:next w:val="a3"/>
    <w:qFormat/>
    <w:rsid w:val="000E316D"/>
    <w:pPr>
      <w:numPr>
        <w:numId w:val="0"/>
      </w:numPr>
      <w:spacing w:after="680" w:afterAutospacing="0"/>
      <w:ind w:left="1134" w:hanging="567"/>
    </w:pPr>
  </w:style>
  <w:style w:type="paragraph" w:customStyle="1" w:styleId="afe">
    <w:name w:val="Формула"/>
    <w:basedOn w:val="aff"/>
    <w:qFormat/>
    <w:rsid w:val="002F4E0F"/>
    <w:pPr>
      <w:framePr w:wrap="around"/>
      <w:tabs>
        <w:tab w:val="clear" w:pos="567"/>
        <w:tab w:val="clear" w:pos="1134"/>
        <w:tab w:val="clear" w:pos="1418"/>
        <w:tab w:val="clear" w:pos="1596"/>
        <w:tab w:val="center" w:pos="4677"/>
        <w:tab w:val="right" w:pos="9354"/>
      </w:tabs>
    </w:pPr>
  </w:style>
  <w:style w:type="paragraph" w:customStyle="1" w:styleId="aff">
    <w:name w:val="Пояснения к формуле"/>
    <w:basedOn w:val="a3"/>
    <w:qFormat/>
    <w:rsid w:val="002F4E0F"/>
    <w:pPr>
      <w:framePr w:wrap="around"/>
      <w:tabs>
        <w:tab w:val="left" w:pos="567"/>
        <w:tab w:val="left" w:pos="1134"/>
        <w:tab w:val="left" w:pos="1418"/>
        <w:tab w:val="left" w:pos="1596"/>
      </w:tabs>
      <w:spacing w:before="120" w:after="120"/>
      <w:ind w:right="0"/>
    </w:pPr>
  </w:style>
  <w:style w:type="paragraph" w:styleId="a">
    <w:name w:val="List Number"/>
    <w:basedOn w:val="a3"/>
    <w:rsid w:val="00B05D3E"/>
    <w:pPr>
      <w:framePr w:wrap="around"/>
      <w:numPr>
        <w:numId w:val="41"/>
      </w:numPr>
      <w:spacing w:before="120" w:after="120"/>
    </w:pPr>
  </w:style>
  <w:style w:type="paragraph" w:customStyle="1" w:styleId="aff0">
    <w:name w:val="Рисунок"/>
    <w:basedOn w:val="af8"/>
    <w:qFormat/>
    <w:rsid w:val="002207DB"/>
    <w:pPr>
      <w:jc w:val="center"/>
    </w:pPr>
    <w:rPr>
      <w:noProof/>
      <w:lang w:eastAsia="ru-RU"/>
    </w:rPr>
  </w:style>
  <w:style w:type="paragraph" w:customStyle="1" w:styleId="aff1">
    <w:name w:val="Подрисуночная надпись"/>
    <w:basedOn w:val="af8"/>
    <w:qFormat/>
    <w:rsid w:val="002207DB"/>
    <w:pPr>
      <w:jc w:val="center"/>
    </w:pPr>
  </w:style>
  <w:style w:type="paragraph" w:customStyle="1" w:styleId="aff2">
    <w:name w:val="Содержимое таблицы"/>
    <w:basedOn w:val="a3"/>
    <w:qFormat/>
    <w:rsid w:val="001E0A2B"/>
    <w:pPr>
      <w:framePr w:wrap="around" w:x="1220"/>
    </w:pPr>
    <w:rPr>
      <w:lang w:val="en-US"/>
    </w:rPr>
  </w:style>
  <w:style w:type="paragraph" w:customStyle="1" w:styleId="aff3">
    <w:name w:val="Основная надпись_заполнение"/>
    <w:basedOn w:val="a2"/>
    <w:qFormat/>
    <w:rsid w:val="00956D68"/>
    <w:rPr>
      <w:w w:val="9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7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nstall\&#1064;&#1072;&#1073;&#1083;&#1086;&#1085;&#1099;\&#1064;&#1072;&#1073;&#1083;&#1086;&#1085;%20&#1074;&#1077;&#1076;&#1086;&#1084;&#1086;&#1089;&#1090;&#1080;%20&#1086;&#1073;&#1098;&#1077;&#1084;&#1086;&#1074;%20&#1088;&#1072;&#1073;&#1086;&#1090;\&#1064;&#1072;&#1073;&#1083;&#1086;&#1085;%20&#1042;&#1054;&#1056;_&#1047;&#1040;&#1054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166B8-0E42-4C7D-8EAC-2DA07FC2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ВОР_ЗАО</Template>
  <TotalTime>96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</dc:creator>
  <cp:keywords/>
  <dc:description/>
  <cp:lastModifiedBy>Попов</cp:lastModifiedBy>
  <cp:revision>3</cp:revision>
  <cp:lastPrinted>2008-05-22T07:51:00Z</cp:lastPrinted>
  <dcterms:created xsi:type="dcterms:W3CDTF">2010-09-01T10:38:00Z</dcterms:created>
  <dcterms:modified xsi:type="dcterms:W3CDTF">2010-09-02T06:18:00Z</dcterms:modified>
</cp:coreProperties>
</file>